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535" w:rsidRDefault="00353535" w:rsidP="0035353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p w:rsidR="00353535" w:rsidRPr="006651C1" w:rsidRDefault="00353535" w:rsidP="0035353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6651C1">
        <w:rPr>
          <w:rFonts w:ascii="Times New Roman" w:hAnsi="Times New Roman"/>
          <w:i/>
          <w:sz w:val="28"/>
          <w:szCs w:val="28"/>
          <w:u w:val="single"/>
        </w:rPr>
        <w:t>Проект</w:t>
      </w:r>
    </w:p>
    <w:p w:rsidR="00353535" w:rsidRPr="006651C1" w:rsidRDefault="00353535" w:rsidP="0035353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6651C1">
        <w:rPr>
          <w:rFonts w:ascii="Times New Roman" w:hAnsi="Times New Roman"/>
          <w:i/>
          <w:sz w:val="28"/>
          <w:szCs w:val="28"/>
          <w:u w:val="single"/>
        </w:rPr>
        <w:t>Вноситься Президентом України</w:t>
      </w:r>
    </w:p>
    <w:p w:rsidR="00353535" w:rsidRPr="003E4BA9" w:rsidRDefault="00353535" w:rsidP="00353535">
      <w:pPr>
        <w:rPr>
          <w:rFonts w:ascii="Times New Roman" w:hAnsi="Times New Roman"/>
          <w:i/>
          <w:sz w:val="28"/>
          <w:szCs w:val="28"/>
        </w:rPr>
      </w:pPr>
    </w:p>
    <w:p w:rsidR="00353535" w:rsidRPr="003E4BA9" w:rsidRDefault="00353535" w:rsidP="00353535">
      <w:pPr>
        <w:rPr>
          <w:rFonts w:ascii="Times New Roman" w:hAnsi="Times New Roman"/>
          <w:sz w:val="28"/>
          <w:szCs w:val="28"/>
        </w:rPr>
      </w:pPr>
    </w:p>
    <w:p w:rsidR="00353535" w:rsidRPr="003E4BA9" w:rsidRDefault="00353535" w:rsidP="00353535">
      <w:pPr>
        <w:jc w:val="center"/>
        <w:rPr>
          <w:rFonts w:ascii="Times New Roman" w:eastAsia="Times New Roman" w:hAnsi="Times New Roman"/>
          <w:bCs/>
          <w:iCs/>
          <w:color w:val="000000"/>
          <w:spacing w:val="60"/>
          <w:sz w:val="28"/>
          <w:szCs w:val="28"/>
          <w:bdr w:val="none" w:sz="0" w:space="0" w:color="auto" w:frame="1"/>
          <w:lang w:eastAsia="uk-UA"/>
        </w:rPr>
      </w:pPr>
    </w:p>
    <w:p w:rsidR="00353535" w:rsidRDefault="00353535" w:rsidP="00353535">
      <w:pPr>
        <w:jc w:val="center"/>
        <w:rPr>
          <w:rFonts w:ascii="Times New Roman" w:eastAsia="Times New Roman" w:hAnsi="Times New Roman"/>
          <w:b/>
          <w:bCs/>
          <w:iCs/>
          <w:color w:val="000000"/>
          <w:spacing w:val="60"/>
          <w:sz w:val="28"/>
          <w:szCs w:val="28"/>
          <w:bdr w:val="none" w:sz="0" w:space="0" w:color="auto" w:frame="1"/>
          <w:lang w:eastAsia="uk-UA"/>
        </w:rPr>
      </w:pPr>
      <w:r w:rsidRPr="00575739">
        <w:rPr>
          <w:rFonts w:ascii="Times New Roman" w:eastAsia="Times New Roman" w:hAnsi="Times New Roman"/>
          <w:b/>
          <w:bCs/>
          <w:iCs/>
          <w:color w:val="000000"/>
          <w:spacing w:val="60"/>
          <w:sz w:val="28"/>
          <w:szCs w:val="28"/>
          <w:bdr w:val="none" w:sz="0" w:space="0" w:color="auto" w:frame="1"/>
          <w:lang w:eastAsia="uk-UA"/>
        </w:rPr>
        <w:t>ПОСТАНОВА</w:t>
      </w:r>
    </w:p>
    <w:p w:rsidR="00353535" w:rsidRDefault="00353535" w:rsidP="00353535">
      <w:pPr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575739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ВЕРХОВНОЇ РАДИ УКРАЇНИ</w:t>
      </w:r>
    </w:p>
    <w:p w:rsidR="00353535" w:rsidRPr="003E4BA9" w:rsidRDefault="00353535" w:rsidP="00353535">
      <w:pPr>
        <w:jc w:val="center"/>
        <w:rPr>
          <w:rFonts w:ascii="Times New Roman" w:hAnsi="Times New Roman"/>
          <w:sz w:val="28"/>
          <w:szCs w:val="28"/>
        </w:rPr>
      </w:pPr>
    </w:p>
    <w:p w:rsidR="003551B3" w:rsidRDefault="00353535" w:rsidP="00355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n3"/>
      <w:bookmarkEnd w:id="0"/>
      <w:r w:rsidRPr="002932D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Про прийняття за основу про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е</w:t>
      </w:r>
      <w:r w:rsidRPr="002932D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кту Закону України п</w:t>
      </w:r>
      <w:r w:rsidRPr="002932DA">
        <w:rPr>
          <w:rFonts w:ascii="Times New Roman" w:hAnsi="Times New Roman"/>
          <w:sz w:val="28"/>
          <w:szCs w:val="28"/>
        </w:rPr>
        <w:t xml:space="preserve">ро </w:t>
      </w:r>
      <w:r w:rsidR="003551B3" w:rsidRPr="00F46B0C">
        <w:rPr>
          <w:rFonts w:ascii="Times New Roman" w:hAnsi="Times New Roman"/>
          <w:sz w:val="28"/>
          <w:szCs w:val="28"/>
        </w:rPr>
        <w:t xml:space="preserve">внесення </w:t>
      </w:r>
      <w:r w:rsidR="003551B3" w:rsidRPr="00030CE6">
        <w:rPr>
          <w:rFonts w:ascii="Times New Roman" w:hAnsi="Times New Roman"/>
          <w:sz w:val="28"/>
          <w:szCs w:val="28"/>
        </w:rPr>
        <w:t>змін</w:t>
      </w:r>
      <w:r w:rsidR="00EE0E98">
        <w:rPr>
          <w:rFonts w:ascii="Times New Roman" w:hAnsi="Times New Roman"/>
          <w:sz w:val="28"/>
          <w:szCs w:val="28"/>
        </w:rPr>
        <w:t>и</w:t>
      </w:r>
      <w:r w:rsidR="003551B3" w:rsidRPr="00030CE6">
        <w:rPr>
          <w:rFonts w:ascii="Times New Roman" w:hAnsi="Times New Roman"/>
          <w:sz w:val="28"/>
          <w:szCs w:val="28"/>
        </w:rPr>
        <w:t xml:space="preserve"> </w:t>
      </w:r>
    </w:p>
    <w:p w:rsidR="003551B3" w:rsidRPr="00F46B0C" w:rsidRDefault="003551B3" w:rsidP="00355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CE6">
        <w:rPr>
          <w:rFonts w:ascii="Times New Roman" w:hAnsi="Times New Roman"/>
          <w:sz w:val="28"/>
          <w:szCs w:val="28"/>
        </w:rPr>
        <w:t>до статті 11 Закону 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CE6">
        <w:rPr>
          <w:rFonts w:ascii="Times New Roman" w:hAnsi="Times New Roman"/>
          <w:sz w:val="28"/>
          <w:szCs w:val="28"/>
        </w:rPr>
        <w:t>"Про державні нагороди України"</w:t>
      </w:r>
    </w:p>
    <w:p w:rsidR="00353535" w:rsidRDefault="00353535" w:rsidP="00353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="00FF322A">
        <w:rPr>
          <w:rFonts w:ascii="Times New Roman" w:hAnsi="Times New Roman"/>
          <w:sz w:val="28"/>
          <w:szCs w:val="28"/>
        </w:rPr>
        <w:t>________________________</w:t>
      </w:r>
      <w:r w:rsidR="00EE0E98">
        <w:rPr>
          <w:rFonts w:ascii="Times New Roman" w:hAnsi="Times New Roman"/>
          <w:sz w:val="28"/>
          <w:szCs w:val="28"/>
        </w:rPr>
        <w:t>__</w:t>
      </w:r>
    </w:p>
    <w:p w:rsidR="00353535" w:rsidRPr="00FF322A" w:rsidRDefault="00353535" w:rsidP="00353535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353535" w:rsidRPr="00575739" w:rsidRDefault="00353535" w:rsidP="00353535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53535" w:rsidRPr="00575739" w:rsidRDefault="00353535" w:rsidP="003535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1" w:name="n4"/>
      <w:bookmarkEnd w:id="1"/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Верховна Рада України</w:t>
      </w:r>
      <w:r w:rsidRPr="00214012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о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с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т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а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н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о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в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л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я</w:t>
      </w:r>
      <w:r w:rsidR="00FF322A"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</w:t>
      </w:r>
      <w:r w:rsidRPr="00FF32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є</w:t>
      </w:r>
      <w:r w:rsidRPr="00CA1148">
        <w:rPr>
          <w:rFonts w:ascii="Times New Roman" w:eastAsia="Times New Roman" w:hAnsi="Times New Roman"/>
          <w:bCs/>
          <w:color w:val="000000"/>
          <w:spacing w:val="30"/>
          <w:sz w:val="28"/>
          <w:szCs w:val="28"/>
          <w:bdr w:val="none" w:sz="0" w:space="0" w:color="auto" w:frame="1"/>
          <w:lang w:eastAsia="uk-UA"/>
        </w:rPr>
        <w:t>:</w:t>
      </w:r>
    </w:p>
    <w:p w:rsidR="00353535" w:rsidRDefault="00353535" w:rsidP="003535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2" w:name="n5"/>
      <w:bookmarkEnd w:id="2"/>
    </w:p>
    <w:p w:rsidR="00353535" w:rsidRPr="00575739" w:rsidRDefault="00353535" w:rsidP="003551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1. Прийняти за основу 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кт Закону України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</w:t>
      </w:r>
      <w:r w:rsidRPr="005669F0">
        <w:rPr>
          <w:rFonts w:ascii="Times New Roman" w:hAnsi="Times New Roman"/>
          <w:sz w:val="28"/>
          <w:szCs w:val="28"/>
        </w:rPr>
        <w:t xml:space="preserve">ро </w:t>
      </w:r>
      <w:r w:rsidR="003551B3" w:rsidRPr="00F46B0C">
        <w:rPr>
          <w:rFonts w:ascii="Times New Roman" w:hAnsi="Times New Roman"/>
          <w:sz w:val="28"/>
          <w:szCs w:val="28"/>
        </w:rPr>
        <w:t xml:space="preserve">внесення </w:t>
      </w:r>
      <w:r w:rsidR="003551B3" w:rsidRPr="00030CE6">
        <w:rPr>
          <w:rFonts w:ascii="Times New Roman" w:hAnsi="Times New Roman"/>
          <w:sz w:val="28"/>
          <w:szCs w:val="28"/>
        </w:rPr>
        <w:t>змін</w:t>
      </w:r>
      <w:r w:rsidR="00EE0E98">
        <w:rPr>
          <w:rFonts w:ascii="Times New Roman" w:hAnsi="Times New Roman"/>
          <w:sz w:val="28"/>
          <w:szCs w:val="28"/>
        </w:rPr>
        <w:t>и</w:t>
      </w:r>
      <w:r w:rsidR="003551B3" w:rsidRPr="00030CE6">
        <w:rPr>
          <w:rFonts w:ascii="Times New Roman" w:hAnsi="Times New Roman"/>
          <w:sz w:val="28"/>
          <w:szCs w:val="28"/>
        </w:rPr>
        <w:t xml:space="preserve"> до </w:t>
      </w:r>
      <w:r w:rsidR="00EE0E98">
        <w:rPr>
          <w:rFonts w:ascii="Times New Roman" w:hAnsi="Times New Roman"/>
          <w:sz w:val="28"/>
          <w:szCs w:val="28"/>
        </w:rPr>
        <w:t xml:space="preserve">   </w:t>
      </w:r>
      <w:r w:rsidR="003551B3" w:rsidRPr="00030CE6">
        <w:rPr>
          <w:rFonts w:ascii="Times New Roman" w:hAnsi="Times New Roman"/>
          <w:sz w:val="28"/>
          <w:szCs w:val="28"/>
        </w:rPr>
        <w:t>статті 11 Закону України</w:t>
      </w:r>
      <w:r w:rsidR="003551B3">
        <w:rPr>
          <w:rFonts w:ascii="Times New Roman" w:hAnsi="Times New Roman"/>
          <w:sz w:val="28"/>
          <w:szCs w:val="28"/>
        </w:rPr>
        <w:t xml:space="preserve"> </w:t>
      </w:r>
      <w:r w:rsidR="003551B3" w:rsidRPr="00030CE6">
        <w:rPr>
          <w:rFonts w:ascii="Times New Roman" w:hAnsi="Times New Roman"/>
          <w:sz w:val="28"/>
          <w:szCs w:val="28"/>
        </w:rPr>
        <w:t>"Про державні нагороди України"</w:t>
      </w:r>
      <w:r w:rsidR="003551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(реєстр.</w:t>
      </w:r>
      <w:r w:rsidR="00EE0E98">
        <w:rPr>
          <w:rFonts w:ascii="Times New Roman" w:hAnsi="Times New Roman"/>
          <w:sz w:val="28"/>
          <w:szCs w:val="28"/>
          <w:lang w:val="ru-RU"/>
        </w:rPr>
        <w:t xml:space="preserve"> № ______</w:t>
      </w:r>
      <w:r w:rsidRPr="00575739">
        <w:rPr>
          <w:rFonts w:ascii="Times New Roman" w:hAnsi="Times New Roman"/>
          <w:sz w:val="28"/>
          <w:szCs w:val="28"/>
        </w:rPr>
        <w:t xml:space="preserve">), поданий </w:t>
      </w:r>
      <w:r>
        <w:rPr>
          <w:rFonts w:ascii="Times New Roman" w:hAnsi="Times New Roman"/>
          <w:sz w:val="28"/>
          <w:szCs w:val="28"/>
        </w:rPr>
        <w:t>Президентом України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353535" w:rsidRDefault="00353535" w:rsidP="003551B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3" w:name="n6"/>
      <w:bookmarkEnd w:id="3"/>
    </w:p>
    <w:p w:rsidR="00353535" w:rsidRDefault="00353535" w:rsidP="003535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 Комітету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Верховної Ради України </w:t>
      </w:r>
      <w:bookmarkStart w:id="4" w:name="_GoBack"/>
      <w:bookmarkEnd w:id="4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___________________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доопрацювати зазначений законопро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353535" w:rsidRDefault="00353535" w:rsidP="003535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53535" w:rsidRDefault="00353535" w:rsidP="003535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53535" w:rsidRDefault="00353535" w:rsidP="003535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53535" w:rsidRDefault="00353535" w:rsidP="0035353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7573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Голова </w:t>
      </w:r>
    </w:p>
    <w:p w:rsidR="00353535" w:rsidRPr="00575739" w:rsidRDefault="00353535" w:rsidP="0035353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73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Верховної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57573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Ради України</w:t>
      </w:r>
    </w:p>
    <w:sectPr w:rsidR="00353535" w:rsidRPr="005757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1B3"/>
    <w:rsid w:val="002517CF"/>
    <w:rsid w:val="00353535"/>
    <w:rsid w:val="003551B3"/>
    <w:rsid w:val="003E4BA9"/>
    <w:rsid w:val="00954244"/>
    <w:rsid w:val="00B02CF3"/>
    <w:rsid w:val="00EE0E98"/>
    <w:rsid w:val="00FD6DE7"/>
    <w:rsid w:val="00FF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CE0F2-91F1-4F4F-B1FE-193A06D2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3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F322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ON\Prozorovska\2021\&#1047;&#1072;&#1082;&#1086;&#1085;&#1086;&#1087;&#1088;&#1086;&#1077;&#1082;&#1090;&#1080;\&#1042;&#1056;&#1055;%20&#1060;1&#1053;\&#1056;&#1077;&#1075;&#1083;&#1072;&#1084;&#1077;&#1085;&#1090;_&#1042;&#1056;&#1055;\&#1055;&#1086;&#1089;&#1090;&#1072;&#1085;&#1086;&#1074;&#1072;%20&#1042;&#1056;&#1059;%20&#1042;&#1056;&#1055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Постанова ВРУ ВРП</Template>
  <TotalTime>8</TotalTime>
  <Pages>1</Pages>
  <Words>484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Прозоровська Наталія Віталіївна</dc:creator>
  <cp:keywords/>
  <dc:description/>
  <cp:lastModifiedBy>Ляшук Людмила Василівна</cp:lastModifiedBy>
  <cp:revision>4</cp:revision>
  <cp:lastPrinted>2021-05-27T10:02:00Z</cp:lastPrinted>
  <dcterms:created xsi:type="dcterms:W3CDTF">2021-05-27T09:38:00Z</dcterms:created>
  <dcterms:modified xsi:type="dcterms:W3CDTF">2021-05-27T10:05:00Z</dcterms:modified>
</cp:coreProperties>
</file>