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57" w:rsidRDefault="00D10857">
      <w:pPr>
        <w:shd w:val="clear" w:color="auto" w:fill="FFFFFF"/>
        <w:jc w:val="right"/>
        <w:rPr>
          <w:color w:val="000000"/>
          <w:sz w:val="28"/>
          <w:szCs w:val="28"/>
          <w:lang w:val="en-US"/>
        </w:rPr>
      </w:pPr>
    </w:p>
    <w:p w:rsidR="00D10857" w:rsidRDefault="00D10857" w:rsidP="00B1466E">
      <w:pPr>
        <w:jc w:val="center"/>
      </w:pPr>
      <w:r>
        <w:rPr>
          <w:rFonts w:ascii="Times New Roman" w:hAnsi="Times New Roman" w:cs="Times New Roman"/>
        </w:rPr>
        <w:object w:dxaOrig="708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4" o:title=""/>
          </v:shape>
          <o:OLEObject Type="Embed" ProgID="Word.Picture.8" ShapeID="_x0000_i1025" DrawAspect="Content" ObjectID="_1646188767" r:id="rId5"/>
        </w:object>
      </w:r>
    </w:p>
    <w:p w:rsidR="00D10857" w:rsidRDefault="00D10857" w:rsidP="00B1466E">
      <w:pPr>
        <w:spacing w:before="240"/>
        <w:jc w:val="center"/>
        <w:rPr>
          <w:b/>
          <w:bCs/>
        </w:rPr>
      </w:pPr>
      <w:r>
        <w:rPr>
          <w:b/>
          <w:bCs/>
          <w:sz w:val="36"/>
          <w:szCs w:val="36"/>
        </w:rPr>
        <w:t>НАРОДНИЙ ДЕПУТАТ УКРАЇНИ</w:t>
      </w:r>
    </w:p>
    <w:p w:rsidR="00D10857" w:rsidRDefault="00D10857" w:rsidP="00B1466E">
      <w:pPr>
        <w:spacing w:before="240"/>
        <w:jc w:val="center"/>
        <w:rPr>
          <w:b/>
          <w:bCs/>
        </w:rPr>
      </w:pPr>
    </w:p>
    <w:tbl>
      <w:tblPr>
        <w:tblW w:w="10065" w:type="dxa"/>
        <w:tblInd w:w="-565" w:type="dxa"/>
        <w:tblBorders>
          <w:top w:val="double" w:sz="12" w:space="0" w:color="auto"/>
        </w:tblBorders>
        <w:tblLayout w:type="fixed"/>
        <w:tblLook w:val="00A0"/>
      </w:tblPr>
      <w:tblGrid>
        <w:gridCol w:w="10065"/>
      </w:tblGrid>
      <w:tr w:rsidR="00D10857">
        <w:tc>
          <w:tcPr>
            <w:tcW w:w="10065" w:type="dxa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D10857" w:rsidRDefault="00D10857" w:rsidP="00063D8A">
            <w:pPr>
              <w:tabs>
                <w:tab w:val="left" w:leader="dot" w:pos="709"/>
                <w:tab w:val="left" w:leader="dot" w:pos="2835"/>
                <w:tab w:val="left" w:pos="4395"/>
                <w:tab w:val="left" w:leader="dot" w:pos="5529"/>
              </w:tabs>
              <w:spacing w:before="24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………                                                          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"……"………………………20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20 </w:t>
            </w:r>
            <w:r>
              <w:rPr>
                <w:b/>
                <w:bCs/>
                <w:sz w:val="28"/>
                <w:szCs w:val="28"/>
              </w:rPr>
              <w:t xml:space="preserve">р.                                                                     </w:t>
            </w:r>
          </w:p>
        </w:tc>
      </w:tr>
    </w:tbl>
    <w:p w:rsidR="00D10857" w:rsidRPr="00DC253D" w:rsidRDefault="00D10857" w:rsidP="00B1466E">
      <w:pPr>
        <w:shd w:val="clear" w:color="auto" w:fill="FFFFFF"/>
        <w:jc w:val="center"/>
        <w:rPr>
          <w:color w:val="000000"/>
          <w:sz w:val="28"/>
          <w:szCs w:val="28"/>
          <w:lang w:val="en-US"/>
        </w:rPr>
      </w:pPr>
    </w:p>
    <w:p w:rsidR="00D10857" w:rsidRPr="00C217FD" w:rsidRDefault="00D10857">
      <w:pPr>
        <w:shd w:val="clear" w:color="auto" w:fill="FFFFFF"/>
        <w:rPr>
          <w:color w:val="000000"/>
          <w:sz w:val="28"/>
          <w:szCs w:val="28"/>
        </w:rPr>
      </w:pPr>
    </w:p>
    <w:p w:rsidR="00D10857" w:rsidRPr="008F606A" w:rsidRDefault="00D10857" w:rsidP="008112B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F6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Верховна Рада України</w:t>
      </w:r>
    </w:p>
    <w:p w:rsidR="00D10857" w:rsidRPr="008F606A" w:rsidRDefault="00D10857" w:rsidP="00C031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857" w:rsidRPr="008F606A" w:rsidRDefault="00D10857" w:rsidP="008112B7">
      <w:pPr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0857" w:rsidRPr="008F606A" w:rsidRDefault="00D10857" w:rsidP="007C1CEE">
      <w:pPr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8F60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F606A">
        <w:rPr>
          <w:rFonts w:ascii="Times New Roman" w:hAnsi="Times New Roman" w:cs="Times New Roman"/>
          <w:sz w:val="28"/>
          <w:szCs w:val="28"/>
        </w:rPr>
        <w:t>Відповідно до статті 93 Конституції України в порядку законодавчої ініціативи вноситься на розгляд Верховної Ради України проект Закону України «Про внесення</w:t>
      </w:r>
      <w:r>
        <w:rPr>
          <w:rFonts w:ascii="Times New Roman" w:hAnsi="Times New Roman" w:cs="Times New Roman"/>
          <w:sz w:val="28"/>
          <w:szCs w:val="28"/>
        </w:rPr>
        <w:t xml:space="preserve"> змін до деяких законів України</w:t>
      </w:r>
      <w:r w:rsidRPr="008F606A">
        <w:rPr>
          <w:rFonts w:ascii="Times New Roman" w:hAnsi="Times New Roman" w:cs="Times New Roman"/>
          <w:sz w:val="28"/>
          <w:szCs w:val="28"/>
        </w:rPr>
        <w:t xml:space="preserve"> щодо підвищення розмірів пенсій при призначенні, відновлення щорічного березневого осучаснення пенсій та підвищення індексації пенсій».</w:t>
      </w:r>
    </w:p>
    <w:p w:rsidR="00D10857" w:rsidRPr="008F606A" w:rsidRDefault="00D10857" w:rsidP="00A17F5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F606A">
        <w:rPr>
          <w:rFonts w:ascii="Times New Roman" w:hAnsi="Times New Roman" w:cs="Times New Roman"/>
          <w:sz w:val="28"/>
          <w:szCs w:val="28"/>
        </w:rPr>
        <w:t>Доповідати законопроект на засіданні Верховної Ради України буде народний депутат України  ______________________________________.</w:t>
      </w:r>
    </w:p>
    <w:p w:rsidR="00D10857" w:rsidRPr="008F606A" w:rsidRDefault="00D10857" w:rsidP="00A17F5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857" w:rsidRPr="008F606A" w:rsidRDefault="00D10857" w:rsidP="00990AA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857" w:rsidRPr="008F606A" w:rsidRDefault="00D10857" w:rsidP="00990AA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 xml:space="preserve">Додатки: </w:t>
      </w: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 xml:space="preserve">1) проект Закону України на </w:t>
      </w:r>
      <w:r w:rsidRPr="008F606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F606A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>2) пояснювальна записка до проекту на 2 арк.;</w:t>
      </w: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 xml:space="preserve">3) порівняльна таблиця 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F60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F606A">
        <w:rPr>
          <w:rFonts w:ascii="Times New Roman" w:hAnsi="Times New Roman" w:cs="Times New Roman"/>
          <w:sz w:val="28"/>
          <w:szCs w:val="28"/>
        </w:rPr>
        <w:t>арк.;</w:t>
      </w: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>4) проект Постанови Верховної Ради України на 1 арк.;</w:t>
      </w:r>
    </w:p>
    <w:p w:rsidR="00D10857" w:rsidRPr="008F606A" w:rsidRDefault="00D10857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) електронні копії</w:t>
      </w:r>
      <w:r w:rsidRPr="008F606A">
        <w:rPr>
          <w:rFonts w:ascii="Times New Roman" w:hAnsi="Times New Roman" w:cs="Times New Roman"/>
          <w:sz w:val="28"/>
          <w:szCs w:val="28"/>
        </w:rPr>
        <w:t xml:space="preserve"> вищезазначених матеріалів.</w:t>
      </w:r>
    </w:p>
    <w:p w:rsidR="00D10857" w:rsidRPr="008F606A" w:rsidRDefault="00D1085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sz w:val="28"/>
          <w:szCs w:val="28"/>
        </w:rPr>
        <w:tab/>
      </w:r>
    </w:p>
    <w:p w:rsidR="00D10857" w:rsidRPr="008F606A" w:rsidRDefault="00D10857">
      <w:pPr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0857" w:rsidRPr="008F606A" w:rsidRDefault="00D10857" w:rsidP="001840B4">
      <w:pPr>
        <w:rPr>
          <w:rFonts w:ascii="Times New Roman" w:hAnsi="Times New Roman" w:cs="Times New Roman"/>
          <w:sz w:val="28"/>
          <w:szCs w:val="28"/>
        </w:rPr>
      </w:pPr>
      <w:r w:rsidRPr="008F606A"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8F606A">
        <w:rPr>
          <w:rFonts w:ascii="Times New Roman" w:hAnsi="Times New Roman" w:cs="Times New Roman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F606A">
        <w:rPr>
          <w:rFonts w:ascii="Times New Roman" w:hAnsi="Times New Roman" w:cs="Times New Roman"/>
          <w:b/>
          <w:bCs/>
          <w:sz w:val="28"/>
          <w:szCs w:val="28"/>
        </w:rPr>
        <w:t xml:space="preserve"> України</w:t>
      </w:r>
      <w:r w:rsidRPr="008F606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</w:t>
      </w:r>
    </w:p>
    <w:sectPr w:rsidR="00D10857" w:rsidRPr="008F606A" w:rsidSect="001B03E1">
      <w:pgSz w:w="12240" w:h="15840"/>
      <w:pgMar w:top="851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A5C"/>
    <w:rsid w:val="00014360"/>
    <w:rsid w:val="0003663E"/>
    <w:rsid w:val="00037CC7"/>
    <w:rsid w:val="000454DA"/>
    <w:rsid w:val="00052456"/>
    <w:rsid w:val="00063D8A"/>
    <w:rsid w:val="000866E9"/>
    <w:rsid w:val="000D3650"/>
    <w:rsid w:val="00116DAB"/>
    <w:rsid w:val="0015661B"/>
    <w:rsid w:val="00166B7A"/>
    <w:rsid w:val="00170B38"/>
    <w:rsid w:val="001840B4"/>
    <w:rsid w:val="00191313"/>
    <w:rsid w:val="001B03E1"/>
    <w:rsid w:val="00202B17"/>
    <w:rsid w:val="00266CF2"/>
    <w:rsid w:val="00291B03"/>
    <w:rsid w:val="0029482B"/>
    <w:rsid w:val="002D3035"/>
    <w:rsid w:val="002E0042"/>
    <w:rsid w:val="002F34EA"/>
    <w:rsid w:val="00342782"/>
    <w:rsid w:val="00344631"/>
    <w:rsid w:val="00354A21"/>
    <w:rsid w:val="0037298D"/>
    <w:rsid w:val="003824BB"/>
    <w:rsid w:val="003C313F"/>
    <w:rsid w:val="0040074F"/>
    <w:rsid w:val="00405DC8"/>
    <w:rsid w:val="004102B1"/>
    <w:rsid w:val="00414224"/>
    <w:rsid w:val="0041707B"/>
    <w:rsid w:val="004328A8"/>
    <w:rsid w:val="0045062E"/>
    <w:rsid w:val="0045275E"/>
    <w:rsid w:val="00480A5C"/>
    <w:rsid w:val="0049609D"/>
    <w:rsid w:val="0049726A"/>
    <w:rsid w:val="004C17EE"/>
    <w:rsid w:val="004D1A46"/>
    <w:rsid w:val="004F54F7"/>
    <w:rsid w:val="00503E06"/>
    <w:rsid w:val="00516454"/>
    <w:rsid w:val="00554B16"/>
    <w:rsid w:val="00564810"/>
    <w:rsid w:val="0056607E"/>
    <w:rsid w:val="0058552D"/>
    <w:rsid w:val="005A3C57"/>
    <w:rsid w:val="005B5A8D"/>
    <w:rsid w:val="005E2961"/>
    <w:rsid w:val="006106C8"/>
    <w:rsid w:val="00652B6A"/>
    <w:rsid w:val="006552A3"/>
    <w:rsid w:val="0065785B"/>
    <w:rsid w:val="006674BD"/>
    <w:rsid w:val="00684BF8"/>
    <w:rsid w:val="006A1D01"/>
    <w:rsid w:val="00704A8E"/>
    <w:rsid w:val="00713642"/>
    <w:rsid w:val="00714F93"/>
    <w:rsid w:val="00726D20"/>
    <w:rsid w:val="00760381"/>
    <w:rsid w:val="007726CE"/>
    <w:rsid w:val="0078392C"/>
    <w:rsid w:val="00784ABC"/>
    <w:rsid w:val="007912EF"/>
    <w:rsid w:val="007C0975"/>
    <w:rsid w:val="007C1CEE"/>
    <w:rsid w:val="007F2FB4"/>
    <w:rsid w:val="007F648A"/>
    <w:rsid w:val="008112B7"/>
    <w:rsid w:val="00825C8E"/>
    <w:rsid w:val="00837144"/>
    <w:rsid w:val="00854632"/>
    <w:rsid w:val="008706AF"/>
    <w:rsid w:val="00876695"/>
    <w:rsid w:val="008943B7"/>
    <w:rsid w:val="008B3100"/>
    <w:rsid w:val="008F606A"/>
    <w:rsid w:val="00986BC0"/>
    <w:rsid w:val="00990AAD"/>
    <w:rsid w:val="00995BD0"/>
    <w:rsid w:val="00996036"/>
    <w:rsid w:val="009A4611"/>
    <w:rsid w:val="009D1DEE"/>
    <w:rsid w:val="00A17F53"/>
    <w:rsid w:val="00A40204"/>
    <w:rsid w:val="00A43B00"/>
    <w:rsid w:val="00A600BC"/>
    <w:rsid w:val="00A656B1"/>
    <w:rsid w:val="00AC2196"/>
    <w:rsid w:val="00AD1C9D"/>
    <w:rsid w:val="00B03677"/>
    <w:rsid w:val="00B1466E"/>
    <w:rsid w:val="00B80A8D"/>
    <w:rsid w:val="00B91E7F"/>
    <w:rsid w:val="00BC3450"/>
    <w:rsid w:val="00BD6EEE"/>
    <w:rsid w:val="00BE7C74"/>
    <w:rsid w:val="00C03197"/>
    <w:rsid w:val="00C10CDF"/>
    <w:rsid w:val="00C217FD"/>
    <w:rsid w:val="00C30641"/>
    <w:rsid w:val="00C65DC5"/>
    <w:rsid w:val="00C70D22"/>
    <w:rsid w:val="00C8189C"/>
    <w:rsid w:val="00C927A6"/>
    <w:rsid w:val="00C9649B"/>
    <w:rsid w:val="00CC42BD"/>
    <w:rsid w:val="00CE68C2"/>
    <w:rsid w:val="00D10857"/>
    <w:rsid w:val="00D1269C"/>
    <w:rsid w:val="00D15242"/>
    <w:rsid w:val="00D55D21"/>
    <w:rsid w:val="00D844A1"/>
    <w:rsid w:val="00DA3AEF"/>
    <w:rsid w:val="00DC253D"/>
    <w:rsid w:val="00DD51BF"/>
    <w:rsid w:val="00E0127D"/>
    <w:rsid w:val="00E0571A"/>
    <w:rsid w:val="00E37E37"/>
    <w:rsid w:val="00E4194C"/>
    <w:rsid w:val="00E534E8"/>
    <w:rsid w:val="00EE1BB4"/>
    <w:rsid w:val="00EF1E86"/>
    <w:rsid w:val="00EF227D"/>
    <w:rsid w:val="00F2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pPr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7B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Calibri Light" w:hAnsi="Calibri Light" w:cs="Calibri Light"/>
      <w:b/>
      <w:bCs/>
      <w:kern w:val="32"/>
      <w:sz w:val="32"/>
      <w:szCs w:val="32"/>
    </w:rPr>
  </w:style>
  <w:style w:type="paragraph" w:styleId="Title">
    <w:name w:val="Title"/>
    <w:basedOn w:val="Normal"/>
    <w:link w:val="TitleChar1"/>
    <w:uiPriority w:val="99"/>
    <w:qFormat/>
    <w:locked/>
    <w:rsid w:val="00C927A6"/>
    <w:pPr>
      <w:widowControl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rsid w:val="009037B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C927A6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638</Words>
  <Characters>364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Certified Windows</dc:creator>
  <cp:keywords/>
  <dc:description/>
  <cp:lastModifiedBy>user</cp:lastModifiedBy>
  <cp:revision>3</cp:revision>
  <dcterms:created xsi:type="dcterms:W3CDTF">2020-03-20T02:46:00Z</dcterms:created>
  <dcterms:modified xsi:type="dcterms:W3CDTF">2020-03-20T03:53:00Z</dcterms:modified>
</cp:coreProperties>
</file>