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185" w:rsidRPr="00F24C7B" w:rsidRDefault="003F0185" w:rsidP="00DE72F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24C7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Pr="00F24C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3F0185" w:rsidRPr="00295FBC" w:rsidRDefault="003F0185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95F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вноситься народними</w:t>
      </w:r>
    </w:p>
    <w:p w:rsidR="003F0185" w:rsidRPr="00295FBC" w:rsidRDefault="003F0185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95F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</w:t>
      </w:r>
      <w:r w:rsidRPr="00295FBC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депутатами України</w:t>
      </w:r>
    </w:p>
    <w:p w:rsidR="003F0185" w:rsidRPr="00295FBC" w:rsidRDefault="003F0185" w:rsidP="00422E18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3F0185" w:rsidRPr="00295FBC" w:rsidRDefault="003F0185" w:rsidP="00422E1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F0185" w:rsidRPr="00295FBC" w:rsidRDefault="003F0185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F0185" w:rsidRPr="00295FBC" w:rsidRDefault="003F0185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F0185" w:rsidRPr="00295FBC" w:rsidRDefault="003F0185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F0185" w:rsidRPr="00295FBC" w:rsidRDefault="003F0185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F0185" w:rsidRPr="00295FBC" w:rsidRDefault="003F0185" w:rsidP="00422E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95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П О С Т А Н О В А</w:t>
      </w:r>
    </w:p>
    <w:p w:rsidR="003F0185" w:rsidRPr="00295FBC" w:rsidRDefault="003F0185" w:rsidP="00422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5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ВЕРХОВНОЇ РАДИ УКРАЇНИ</w:t>
      </w:r>
    </w:p>
    <w:p w:rsidR="003F0185" w:rsidRPr="00295FBC" w:rsidRDefault="003F0185" w:rsidP="00422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3F0185" w:rsidRPr="001B5B3B" w:rsidRDefault="003F0185" w:rsidP="001B5B3B">
      <w:pPr>
        <w:spacing w:after="0" w:line="240" w:lineRule="auto"/>
        <w:jc w:val="center"/>
        <w:rPr>
          <w:rStyle w:val="rvts23"/>
          <w:rFonts w:ascii="Times New Roman" w:hAnsi="Times New Roman" w:cs="Times New Roman"/>
          <w:sz w:val="28"/>
          <w:szCs w:val="28"/>
          <w:lang w:val="uk-UA"/>
        </w:rPr>
      </w:pPr>
      <w:r w:rsidRPr="001B5B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 w:rsidRPr="006945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прийняття за основу і в цілому </w:t>
      </w:r>
      <w:r w:rsidRPr="006945C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проекту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Закону України «Про </w:t>
      </w:r>
      <w:r w:rsidRPr="001B5B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внесення змін до статті 8 Закону України «Про оплату праці» </w:t>
      </w:r>
      <w:r w:rsidRPr="001B5B3B">
        <w:rPr>
          <w:rStyle w:val="rvts23"/>
          <w:rFonts w:ascii="Times New Roman" w:hAnsi="Times New Roman" w:cs="Times New Roman"/>
          <w:b/>
          <w:bCs/>
          <w:sz w:val="28"/>
          <w:szCs w:val="28"/>
          <w:lang w:val="uk-UA"/>
        </w:rPr>
        <w:t>щодо підвищення розміру оплати праці працівникам бюджетних установ освіти, науки, охорони здоров’я, культури та деяких інших бюджетних установ</w:t>
      </w:r>
      <w:r>
        <w:rPr>
          <w:rStyle w:val="rvts23"/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3F0185" w:rsidRDefault="003F0185" w:rsidP="002D51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0185" w:rsidRPr="00295FBC" w:rsidRDefault="003F0185" w:rsidP="002D51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5FBC">
        <w:rPr>
          <w:rFonts w:ascii="Times New Roman" w:hAnsi="Times New Roman" w:cs="Times New Roman"/>
          <w:sz w:val="28"/>
          <w:szCs w:val="28"/>
          <w:lang w:val="uk-UA"/>
        </w:rPr>
        <w:t xml:space="preserve">Верховна Рада України </w:t>
      </w:r>
      <w:r w:rsidRPr="005B1D5F">
        <w:rPr>
          <w:rFonts w:ascii="Times New Roman" w:hAnsi="Times New Roman" w:cs="Times New Roman"/>
          <w:b/>
          <w:bCs/>
          <w:sz w:val="28"/>
          <w:szCs w:val="28"/>
          <w:lang w:val="uk-UA"/>
        </w:rPr>
        <w:t>п о с т а н о в л я є:</w:t>
      </w:r>
    </w:p>
    <w:p w:rsidR="003F0185" w:rsidRPr="00295FBC" w:rsidRDefault="003F0185" w:rsidP="002D51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0185" w:rsidRDefault="003F0185" w:rsidP="001B5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5F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5B3B">
        <w:rPr>
          <w:rFonts w:ascii="Times New Roman" w:hAnsi="Times New Roman" w:cs="Times New Roman"/>
          <w:sz w:val="28"/>
          <w:szCs w:val="28"/>
          <w:lang w:val="uk-UA"/>
        </w:rPr>
        <w:t xml:space="preserve">1. Прийняти за основу і в цілому проект Закону України «Про внесення змін до статті 8 Закону України «Про оплату праці» </w:t>
      </w:r>
      <w:r w:rsidRPr="001B5B3B">
        <w:rPr>
          <w:rStyle w:val="rvts23"/>
          <w:rFonts w:ascii="Times New Roman" w:hAnsi="Times New Roman" w:cs="Times New Roman"/>
          <w:sz w:val="28"/>
          <w:szCs w:val="28"/>
          <w:lang w:val="uk-UA"/>
        </w:rPr>
        <w:t>щодо підвищення розміру оплати праці працівникам бюджетних установ освіти, науки, охорони здоров’я, культури та деяких інших бюджетних установ</w:t>
      </w:r>
      <w:r>
        <w:rPr>
          <w:rStyle w:val="rvts23"/>
          <w:rFonts w:ascii="Times New Roman" w:hAnsi="Times New Roman" w:cs="Times New Roman"/>
          <w:sz w:val="28"/>
          <w:szCs w:val="28"/>
          <w:lang w:val="uk-UA"/>
        </w:rPr>
        <w:t>»</w:t>
      </w:r>
      <w:r w:rsidRPr="001B5B3B">
        <w:rPr>
          <w:rFonts w:ascii="Times New Roman" w:hAnsi="Times New Roman" w:cs="Times New Roman"/>
          <w:sz w:val="28"/>
          <w:szCs w:val="28"/>
          <w:lang w:val="uk-UA"/>
        </w:rPr>
        <w:t>, поданий народними депутатами України _________________________</w:t>
      </w:r>
    </w:p>
    <w:p w:rsidR="003F0185" w:rsidRPr="001B5B3B" w:rsidRDefault="003F0185" w:rsidP="001B5B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_____________________________________________________________________.</w:t>
      </w:r>
    </w:p>
    <w:p w:rsidR="003F0185" w:rsidRPr="001B5B3B" w:rsidRDefault="003F0185" w:rsidP="001B5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kern w:val="1"/>
          <w:sz w:val="28"/>
          <w:szCs w:val="28"/>
          <w:lang w:val="uk-UA"/>
        </w:rPr>
      </w:pPr>
    </w:p>
    <w:p w:rsidR="003F0185" w:rsidRPr="00295FBC" w:rsidRDefault="003F0185" w:rsidP="00422E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F0185" w:rsidRPr="00295FBC" w:rsidRDefault="003F0185" w:rsidP="00422E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0185" w:rsidRPr="00295FBC" w:rsidRDefault="003F0185" w:rsidP="00422E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n271"/>
      <w:bookmarkEnd w:id="0"/>
      <w:r w:rsidRPr="00295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Голова Верховної Ради </w:t>
      </w:r>
    </w:p>
    <w:p w:rsidR="003F0185" w:rsidRPr="00D84590" w:rsidRDefault="003F0185" w:rsidP="00422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5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України</w:t>
      </w:r>
      <w:r w:rsidRPr="00295FB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95FB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95FB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95FB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95FB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95FB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95FB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3F0185" w:rsidRPr="00D84590" w:rsidRDefault="003F0185" w:rsidP="00422E1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F0185" w:rsidRPr="00E47CEE" w:rsidRDefault="003F0185" w:rsidP="00422E1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3F0185" w:rsidRPr="00E47CEE" w:rsidSect="00975100">
      <w:pgSz w:w="11906" w:h="16838"/>
      <w:pgMar w:top="851" w:right="746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215"/>
    <w:rsid w:val="00007C37"/>
    <w:rsid w:val="0007317B"/>
    <w:rsid w:val="0008011B"/>
    <w:rsid w:val="000927CA"/>
    <w:rsid w:val="000A118A"/>
    <w:rsid w:val="000B0767"/>
    <w:rsid w:val="000E7C8A"/>
    <w:rsid w:val="00145411"/>
    <w:rsid w:val="00163678"/>
    <w:rsid w:val="001B5B3B"/>
    <w:rsid w:val="001D3748"/>
    <w:rsid w:val="001F682F"/>
    <w:rsid w:val="0020139C"/>
    <w:rsid w:val="002366F9"/>
    <w:rsid w:val="00243B91"/>
    <w:rsid w:val="002511AB"/>
    <w:rsid w:val="00262636"/>
    <w:rsid w:val="00295FBC"/>
    <w:rsid w:val="002B17DF"/>
    <w:rsid w:val="002D3568"/>
    <w:rsid w:val="002D51B6"/>
    <w:rsid w:val="002F1808"/>
    <w:rsid w:val="003017E9"/>
    <w:rsid w:val="00305C34"/>
    <w:rsid w:val="0033396E"/>
    <w:rsid w:val="003F0185"/>
    <w:rsid w:val="00422E18"/>
    <w:rsid w:val="00425543"/>
    <w:rsid w:val="00436594"/>
    <w:rsid w:val="00465390"/>
    <w:rsid w:val="0046794F"/>
    <w:rsid w:val="004719C0"/>
    <w:rsid w:val="00471F67"/>
    <w:rsid w:val="004C14C8"/>
    <w:rsid w:val="004C2693"/>
    <w:rsid w:val="004D43B1"/>
    <w:rsid w:val="00525628"/>
    <w:rsid w:val="00530D22"/>
    <w:rsid w:val="005B1D5F"/>
    <w:rsid w:val="005C4A87"/>
    <w:rsid w:val="005D25FD"/>
    <w:rsid w:val="00635FE0"/>
    <w:rsid w:val="0069329B"/>
    <w:rsid w:val="006945CA"/>
    <w:rsid w:val="006C3FE8"/>
    <w:rsid w:val="006E2938"/>
    <w:rsid w:val="006E708C"/>
    <w:rsid w:val="00725C07"/>
    <w:rsid w:val="007377AF"/>
    <w:rsid w:val="00793448"/>
    <w:rsid w:val="007B1399"/>
    <w:rsid w:val="007C45F9"/>
    <w:rsid w:val="007D634A"/>
    <w:rsid w:val="007F53E5"/>
    <w:rsid w:val="008063DD"/>
    <w:rsid w:val="008205BB"/>
    <w:rsid w:val="00826055"/>
    <w:rsid w:val="008A2BBB"/>
    <w:rsid w:val="00930FC8"/>
    <w:rsid w:val="00974A46"/>
    <w:rsid w:val="00975100"/>
    <w:rsid w:val="009A24A7"/>
    <w:rsid w:val="009C6215"/>
    <w:rsid w:val="009F78A0"/>
    <w:rsid w:val="00A004FC"/>
    <w:rsid w:val="00A475F0"/>
    <w:rsid w:val="00A675A9"/>
    <w:rsid w:val="00AE53E5"/>
    <w:rsid w:val="00B41D99"/>
    <w:rsid w:val="00B671E3"/>
    <w:rsid w:val="00B848C0"/>
    <w:rsid w:val="00BA1B28"/>
    <w:rsid w:val="00BE37DF"/>
    <w:rsid w:val="00C03F59"/>
    <w:rsid w:val="00C13673"/>
    <w:rsid w:val="00C35F92"/>
    <w:rsid w:val="00C36039"/>
    <w:rsid w:val="00C40BC2"/>
    <w:rsid w:val="00C73897"/>
    <w:rsid w:val="00CA170A"/>
    <w:rsid w:val="00CB171A"/>
    <w:rsid w:val="00CE26F2"/>
    <w:rsid w:val="00D00336"/>
    <w:rsid w:val="00D70D3E"/>
    <w:rsid w:val="00D84590"/>
    <w:rsid w:val="00DA41E3"/>
    <w:rsid w:val="00DD1EAF"/>
    <w:rsid w:val="00DE72F5"/>
    <w:rsid w:val="00DF543C"/>
    <w:rsid w:val="00E10873"/>
    <w:rsid w:val="00E47CEE"/>
    <w:rsid w:val="00E57101"/>
    <w:rsid w:val="00E70A3B"/>
    <w:rsid w:val="00E77FAA"/>
    <w:rsid w:val="00EC6A2A"/>
    <w:rsid w:val="00F0622E"/>
    <w:rsid w:val="00F24C7B"/>
    <w:rsid w:val="00F425D3"/>
    <w:rsid w:val="00F45BA9"/>
    <w:rsid w:val="00F7380B"/>
    <w:rsid w:val="00FB76F4"/>
    <w:rsid w:val="00FC669A"/>
    <w:rsid w:val="00FD221A"/>
    <w:rsid w:val="00FE7664"/>
    <w:rsid w:val="00FF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C6215"/>
    <w:pPr>
      <w:spacing w:after="200" w:line="276" w:lineRule="auto"/>
    </w:pPr>
    <w:rPr>
      <w:rFonts w:ascii="Calibri" w:hAnsi="Calibri"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Вид документа"/>
    <w:basedOn w:val="Normal"/>
    <w:next w:val="Normal"/>
    <w:uiPriority w:val="99"/>
    <w:rsid w:val="009C6215"/>
    <w:pPr>
      <w:keepNext/>
      <w:keepLines/>
      <w:spacing w:after="240" w:line="240" w:lineRule="auto"/>
      <w:jc w:val="right"/>
    </w:pPr>
    <w:rPr>
      <w:rFonts w:ascii="Antiqua" w:hAnsi="Antiqua" w:cs="Antiqua"/>
      <w:spacing w:val="20"/>
      <w:sz w:val="26"/>
      <w:szCs w:val="26"/>
      <w:lang w:val="uk-UA" w:eastAsia="ru-RU"/>
    </w:rPr>
  </w:style>
  <w:style w:type="character" w:styleId="Hyperlink">
    <w:name w:val="Hyperlink"/>
    <w:basedOn w:val="DefaultParagraphFont"/>
    <w:uiPriority w:val="99"/>
    <w:rsid w:val="009C6215"/>
    <w:rPr>
      <w:color w:val="auto"/>
      <w:u w:val="single"/>
    </w:rPr>
  </w:style>
  <w:style w:type="character" w:customStyle="1" w:styleId="rvts9">
    <w:name w:val="rvts9"/>
    <w:basedOn w:val="DefaultParagraphFont"/>
    <w:uiPriority w:val="99"/>
    <w:rsid w:val="005D25FD"/>
    <w:rPr>
      <w:rFonts w:ascii="Times New Roman" w:hAnsi="Times New Roman" w:cs="Times New Roman"/>
    </w:rPr>
  </w:style>
  <w:style w:type="character" w:customStyle="1" w:styleId="rvts23">
    <w:name w:val="rvts23"/>
    <w:uiPriority w:val="99"/>
    <w:rsid w:val="007D6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42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739</Words>
  <Characters>422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pokotylo-o</dc:creator>
  <cp:keywords/>
  <dc:description/>
  <cp:lastModifiedBy>user</cp:lastModifiedBy>
  <cp:revision>3</cp:revision>
  <cp:lastPrinted>2015-07-21T15:04:00Z</cp:lastPrinted>
  <dcterms:created xsi:type="dcterms:W3CDTF">2020-03-19T18:52:00Z</dcterms:created>
  <dcterms:modified xsi:type="dcterms:W3CDTF">2020-03-19T18:52:00Z</dcterms:modified>
</cp:coreProperties>
</file>