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1A9D" w:rsidRPr="00A019E9" w:rsidRDefault="007E1A9D" w:rsidP="00E81459">
      <w:pPr>
        <w:pStyle w:val="Logotip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  <w:r w:rsidRPr="00A019E9">
        <w:rPr>
          <w:rFonts w:ascii="Times New Roman" w:hAnsi="Times New Roman" w:cs="Times New Roman"/>
          <w:noProof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4.5pt;height:45pt;visibility:visible">
            <v:imagedata r:id="rId4" o:title=""/>
          </v:shape>
        </w:pict>
      </w:r>
    </w:p>
    <w:p w:rsidR="007E1A9D" w:rsidRPr="00A019E9" w:rsidRDefault="007E1A9D" w:rsidP="00E81459">
      <w:pPr>
        <w:pStyle w:val="Adres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</w:p>
    <w:p w:rsidR="007E1A9D" w:rsidRPr="00A019E9" w:rsidRDefault="007E1A9D" w:rsidP="00E81459">
      <w:pPr>
        <w:pStyle w:val="Adres"/>
        <w:rPr>
          <w:rFonts w:ascii="Times New Roman" w:hAnsi="Times New Roman" w:cs="Times New Roman"/>
          <w:b/>
          <w:bCs/>
          <w:sz w:val="32"/>
          <w:szCs w:val="32"/>
          <w:lang w:val="uk-UA"/>
        </w:rPr>
      </w:pPr>
      <w:r w:rsidRPr="00A019E9">
        <w:rPr>
          <w:rFonts w:ascii="Times New Roman" w:hAnsi="Times New Roman" w:cs="Times New Roman"/>
          <w:b/>
          <w:bCs/>
          <w:sz w:val="32"/>
          <w:szCs w:val="32"/>
          <w:lang w:val="uk-UA"/>
        </w:rPr>
        <w:t>НАРОДНИЙ ДЕПУТАТ УКРАЇНИ</w:t>
      </w:r>
    </w:p>
    <w:p w:rsidR="007E1A9D" w:rsidRPr="00A019E9" w:rsidRDefault="007E1A9D" w:rsidP="00E81459">
      <w:pPr>
        <w:jc w:val="both"/>
        <w:rPr>
          <w:b/>
          <w:bCs/>
        </w:rPr>
      </w:pPr>
      <w:r>
        <w:rPr>
          <w:noProof/>
        </w:rPr>
        <w:pict>
          <v:line id="Line 17" o:spid="_x0000_s1026" style="position:absolute;left:0;text-align:left;flip:y;z-index:-251658240;visibility:visible;mso-position-horizontal:right;mso-position-horizontal-relative:margin" from="431pt,3.05pt" to="902pt,6.05pt" strokeweight="1.06mm">
            <v:stroke joinstyle="miter"/>
            <w10:wrap anchorx="margin"/>
          </v:line>
        </w:pict>
      </w:r>
    </w:p>
    <w:p w:rsidR="007E1A9D" w:rsidRPr="00E81459" w:rsidRDefault="007E1A9D" w:rsidP="00E81459">
      <w:pPr>
        <w:tabs>
          <w:tab w:val="left" w:pos="5245"/>
          <w:tab w:val="right" w:pos="9355"/>
        </w:tabs>
        <w:spacing w:before="240"/>
        <w:jc w:val="both"/>
        <w:rPr>
          <w:sz w:val="28"/>
          <w:szCs w:val="28"/>
        </w:rPr>
      </w:pPr>
      <w:r w:rsidRPr="00E81459">
        <w:rPr>
          <w:b/>
          <w:bCs/>
          <w:sz w:val="28"/>
          <w:szCs w:val="28"/>
        </w:rPr>
        <w:t>№ _____________</w:t>
      </w:r>
      <w:r>
        <w:rPr>
          <w:b/>
          <w:bCs/>
          <w:sz w:val="28"/>
          <w:szCs w:val="28"/>
        </w:rPr>
        <w:t>_</w:t>
      </w:r>
      <w:r>
        <w:rPr>
          <w:b/>
          <w:bCs/>
          <w:sz w:val="28"/>
          <w:szCs w:val="28"/>
        </w:rPr>
        <w:tab/>
        <w:t>«______» ________________20</w:t>
      </w:r>
      <w:r w:rsidRPr="00B03D35">
        <w:rPr>
          <w:b/>
          <w:bCs/>
          <w:sz w:val="28"/>
          <w:szCs w:val="28"/>
          <w:lang w:val="ru-RU"/>
        </w:rPr>
        <w:t>20</w:t>
      </w:r>
      <w:r>
        <w:rPr>
          <w:b/>
          <w:bCs/>
          <w:sz w:val="28"/>
          <w:szCs w:val="28"/>
        </w:rPr>
        <w:t> </w:t>
      </w:r>
      <w:r w:rsidRPr="00E81459">
        <w:rPr>
          <w:b/>
          <w:bCs/>
          <w:sz w:val="28"/>
          <w:szCs w:val="28"/>
        </w:rPr>
        <w:t>р.</w:t>
      </w:r>
    </w:p>
    <w:p w:rsidR="007E1A9D" w:rsidRPr="00E81459" w:rsidRDefault="007E1A9D" w:rsidP="00E81459">
      <w:pPr>
        <w:spacing w:before="1200" w:after="360"/>
        <w:jc w:val="right"/>
        <w:rPr>
          <w:b/>
          <w:bCs/>
          <w:snapToGrid w:val="0"/>
          <w:sz w:val="28"/>
          <w:szCs w:val="28"/>
        </w:rPr>
      </w:pPr>
      <w:r w:rsidRPr="00E81459">
        <w:rPr>
          <w:b/>
          <w:bCs/>
          <w:snapToGrid w:val="0"/>
          <w:sz w:val="28"/>
          <w:szCs w:val="28"/>
        </w:rPr>
        <w:t>ВЕРХОВНА РАДА УКРАЇНИ</w:t>
      </w:r>
    </w:p>
    <w:p w:rsidR="007E1A9D" w:rsidRPr="001F3625" w:rsidRDefault="007E1A9D" w:rsidP="001F362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3625">
        <w:rPr>
          <w:rFonts w:ascii="Times New Roman" w:hAnsi="Times New Roman" w:cs="Times New Roman"/>
          <w:sz w:val="28"/>
          <w:szCs w:val="28"/>
        </w:rPr>
        <w:t xml:space="preserve">Відповідно до статті 93 Конституції України в порядку законодавчої ініціативи вноситься на розгляд Верховної Ради України проект Закону України «Про внесення змін до </w:t>
      </w:r>
      <w:r w:rsidRPr="001F3625">
        <w:rPr>
          <w:rFonts w:ascii="Times New Roman" w:hAnsi="Times New Roman" w:cs="Times New Roman"/>
          <w:color w:val="000000"/>
          <w:sz w:val="28"/>
          <w:szCs w:val="28"/>
        </w:rPr>
        <w:t>Закону України «Про Державний бюджет України на 20</w:t>
      </w:r>
      <w:r w:rsidRPr="006C1A4A">
        <w:rPr>
          <w:rFonts w:ascii="Times New Roman" w:hAnsi="Times New Roman" w:cs="Times New Roman"/>
          <w:color w:val="000000"/>
          <w:sz w:val="28"/>
          <w:szCs w:val="28"/>
        </w:rPr>
        <w:t>20</w:t>
      </w:r>
      <w:r w:rsidRPr="001F3625">
        <w:rPr>
          <w:rFonts w:ascii="Times New Roman" w:hAnsi="Times New Roman" w:cs="Times New Roman"/>
          <w:color w:val="000000"/>
          <w:sz w:val="28"/>
          <w:szCs w:val="28"/>
        </w:rPr>
        <w:t xml:space="preserve"> рік» </w:t>
      </w:r>
      <w:r w:rsidRPr="001F3625">
        <w:rPr>
          <w:rFonts w:ascii="Times New Roman" w:hAnsi="Times New Roman" w:cs="Times New Roman"/>
          <w:sz w:val="28"/>
          <w:szCs w:val="28"/>
        </w:rPr>
        <w:t>щодо підвищення розміру мінімальної пенсії до розміру фактичного прожиткового мінімуму для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1311B4">
        <w:rPr>
          <w:rFonts w:ascii="Times New Roman" w:hAnsi="Times New Roman" w:cs="Times New Roman"/>
          <w:sz w:val="28"/>
          <w:szCs w:val="28"/>
        </w:rPr>
        <w:t>пенсіонерів та осіб з інвалідністю</w:t>
      </w:r>
      <w:r w:rsidRPr="001F3625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Pr="001F3625">
        <w:rPr>
          <w:rFonts w:ascii="Times New Roman" w:hAnsi="Times New Roman" w:cs="Times New Roman"/>
          <w:sz w:val="28"/>
          <w:szCs w:val="28"/>
        </w:rPr>
        <w:t>.</w:t>
      </w:r>
    </w:p>
    <w:p w:rsidR="007E1A9D" w:rsidRPr="00CB2BB8" w:rsidRDefault="007E1A9D" w:rsidP="006A1B91">
      <w:pPr>
        <w:spacing w:after="48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B2BB8">
        <w:rPr>
          <w:rFonts w:ascii="Times New Roman" w:hAnsi="Times New Roman" w:cs="Times New Roman"/>
          <w:sz w:val="28"/>
          <w:szCs w:val="28"/>
        </w:rPr>
        <w:t xml:space="preserve">Доповідати законопроект на </w:t>
      </w:r>
      <w:r>
        <w:rPr>
          <w:rFonts w:ascii="Times New Roman" w:hAnsi="Times New Roman" w:cs="Times New Roman"/>
          <w:sz w:val="28"/>
          <w:szCs w:val="28"/>
        </w:rPr>
        <w:t xml:space="preserve">пленарному </w:t>
      </w:r>
      <w:r w:rsidRPr="00CB2BB8">
        <w:rPr>
          <w:rFonts w:ascii="Times New Roman" w:hAnsi="Times New Roman" w:cs="Times New Roman"/>
          <w:sz w:val="28"/>
          <w:szCs w:val="28"/>
        </w:rPr>
        <w:t>засіданні Верховної Ради України буде народний депутат України</w:t>
      </w:r>
      <w:r>
        <w:rPr>
          <w:rFonts w:ascii="Times New Roman" w:hAnsi="Times New Roman" w:cs="Times New Roman"/>
          <w:sz w:val="28"/>
          <w:szCs w:val="28"/>
        </w:rPr>
        <w:t xml:space="preserve"> _______</w:t>
      </w:r>
      <w:r w:rsidRPr="00CB2BB8">
        <w:rPr>
          <w:rFonts w:ascii="Times New Roman" w:hAnsi="Times New Roman" w:cs="Times New Roman"/>
          <w:sz w:val="28"/>
          <w:szCs w:val="28"/>
        </w:rPr>
        <w:t>____</w:t>
      </w:r>
      <w:r>
        <w:rPr>
          <w:rFonts w:ascii="Times New Roman" w:hAnsi="Times New Roman" w:cs="Times New Roman"/>
          <w:sz w:val="28"/>
          <w:szCs w:val="28"/>
        </w:rPr>
        <w:t>____________________</w:t>
      </w:r>
      <w:r w:rsidRPr="00CB2BB8">
        <w:rPr>
          <w:rFonts w:ascii="Times New Roman" w:hAnsi="Times New Roman" w:cs="Times New Roman"/>
          <w:sz w:val="28"/>
          <w:szCs w:val="28"/>
        </w:rPr>
        <w:t>__.</w:t>
      </w:r>
    </w:p>
    <w:p w:rsidR="007E1A9D" w:rsidRPr="00CB2BB8" w:rsidRDefault="007E1A9D" w:rsidP="00990AAD">
      <w:pPr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Додатки:</w:t>
      </w:r>
    </w:p>
    <w:p w:rsidR="007E1A9D" w:rsidRPr="00CB2BB8" w:rsidRDefault="007E1A9D" w:rsidP="00990AAD">
      <w:pPr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CB2BB8">
        <w:rPr>
          <w:rFonts w:ascii="Times New Roman" w:hAnsi="Times New Roman" w:cs="Times New Roman"/>
          <w:sz w:val="28"/>
          <w:szCs w:val="28"/>
        </w:rPr>
        <w:t>1) проект Закону України на 1 арк.;</w:t>
      </w:r>
    </w:p>
    <w:p w:rsidR="007E1A9D" w:rsidRPr="00CB2BB8" w:rsidRDefault="007E1A9D" w:rsidP="00990AAD">
      <w:pPr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CB2BB8">
        <w:rPr>
          <w:rFonts w:ascii="Times New Roman" w:hAnsi="Times New Roman" w:cs="Times New Roman"/>
          <w:sz w:val="28"/>
          <w:szCs w:val="28"/>
        </w:rPr>
        <w:t>2) пояснювальна записка до проекту на 2 арк.;</w:t>
      </w:r>
    </w:p>
    <w:p w:rsidR="007E1A9D" w:rsidRPr="00CB2BB8" w:rsidRDefault="007E1A9D" w:rsidP="00990AAD">
      <w:pPr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CB2BB8">
        <w:rPr>
          <w:rFonts w:ascii="Times New Roman" w:hAnsi="Times New Roman" w:cs="Times New Roman"/>
          <w:sz w:val="28"/>
          <w:szCs w:val="28"/>
        </w:rPr>
        <w:t>3) порівняльна таблиця на 1</w:t>
      </w:r>
      <w:r w:rsidRPr="00CB2BB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CB2BB8">
        <w:rPr>
          <w:rFonts w:ascii="Times New Roman" w:hAnsi="Times New Roman" w:cs="Times New Roman"/>
          <w:sz w:val="28"/>
          <w:szCs w:val="28"/>
        </w:rPr>
        <w:t>арк.;</w:t>
      </w:r>
    </w:p>
    <w:p w:rsidR="007E1A9D" w:rsidRPr="00CB2BB8" w:rsidRDefault="007E1A9D" w:rsidP="00990AAD">
      <w:pPr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CB2BB8">
        <w:rPr>
          <w:rFonts w:ascii="Times New Roman" w:hAnsi="Times New Roman" w:cs="Times New Roman"/>
          <w:sz w:val="28"/>
          <w:szCs w:val="28"/>
        </w:rPr>
        <w:t>4) проект Постанови Верховної Ради України на 1 арк.;</w:t>
      </w:r>
    </w:p>
    <w:p w:rsidR="007E1A9D" w:rsidRDefault="007E1A9D" w:rsidP="006A1B91">
      <w:pPr>
        <w:spacing w:after="360"/>
        <w:ind w:firstLine="697"/>
        <w:jc w:val="both"/>
        <w:rPr>
          <w:rFonts w:ascii="Times New Roman" w:hAnsi="Times New Roman" w:cs="Times New Roman"/>
          <w:sz w:val="28"/>
          <w:szCs w:val="28"/>
        </w:rPr>
      </w:pPr>
      <w:r w:rsidRPr="00CB2BB8">
        <w:rPr>
          <w:rFonts w:ascii="Times New Roman" w:hAnsi="Times New Roman" w:cs="Times New Roman"/>
          <w:sz w:val="28"/>
          <w:szCs w:val="28"/>
          <w:lang w:val="ru-RU"/>
        </w:rPr>
        <w:t>5</w:t>
      </w:r>
      <w:r>
        <w:rPr>
          <w:rFonts w:ascii="Times New Roman" w:hAnsi="Times New Roman" w:cs="Times New Roman"/>
          <w:sz w:val="28"/>
          <w:szCs w:val="28"/>
        </w:rPr>
        <w:t>) електронні копії</w:t>
      </w:r>
      <w:r w:rsidRPr="00CB2BB8">
        <w:rPr>
          <w:rFonts w:ascii="Times New Roman" w:hAnsi="Times New Roman" w:cs="Times New Roman"/>
          <w:sz w:val="28"/>
          <w:szCs w:val="28"/>
        </w:rPr>
        <w:t xml:space="preserve"> вищезазначених матеріалів.</w:t>
      </w:r>
    </w:p>
    <w:p w:rsidR="007E1A9D" w:rsidRDefault="007E1A9D" w:rsidP="001840B4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CB2BB8">
        <w:rPr>
          <w:rFonts w:ascii="Times New Roman" w:hAnsi="Times New Roman" w:cs="Times New Roman"/>
          <w:b/>
          <w:bCs/>
          <w:sz w:val="28"/>
          <w:szCs w:val="28"/>
        </w:rPr>
        <w:t>Народн</w:t>
      </w:r>
      <w:r>
        <w:rPr>
          <w:rFonts w:ascii="Times New Roman" w:hAnsi="Times New Roman" w:cs="Times New Roman"/>
          <w:b/>
          <w:bCs/>
          <w:sz w:val="28"/>
          <w:szCs w:val="28"/>
        </w:rPr>
        <w:t>і</w:t>
      </w:r>
      <w:r w:rsidRPr="00CB2BB8">
        <w:rPr>
          <w:rFonts w:ascii="Times New Roman" w:hAnsi="Times New Roman" w:cs="Times New Roman"/>
          <w:b/>
          <w:bCs/>
          <w:sz w:val="28"/>
          <w:szCs w:val="28"/>
        </w:rPr>
        <w:t xml:space="preserve"> депутат</w:t>
      </w:r>
      <w:r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Pr="00CB2BB8">
        <w:rPr>
          <w:rFonts w:ascii="Times New Roman" w:hAnsi="Times New Roman" w:cs="Times New Roman"/>
          <w:b/>
          <w:bCs/>
          <w:sz w:val="28"/>
          <w:szCs w:val="28"/>
        </w:rPr>
        <w:t xml:space="preserve"> Укра</w:t>
      </w:r>
      <w:r>
        <w:rPr>
          <w:rFonts w:ascii="Times New Roman" w:hAnsi="Times New Roman" w:cs="Times New Roman"/>
          <w:b/>
          <w:bCs/>
          <w:sz w:val="28"/>
          <w:szCs w:val="28"/>
        </w:rPr>
        <w:t>їни</w:t>
      </w:r>
    </w:p>
    <w:sectPr w:rsidR="007E1A9D" w:rsidSect="001B03E1">
      <w:pgSz w:w="12240" w:h="15840"/>
      <w:pgMar w:top="851" w:right="850" w:bottom="1134" w:left="1701" w:header="708" w:footer="708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es New Roman CYR">
    <w:altName w:val="Times New Roman"/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altName w:val="Palatino Linotype"/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altName w:val="Century Gothic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eterburg">
    <w:altName w:val="Courier New"/>
    <w:panose1 w:val="00000000000000000000"/>
    <w:charset w:val="CC"/>
    <w:family w:val="roman"/>
    <w:notTrueType/>
    <w:pitch w:val="default"/>
    <w:sig w:usb0="00000203" w:usb1="00000000" w:usb2="00000000" w:usb3="00000000" w:csb0="00000005" w:csb1="00000000"/>
  </w:font>
  <w:font w:name="SimSun">
    <w:altName w:val="????????§ЮЎм§Ў?Ўм§А?§Ю???Ўм§А?§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ragmatica">
    <w:altName w:val="Arial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08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80A5C"/>
    <w:rsid w:val="00014360"/>
    <w:rsid w:val="00030A69"/>
    <w:rsid w:val="0003663E"/>
    <w:rsid w:val="00037CC7"/>
    <w:rsid w:val="000436A5"/>
    <w:rsid w:val="000454DA"/>
    <w:rsid w:val="00052456"/>
    <w:rsid w:val="00064519"/>
    <w:rsid w:val="00084A76"/>
    <w:rsid w:val="000866E9"/>
    <w:rsid w:val="000D3650"/>
    <w:rsid w:val="00116DAB"/>
    <w:rsid w:val="001311B4"/>
    <w:rsid w:val="0015661B"/>
    <w:rsid w:val="00166B7A"/>
    <w:rsid w:val="00170B38"/>
    <w:rsid w:val="001840B4"/>
    <w:rsid w:val="0018476E"/>
    <w:rsid w:val="00191313"/>
    <w:rsid w:val="001A3E39"/>
    <w:rsid w:val="001B03E1"/>
    <w:rsid w:val="001F3625"/>
    <w:rsid w:val="001F58EB"/>
    <w:rsid w:val="00202B17"/>
    <w:rsid w:val="00207153"/>
    <w:rsid w:val="00266CF2"/>
    <w:rsid w:val="00291B03"/>
    <w:rsid w:val="0029482B"/>
    <w:rsid w:val="002B4D12"/>
    <w:rsid w:val="002E0042"/>
    <w:rsid w:val="002E59AA"/>
    <w:rsid w:val="0030528B"/>
    <w:rsid w:val="00344631"/>
    <w:rsid w:val="00354A21"/>
    <w:rsid w:val="0037298D"/>
    <w:rsid w:val="003824BB"/>
    <w:rsid w:val="003C313F"/>
    <w:rsid w:val="00405DC8"/>
    <w:rsid w:val="004102B1"/>
    <w:rsid w:val="00414224"/>
    <w:rsid w:val="0041707B"/>
    <w:rsid w:val="00431512"/>
    <w:rsid w:val="004328A8"/>
    <w:rsid w:val="0045062E"/>
    <w:rsid w:val="0045275E"/>
    <w:rsid w:val="00480A5C"/>
    <w:rsid w:val="00486629"/>
    <w:rsid w:val="0049609D"/>
    <w:rsid w:val="0049726A"/>
    <w:rsid w:val="004C17EE"/>
    <w:rsid w:val="004F54F7"/>
    <w:rsid w:val="00501905"/>
    <w:rsid w:val="00503E06"/>
    <w:rsid w:val="00516454"/>
    <w:rsid w:val="00554B16"/>
    <w:rsid w:val="00564810"/>
    <w:rsid w:val="0056607E"/>
    <w:rsid w:val="00567ACF"/>
    <w:rsid w:val="0058552D"/>
    <w:rsid w:val="005A3C57"/>
    <w:rsid w:val="005A6066"/>
    <w:rsid w:val="005B0060"/>
    <w:rsid w:val="005B52D9"/>
    <w:rsid w:val="005B5A8D"/>
    <w:rsid w:val="005E2961"/>
    <w:rsid w:val="005F5E72"/>
    <w:rsid w:val="006106C8"/>
    <w:rsid w:val="0063168C"/>
    <w:rsid w:val="006552A3"/>
    <w:rsid w:val="0065785B"/>
    <w:rsid w:val="00666B52"/>
    <w:rsid w:val="006674BD"/>
    <w:rsid w:val="00684BF8"/>
    <w:rsid w:val="006A1B91"/>
    <w:rsid w:val="006C1A4A"/>
    <w:rsid w:val="006E65D4"/>
    <w:rsid w:val="00713642"/>
    <w:rsid w:val="00714F93"/>
    <w:rsid w:val="0071774E"/>
    <w:rsid w:val="00760381"/>
    <w:rsid w:val="007726CE"/>
    <w:rsid w:val="0078392C"/>
    <w:rsid w:val="00784ABC"/>
    <w:rsid w:val="0078567F"/>
    <w:rsid w:val="007912EF"/>
    <w:rsid w:val="007A4BEF"/>
    <w:rsid w:val="007C0975"/>
    <w:rsid w:val="007E1A9D"/>
    <w:rsid w:val="007F2FB4"/>
    <w:rsid w:val="008112B7"/>
    <w:rsid w:val="00825C8E"/>
    <w:rsid w:val="00854632"/>
    <w:rsid w:val="00861FB8"/>
    <w:rsid w:val="008706AF"/>
    <w:rsid w:val="00876695"/>
    <w:rsid w:val="008943B7"/>
    <w:rsid w:val="008D1B51"/>
    <w:rsid w:val="008E72FE"/>
    <w:rsid w:val="009276FD"/>
    <w:rsid w:val="009721C4"/>
    <w:rsid w:val="00990AAD"/>
    <w:rsid w:val="00995BD0"/>
    <w:rsid w:val="00996036"/>
    <w:rsid w:val="009A4611"/>
    <w:rsid w:val="009D1DEE"/>
    <w:rsid w:val="00A019E9"/>
    <w:rsid w:val="00A17F53"/>
    <w:rsid w:val="00A212AF"/>
    <w:rsid w:val="00A40204"/>
    <w:rsid w:val="00A43B00"/>
    <w:rsid w:val="00A600BC"/>
    <w:rsid w:val="00A656B1"/>
    <w:rsid w:val="00AC2196"/>
    <w:rsid w:val="00AD1C9D"/>
    <w:rsid w:val="00B03677"/>
    <w:rsid w:val="00B03D35"/>
    <w:rsid w:val="00B302A9"/>
    <w:rsid w:val="00B77BF8"/>
    <w:rsid w:val="00B80A8D"/>
    <w:rsid w:val="00B91E7F"/>
    <w:rsid w:val="00B920D1"/>
    <w:rsid w:val="00BA687B"/>
    <w:rsid w:val="00BC3450"/>
    <w:rsid w:val="00BE59BE"/>
    <w:rsid w:val="00BE7C74"/>
    <w:rsid w:val="00C03197"/>
    <w:rsid w:val="00C10CDF"/>
    <w:rsid w:val="00C16BCD"/>
    <w:rsid w:val="00C217FD"/>
    <w:rsid w:val="00C30641"/>
    <w:rsid w:val="00C33C3A"/>
    <w:rsid w:val="00C65DC5"/>
    <w:rsid w:val="00C70D22"/>
    <w:rsid w:val="00C8189C"/>
    <w:rsid w:val="00C927A6"/>
    <w:rsid w:val="00C9649B"/>
    <w:rsid w:val="00CB2BB8"/>
    <w:rsid w:val="00CC10F0"/>
    <w:rsid w:val="00CC42BD"/>
    <w:rsid w:val="00CE68C2"/>
    <w:rsid w:val="00D1269C"/>
    <w:rsid w:val="00D128ED"/>
    <w:rsid w:val="00D15242"/>
    <w:rsid w:val="00D96595"/>
    <w:rsid w:val="00DA3AEF"/>
    <w:rsid w:val="00DD51BF"/>
    <w:rsid w:val="00E0127D"/>
    <w:rsid w:val="00E0571A"/>
    <w:rsid w:val="00E37E37"/>
    <w:rsid w:val="00E4194C"/>
    <w:rsid w:val="00E534E8"/>
    <w:rsid w:val="00E65DE6"/>
    <w:rsid w:val="00E81459"/>
    <w:rsid w:val="00EE1BB4"/>
    <w:rsid w:val="00EF1E86"/>
    <w:rsid w:val="00EF227D"/>
    <w:rsid w:val="00F05604"/>
    <w:rsid w:val="00F26B5D"/>
    <w:rsid w:val="00FB62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semiHidden="0" w:uiPriority="0" w:unhideWhenUsed="0"/>
    <w:lsdException w:name="List 2" w:locked="1"/>
    <w:lsdException w:name="List 3" w:locked="1"/>
    <w:lsdException w:name="List 4" w:semiHidden="0" w:uiPriority="0" w:unhideWhenUsed="0"/>
    <w:lsdException w:name="List 5" w:semiHidden="0" w:uiPriority="0" w:unhideWhenUsed="0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</w:pPr>
    <w:rPr>
      <w:rFonts w:ascii="Times New Roman CYR" w:hAnsi="Times New Roman CYR" w:cs="Times New Roman CYR"/>
      <w:sz w:val="24"/>
      <w:szCs w:val="24"/>
    </w:rPr>
  </w:style>
  <w:style w:type="paragraph" w:styleId="Heading1">
    <w:name w:val="heading 1"/>
    <w:basedOn w:val="Normal"/>
    <w:next w:val="Normal"/>
    <w:link w:val="Heading1Char1"/>
    <w:uiPriority w:val="99"/>
    <w:qFormat/>
    <w:pPr>
      <w:outlineLvl w:val="0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D6FB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1Char1">
    <w:name w:val="Heading 1 Char1"/>
    <w:basedOn w:val="DefaultParagraphFont"/>
    <w:link w:val="Heading1"/>
    <w:uiPriority w:val="99"/>
    <w:locked/>
    <w:rPr>
      <w:rFonts w:ascii="Calibri Light" w:hAnsi="Calibri Light" w:cs="Calibri Light"/>
      <w:b/>
      <w:bCs/>
      <w:kern w:val="32"/>
      <w:sz w:val="32"/>
      <w:szCs w:val="32"/>
    </w:rPr>
  </w:style>
  <w:style w:type="paragraph" w:styleId="Title">
    <w:name w:val="Title"/>
    <w:basedOn w:val="Normal"/>
    <w:link w:val="TitleChar1"/>
    <w:uiPriority w:val="99"/>
    <w:qFormat/>
    <w:locked/>
    <w:rsid w:val="00C927A6"/>
    <w:pPr>
      <w:widowControl/>
      <w:autoSpaceDE/>
      <w:autoSpaceDN/>
      <w:adjustRightInd/>
      <w:jc w:val="center"/>
    </w:pPr>
    <w:rPr>
      <w:rFonts w:ascii="Cambria" w:hAnsi="Cambria" w:cs="Cambria"/>
      <w:b/>
      <w:bCs/>
      <w:kern w:val="28"/>
      <w:sz w:val="32"/>
      <w:szCs w:val="32"/>
      <w:lang w:val="ru-RU" w:eastAsia="ru-RU"/>
    </w:rPr>
  </w:style>
  <w:style w:type="character" w:customStyle="1" w:styleId="TitleChar">
    <w:name w:val="Title Char"/>
    <w:basedOn w:val="DefaultParagraphFont"/>
    <w:link w:val="Title"/>
    <w:uiPriority w:val="10"/>
    <w:rsid w:val="009D6FBB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TitleChar1">
    <w:name w:val="Title Char1"/>
    <w:basedOn w:val="DefaultParagraphFont"/>
    <w:link w:val="Title"/>
    <w:uiPriority w:val="99"/>
    <w:locked/>
    <w:rsid w:val="00C927A6"/>
    <w:rPr>
      <w:rFonts w:ascii="Cambria" w:hAnsi="Cambria" w:cs="Cambria"/>
      <w:b/>
      <w:bCs/>
      <w:kern w:val="28"/>
      <w:sz w:val="32"/>
      <w:szCs w:val="32"/>
    </w:rPr>
  </w:style>
  <w:style w:type="paragraph" w:styleId="BalloonText">
    <w:name w:val="Balloon Text"/>
    <w:basedOn w:val="Normal"/>
    <w:link w:val="BalloonTextChar1"/>
    <w:uiPriority w:val="99"/>
    <w:semiHidden/>
    <w:locked/>
    <w:rsid w:val="0030528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6FBB"/>
    <w:rPr>
      <w:rFonts w:ascii="Times New Roman" w:hAnsi="Times New Roman" w:cs="Times New Roman"/>
      <w:sz w:val="0"/>
      <w:szCs w:val="0"/>
    </w:rPr>
  </w:style>
  <w:style w:type="character" w:customStyle="1" w:styleId="BalloonTextChar1">
    <w:name w:val="Balloon Text Char1"/>
    <w:basedOn w:val="DefaultParagraphFont"/>
    <w:link w:val="BalloonText"/>
    <w:uiPriority w:val="99"/>
    <w:locked/>
    <w:rsid w:val="0030528B"/>
    <w:rPr>
      <w:rFonts w:ascii="Segoe UI" w:hAnsi="Segoe UI" w:cs="Segoe UI"/>
      <w:sz w:val="18"/>
      <w:szCs w:val="18"/>
    </w:rPr>
  </w:style>
  <w:style w:type="paragraph" w:customStyle="1" w:styleId="Logotip">
    <w:name w:val="Logotip"/>
    <w:basedOn w:val="Normal"/>
    <w:uiPriority w:val="99"/>
    <w:rsid w:val="00E81459"/>
    <w:pPr>
      <w:suppressAutoHyphens/>
      <w:autoSpaceDE/>
      <w:autoSpaceDN/>
      <w:adjustRightInd/>
      <w:jc w:val="center"/>
    </w:pPr>
    <w:rPr>
      <w:rFonts w:ascii="Peterburg" w:eastAsia="SimSun" w:hAnsi="Peterburg" w:cs="Peterburg"/>
      <w:color w:val="00000A"/>
      <w:kern w:val="2"/>
      <w:sz w:val="28"/>
      <w:szCs w:val="28"/>
      <w:lang w:val="en-US" w:eastAsia="zh-CN"/>
    </w:rPr>
  </w:style>
  <w:style w:type="paragraph" w:customStyle="1" w:styleId="Adres">
    <w:name w:val="Adres"/>
    <w:basedOn w:val="Normal"/>
    <w:uiPriority w:val="99"/>
    <w:rsid w:val="00E81459"/>
    <w:pPr>
      <w:suppressAutoHyphens/>
      <w:autoSpaceDE/>
      <w:autoSpaceDN/>
      <w:adjustRightInd/>
      <w:jc w:val="center"/>
    </w:pPr>
    <w:rPr>
      <w:rFonts w:ascii="Pragmatica" w:eastAsia="SimSun" w:hAnsi="Pragmatica" w:cs="Pragmatica"/>
      <w:color w:val="00000A"/>
      <w:kern w:val="2"/>
      <w:sz w:val="16"/>
      <w:szCs w:val="16"/>
      <w:lang w:val="en-US"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7302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3026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302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302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1</Pages>
  <Words>535</Words>
  <Characters>306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Certified Windows</dc:creator>
  <cp:keywords/>
  <dc:description/>
  <cp:lastModifiedBy>user</cp:lastModifiedBy>
  <cp:revision>3</cp:revision>
  <cp:lastPrinted>2019-08-21T09:02:00Z</cp:lastPrinted>
  <dcterms:created xsi:type="dcterms:W3CDTF">2020-03-19T17:15:00Z</dcterms:created>
  <dcterms:modified xsi:type="dcterms:W3CDTF">2020-03-19T17:15:00Z</dcterms:modified>
</cp:coreProperties>
</file>