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16" w:rsidRDefault="00742B16" w:rsidP="005B46AF">
      <w:pPr>
        <w:shd w:val="clear" w:color="auto" w:fill="FFFFFF"/>
        <w:spacing w:after="0" w:line="240" w:lineRule="auto"/>
        <w:ind w:left="7371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742B16" w:rsidRDefault="00742B16" w:rsidP="005B46AF">
      <w:pPr>
        <w:shd w:val="clear" w:color="auto" w:fill="FFFFFF"/>
        <w:spacing w:after="0" w:line="240" w:lineRule="auto"/>
        <w:ind w:left="6521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вноситься народними</w:t>
      </w:r>
    </w:p>
    <w:p w:rsidR="00742B16" w:rsidRDefault="00742B16" w:rsidP="005B46AF">
      <w:pPr>
        <w:shd w:val="clear" w:color="auto" w:fill="FFFFFF"/>
        <w:spacing w:after="1920" w:line="240" w:lineRule="auto"/>
        <w:ind w:left="6663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депутатами України</w:t>
      </w:r>
    </w:p>
    <w:p w:rsidR="00742B16" w:rsidRDefault="00742B16" w:rsidP="005B46AF">
      <w:pPr>
        <w:shd w:val="clear" w:color="auto" w:fill="FFFFFF"/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 О С Т А Н О В А</w:t>
      </w:r>
    </w:p>
    <w:p w:rsidR="00742B16" w:rsidRDefault="00742B16" w:rsidP="005B46AF">
      <w:pPr>
        <w:widowControl w:val="0"/>
        <w:spacing w:after="24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ВЕРХОВНОЇ РАДИ УКРАЇНИ</w:t>
      </w:r>
    </w:p>
    <w:p w:rsidR="00742B16" w:rsidRDefault="00742B16" w:rsidP="005B46AF">
      <w:pPr>
        <w:spacing w:after="360" w:line="240" w:lineRule="auto"/>
        <w:ind w:firstLine="720"/>
        <w:jc w:val="center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прийняття за основу і в цілому проекту Закону України «Про внесення змін до статті 13 Закону України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 соціальні послуги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щодо підвищення розміру компенсації фізичним особам,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які надають соціальні послуги з догляду»</w:t>
      </w:r>
    </w:p>
    <w:p w:rsidR="00742B16" w:rsidRDefault="00742B16" w:rsidP="005B46AF">
      <w:pPr>
        <w:spacing w:after="120" w:line="240" w:lineRule="auto"/>
        <w:ind w:firstLine="72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Верховна Рада України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 о с т а н о в л я є:</w:t>
      </w:r>
    </w:p>
    <w:p w:rsidR="00742B16" w:rsidRDefault="00742B16" w:rsidP="005B46AF">
      <w:pPr>
        <w:widowControl w:val="0"/>
        <w:spacing w:after="0" w:line="240" w:lineRule="auto"/>
        <w:ind w:firstLine="720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Прийняти за основу і в цілому проект Закону України «Про внесення змін до статті 13 Закону України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соціальні 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щодо підвищення розміру компенсації фізичним особам,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надають соціальні послуги з догляду»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поданий народними депутатами України ______________________________________________________________________________________________________________________________.</w:t>
      </w:r>
    </w:p>
    <w:p w:rsidR="00742B16" w:rsidRDefault="00742B16" w:rsidP="005B46AF">
      <w:pPr>
        <w:widowControl w:val="0"/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42B16" w:rsidRDefault="00742B16" w:rsidP="005B46AF">
      <w:pPr>
        <w:widowControl w:val="0"/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42B16" w:rsidRDefault="00742B16" w:rsidP="005B46AF">
      <w:pPr>
        <w:widowControl w:val="0"/>
        <w:spacing w:after="120" w:line="240" w:lineRule="auto"/>
        <w:ind w:firstLine="720"/>
        <w:jc w:val="both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Голова Верховної Ради</w:t>
      </w:r>
    </w:p>
    <w:p w:rsidR="00742B16" w:rsidRDefault="00742B16" w:rsidP="005B46AF">
      <w:pPr>
        <w:spacing w:after="0" w:line="240" w:lineRule="auto"/>
        <w:ind w:firstLine="1560"/>
        <w:jc w:val="both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:rsidR="00742B16" w:rsidRDefault="00742B16" w:rsidP="005B46AF">
      <w:pPr>
        <w:widowControl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2B16" w:rsidRDefault="00742B16" w:rsidP="005B46AF">
      <w:pPr>
        <w:widowControl w:val="0"/>
        <w:spacing w:after="240" w:line="240" w:lineRule="auto"/>
        <w:jc w:val="center"/>
      </w:pPr>
    </w:p>
    <w:p w:rsidR="00742B16" w:rsidRDefault="00742B16">
      <w:pPr>
        <w:rPr>
          <w:lang w:val="uk-UA"/>
        </w:rPr>
      </w:pPr>
    </w:p>
    <w:sectPr w:rsidR="00742B16" w:rsidSect="00DE5EFB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WenQuanYi Micro 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ntiqua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EFB"/>
    <w:rsid w:val="00126E1E"/>
    <w:rsid w:val="001611DF"/>
    <w:rsid w:val="001E70C4"/>
    <w:rsid w:val="002B7E02"/>
    <w:rsid w:val="004129C4"/>
    <w:rsid w:val="005B46AF"/>
    <w:rsid w:val="00742B16"/>
    <w:rsid w:val="00AB5207"/>
    <w:rsid w:val="00DE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WenQuanYi Micro Hei" w:hAnsi="Liberation Serif" w:cs="Noto Sans Devanaga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EFB"/>
    <w:pPr>
      <w:spacing w:after="200" w:line="276" w:lineRule="auto"/>
    </w:pPr>
    <w:rPr>
      <w:rFonts w:ascii="Calibri" w:hAnsi="Calibri" w:cs="Calibri"/>
      <w:kern w:val="2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DE5EFB"/>
    <w:rPr>
      <w:color w:val="auto"/>
      <w:u w:val="single"/>
    </w:rPr>
  </w:style>
  <w:style w:type="character" w:customStyle="1" w:styleId="rvts9">
    <w:name w:val="rvts9"/>
    <w:basedOn w:val="DefaultParagraphFont"/>
    <w:uiPriority w:val="99"/>
    <w:rsid w:val="00DE5EFB"/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BodyText"/>
    <w:uiPriority w:val="99"/>
    <w:rsid w:val="00DE5EFB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E5EFB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  <w:kern w:val="2"/>
      <w:lang w:val="ru-RU" w:eastAsia="en-US"/>
    </w:rPr>
  </w:style>
  <w:style w:type="paragraph" w:styleId="List">
    <w:name w:val="List"/>
    <w:basedOn w:val="BodyText"/>
    <w:uiPriority w:val="99"/>
    <w:rsid w:val="00DE5EFB"/>
  </w:style>
  <w:style w:type="paragraph" w:styleId="Caption">
    <w:name w:val="caption"/>
    <w:basedOn w:val="Normal"/>
    <w:uiPriority w:val="99"/>
    <w:qFormat/>
    <w:rsid w:val="00DE5EF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DE5EFB"/>
    <w:pPr>
      <w:suppressLineNumbers/>
    </w:pPr>
  </w:style>
  <w:style w:type="paragraph" w:customStyle="1" w:styleId="DocumentMap">
    <w:name w:val="DocumentMap"/>
    <w:uiPriority w:val="99"/>
    <w:rsid w:val="00DE5EFB"/>
    <w:pPr>
      <w:spacing w:after="200" w:line="276" w:lineRule="auto"/>
    </w:pPr>
    <w:rPr>
      <w:rFonts w:ascii="Calibri" w:hAnsi="Calibri" w:cs="Calibri"/>
      <w:kern w:val="2"/>
      <w:lang w:val="ru-RU" w:eastAsia="ru-RU"/>
    </w:rPr>
  </w:style>
  <w:style w:type="paragraph" w:customStyle="1" w:styleId="a">
    <w:name w:val="Âèä äîêóìåíòà"/>
    <w:basedOn w:val="Normal"/>
    <w:uiPriority w:val="99"/>
    <w:rsid w:val="00DE5EFB"/>
    <w:pPr>
      <w:keepNext/>
      <w:keepLines/>
      <w:spacing w:after="240" w:line="240" w:lineRule="auto"/>
      <w:jc w:val="right"/>
    </w:pPr>
    <w:rPr>
      <w:rFonts w:ascii="Antiqua" w:hAnsi="Antiqua" w:cs="Antiqua"/>
      <w:spacing w:val="20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494</Words>
  <Characters>282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pokotylo-o</dc:creator>
  <cp:keywords/>
  <dc:description/>
  <cp:lastModifiedBy>user</cp:lastModifiedBy>
  <cp:revision>3</cp:revision>
  <cp:lastPrinted>2020-03-17T13:14:00Z</cp:lastPrinted>
  <dcterms:created xsi:type="dcterms:W3CDTF">2020-03-19T14:20:00Z</dcterms:created>
  <dcterms:modified xsi:type="dcterms:W3CDTF">2020-03-19T14:25:00Z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SPecialiST RePack</vt:lpwstr>
  </property>
  <property fmtid="{D5CDD505-2E9C-101B-9397-08002B2CF9AE}" pid="3" name="Operator">
    <vt:lpwstr>user</vt:lpwstr>
  </property>
</Properties>
</file>