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C94" w:rsidRPr="001C3E8E" w:rsidRDefault="00205C94" w:rsidP="002A6C5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C3E8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        </w:t>
      </w:r>
      <w:r w:rsidRPr="001C3E8E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</w:t>
      </w:r>
    </w:p>
    <w:p w:rsidR="00205C94" w:rsidRPr="001C3E8E" w:rsidRDefault="00205C94" w:rsidP="00422E1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C3E8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</w:t>
      </w:r>
      <w:r w:rsidRPr="001C3E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вноситься народними </w:t>
      </w:r>
    </w:p>
    <w:p w:rsidR="00205C94" w:rsidRPr="001C3E8E" w:rsidRDefault="00205C94" w:rsidP="00422E1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C3E8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</w:t>
      </w:r>
      <w:r w:rsidRPr="001C3E8E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депутатами України</w:t>
      </w:r>
    </w:p>
    <w:p w:rsidR="00205C94" w:rsidRPr="001C3E8E" w:rsidRDefault="00205C94" w:rsidP="00422E18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205C94" w:rsidRPr="001C3E8E" w:rsidRDefault="00205C94" w:rsidP="00422E1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05C94" w:rsidRPr="001C3E8E" w:rsidRDefault="00205C94" w:rsidP="00422E1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05C94" w:rsidRPr="001C3E8E" w:rsidRDefault="00205C94" w:rsidP="00422E1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05C94" w:rsidRPr="001C3E8E" w:rsidRDefault="00205C94" w:rsidP="00422E1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05C94" w:rsidRPr="001C3E8E" w:rsidRDefault="00205C94" w:rsidP="00422E1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05C94" w:rsidRPr="001C3E8E" w:rsidRDefault="00205C94" w:rsidP="00422E1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C3E8E">
        <w:rPr>
          <w:rFonts w:ascii="Times New Roman" w:hAnsi="Times New Roman" w:cs="Times New Roman"/>
          <w:b/>
          <w:bCs/>
          <w:sz w:val="28"/>
          <w:szCs w:val="28"/>
          <w:lang w:val="uk-UA"/>
        </w:rPr>
        <w:t>П О С Т А Н О В А</w:t>
      </w:r>
    </w:p>
    <w:p w:rsidR="00205C94" w:rsidRPr="001C3E8E" w:rsidRDefault="00205C94" w:rsidP="00422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C3E8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ВЕРХОВНОЇ РАДИ УКРАЇНИ</w:t>
      </w:r>
    </w:p>
    <w:p w:rsidR="00205C94" w:rsidRPr="001C3E8E" w:rsidRDefault="00205C94" w:rsidP="00422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205C94" w:rsidRPr="001C3E8E" w:rsidRDefault="00205C94" w:rsidP="007401FB">
      <w:pPr>
        <w:pStyle w:val="a1"/>
        <w:spacing w:before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26AD">
        <w:rPr>
          <w:rFonts w:ascii="Times New Roman" w:hAnsi="Times New Roman" w:cs="Times New Roman"/>
          <w:b/>
          <w:bCs/>
          <w:sz w:val="28"/>
          <w:szCs w:val="28"/>
        </w:rPr>
        <w:t>Про прийняття за основу і в цілому проекту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Закону України «Про </w:t>
      </w:r>
      <w:r w:rsidRPr="001C3E8E">
        <w:rPr>
          <w:rFonts w:ascii="Times New Roman" w:hAnsi="Times New Roman" w:cs="Times New Roman"/>
          <w:b/>
          <w:bCs/>
          <w:sz w:val="28"/>
          <w:szCs w:val="28"/>
        </w:rPr>
        <w:t>внесення змін до Закону України «Про статус ветеранів війни, гарантії їх соціального захисту» щодо підвищення рівня соціального захисту ветеранів війни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05C94" w:rsidRPr="001C3E8E" w:rsidRDefault="00205C94" w:rsidP="00740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5C94" w:rsidRPr="001C3E8E" w:rsidRDefault="00205C94" w:rsidP="00F300F0">
      <w:pPr>
        <w:tabs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05C94" w:rsidRPr="001C3E8E" w:rsidRDefault="00205C94" w:rsidP="00F300F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1C3E8E">
        <w:rPr>
          <w:rFonts w:ascii="Times New Roman" w:hAnsi="Times New Roman" w:cs="Times New Roman"/>
          <w:sz w:val="28"/>
          <w:szCs w:val="28"/>
          <w:lang w:val="uk-UA"/>
        </w:rPr>
        <w:t xml:space="preserve">Верховна Рада України </w:t>
      </w:r>
      <w:r w:rsidRPr="001C3E8E">
        <w:rPr>
          <w:rFonts w:ascii="Times New Roman" w:hAnsi="Times New Roman" w:cs="Times New Roman"/>
          <w:b/>
          <w:bCs/>
          <w:sz w:val="28"/>
          <w:szCs w:val="28"/>
          <w:lang w:val="uk-UA"/>
        </w:rPr>
        <w:t>п о с т а н о в л я є:</w:t>
      </w:r>
    </w:p>
    <w:p w:rsidR="00205C94" w:rsidRPr="001C3E8E" w:rsidRDefault="00205C94" w:rsidP="00F300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5C94" w:rsidRPr="001C3E8E" w:rsidRDefault="00205C94" w:rsidP="007401FB">
      <w:pPr>
        <w:pStyle w:val="a1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1C3E8E">
        <w:rPr>
          <w:rFonts w:ascii="Times New Roman" w:hAnsi="Times New Roman" w:cs="Times New Roman"/>
          <w:sz w:val="28"/>
          <w:szCs w:val="28"/>
        </w:rPr>
        <w:t xml:space="preserve">1. Прийняти за основу і в цілому проект Закону України «Про внесення змін до Закону України </w:t>
      </w:r>
      <w:r w:rsidRPr="001C3E8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1C3E8E">
        <w:rPr>
          <w:rFonts w:ascii="Times New Roman" w:hAnsi="Times New Roman" w:cs="Times New Roman"/>
          <w:sz w:val="28"/>
          <w:szCs w:val="28"/>
        </w:rPr>
        <w:t>Про статус ветеранів війни, гарантії їх соціального захисту» щодо підвищення рівня соціального захисту ветеранів війни»</w:t>
      </w:r>
      <w:r w:rsidRPr="001C3E8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1C3E8E">
        <w:rPr>
          <w:rFonts w:ascii="Times New Roman" w:hAnsi="Times New Roman" w:cs="Times New Roman"/>
          <w:sz w:val="28"/>
          <w:szCs w:val="28"/>
        </w:rPr>
        <w:t xml:space="preserve"> </w:t>
      </w:r>
      <w:r w:rsidRPr="001C3E8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1C3E8E">
        <w:rPr>
          <w:rFonts w:ascii="Times New Roman" w:hAnsi="Times New Roman" w:cs="Times New Roman"/>
          <w:sz w:val="28"/>
          <w:szCs w:val="28"/>
        </w:rPr>
        <w:t>даний народними депутатами України __________________________________________</w:t>
      </w:r>
    </w:p>
    <w:p w:rsidR="00205C94" w:rsidRPr="001C3E8E" w:rsidRDefault="00205C94" w:rsidP="00422E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kern w:val="1"/>
          <w:sz w:val="28"/>
          <w:szCs w:val="28"/>
          <w:lang w:val="uk-UA"/>
        </w:rPr>
      </w:pPr>
    </w:p>
    <w:p w:rsidR="00205C94" w:rsidRPr="001C3E8E" w:rsidRDefault="00205C94" w:rsidP="00422E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05C94" w:rsidRPr="001C3E8E" w:rsidRDefault="00205C94" w:rsidP="00422E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05C94" w:rsidRPr="001C3E8E" w:rsidRDefault="00205C94" w:rsidP="00422E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5C94" w:rsidRPr="001C3E8E" w:rsidRDefault="00205C94" w:rsidP="00422E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n271"/>
      <w:bookmarkEnd w:id="0"/>
      <w:r w:rsidRPr="001C3E8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Голова Верховної Ради </w:t>
      </w:r>
    </w:p>
    <w:p w:rsidR="00205C94" w:rsidRPr="001C3E8E" w:rsidRDefault="00205C94" w:rsidP="00422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3E8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України</w:t>
      </w:r>
      <w:r w:rsidRPr="001C3E8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1C3E8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1C3E8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1C3E8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1C3E8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1C3E8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1C3E8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</w:p>
    <w:p w:rsidR="00205C94" w:rsidRPr="001C3E8E" w:rsidRDefault="00205C94" w:rsidP="00422E1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05C94" w:rsidRPr="001C3E8E" w:rsidRDefault="00205C94" w:rsidP="00422E1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205C94" w:rsidRPr="001C3E8E" w:rsidSect="00975100">
      <w:pgSz w:w="11906" w:h="16838"/>
      <w:pgMar w:top="851" w:right="746" w:bottom="45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215"/>
    <w:rsid w:val="00007C37"/>
    <w:rsid w:val="0007317B"/>
    <w:rsid w:val="0008011B"/>
    <w:rsid w:val="000A118A"/>
    <w:rsid w:val="000B0767"/>
    <w:rsid w:val="000C5BCB"/>
    <w:rsid w:val="00145411"/>
    <w:rsid w:val="0014683B"/>
    <w:rsid w:val="00163678"/>
    <w:rsid w:val="001C3E8E"/>
    <w:rsid w:val="001D3748"/>
    <w:rsid w:val="001F682F"/>
    <w:rsid w:val="0020139C"/>
    <w:rsid w:val="00205C94"/>
    <w:rsid w:val="002366F9"/>
    <w:rsid w:val="00243B91"/>
    <w:rsid w:val="00262636"/>
    <w:rsid w:val="00295FBC"/>
    <w:rsid w:val="002A6C5F"/>
    <w:rsid w:val="002B17DF"/>
    <w:rsid w:val="002D3568"/>
    <w:rsid w:val="002D51B6"/>
    <w:rsid w:val="002F1808"/>
    <w:rsid w:val="003017E9"/>
    <w:rsid w:val="00304BD3"/>
    <w:rsid w:val="00305C34"/>
    <w:rsid w:val="0033094A"/>
    <w:rsid w:val="00422E18"/>
    <w:rsid w:val="00425543"/>
    <w:rsid w:val="0043185C"/>
    <w:rsid w:val="00436594"/>
    <w:rsid w:val="00465390"/>
    <w:rsid w:val="0046794F"/>
    <w:rsid w:val="004719C0"/>
    <w:rsid w:val="00471F67"/>
    <w:rsid w:val="004C2693"/>
    <w:rsid w:val="004D43B1"/>
    <w:rsid w:val="005C4A87"/>
    <w:rsid w:val="005D25FD"/>
    <w:rsid w:val="00600765"/>
    <w:rsid w:val="006140A9"/>
    <w:rsid w:val="00635FE0"/>
    <w:rsid w:val="00645609"/>
    <w:rsid w:val="0069329B"/>
    <w:rsid w:val="006C3FE8"/>
    <w:rsid w:val="006E2938"/>
    <w:rsid w:val="006E708C"/>
    <w:rsid w:val="00725C07"/>
    <w:rsid w:val="007377AF"/>
    <w:rsid w:val="007401FB"/>
    <w:rsid w:val="00793448"/>
    <w:rsid w:val="007B1399"/>
    <w:rsid w:val="007C45F9"/>
    <w:rsid w:val="007F53E5"/>
    <w:rsid w:val="008026AD"/>
    <w:rsid w:val="008063DD"/>
    <w:rsid w:val="008205BB"/>
    <w:rsid w:val="00826055"/>
    <w:rsid w:val="008A2BBB"/>
    <w:rsid w:val="00930FC8"/>
    <w:rsid w:val="00974A46"/>
    <w:rsid w:val="00975100"/>
    <w:rsid w:val="009A24A7"/>
    <w:rsid w:val="009C6215"/>
    <w:rsid w:val="009E38A0"/>
    <w:rsid w:val="009F78A0"/>
    <w:rsid w:val="00A004FC"/>
    <w:rsid w:val="00A475F0"/>
    <w:rsid w:val="00AE53E5"/>
    <w:rsid w:val="00B41D99"/>
    <w:rsid w:val="00B848C0"/>
    <w:rsid w:val="00BA1B28"/>
    <w:rsid w:val="00BE37DF"/>
    <w:rsid w:val="00C03F59"/>
    <w:rsid w:val="00C13673"/>
    <w:rsid w:val="00C35F92"/>
    <w:rsid w:val="00C36039"/>
    <w:rsid w:val="00C40BC2"/>
    <w:rsid w:val="00C73897"/>
    <w:rsid w:val="00CA170A"/>
    <w:rsid w:val="00CB171A"/>
    <w:rsid w:val="00CE26F2"/>
    <w:rsid w:val="00D00336"/>
    <w:rsid w:val="00D84590"/>
    <w:rsid w:val="00DA41E3"/>
    <w:rsid w:val="00DD1EAF"/>
    <w:rsid w:val="00DF543C"/>
    <w:rsid w:val="00E10873"/>
    <w:rsid w:val="00E47CEE"/>
    <w:rsid w:val="00E57101"/>
    <w:rsid w:val="00E70A3B"/>
    <w:rsid w:val="00E77FAA"/>
    <w:rsid w:val="00EC6A2A"/>
    <w:rsid w:val="00F0622E"/>
    <w:rsid w:val="00F300F0"/>
    <w:rsid w:val="00F425D3"/>
    <w:rsid w:val="00F45BA9"/>
    <w:rsid w:val="00F7380B"/>
    <w:rsid w:val="00FB76F4"/>
    <w:rsid w:val="00FC669A"/>
    <w:rsid w:val="00FE7664"/>
    <w:rsid w:val="00FF7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9C6215"/>
    <w:pPr>
      <w:spacing w:after="200" w:line="276" w:lineRule="auto"/>
    </w:pPr>
    <w:rPr>
      <w:rFonts w:ascii="Calibri" w:hAnsi="Calibri" w:cs="Calibri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Вид документа"/>
    <w:basedOn w:val="Normal"/>
    <w:next w:val="Normal"/>
    <w:uiPriority w:val="99"/>
    <w:rsid w:val="009C6215"/>
    <w:pPr>
      <w:keepNext/>
      <w:keepLines/>
      <w:spacing w:after="240" w:line="240" w:lineRule="auto"/>
      <w:jc w:val="right"/>
    </w:pPr>
    <w:rPr>
      <w:rFonts w:ascii="Antiqua" w:hAnsi="Antiqua" w:cs="Antiqua"/>
      <w:spacing w:val="20"/>
      <w:sz w:val="26"/>
      <w:szCs w:val="26"/>
      <w:lang w:val="uk-UA" w:eastAsia="ru-RU"/>
    </w:rPr>
  </w:style>
  <w:style w:type="character" w:styleId="Hyperlink">
    <w:name w:val="Hyperlink"/>
    <w:basedOn w:val="DefaultParagraphFont"/>
    <w:uiPriority w:val="99"/>
    <w:rsid w:val="009C6215"/>
    <w:rPr>
      <w:color w:val="auto"/>
      <w:u w:val="single"/>
    </w:rPr>
  </w:style>
  <w:style w:type="character" w:customStyle="1" w:styleId="rvts9">
    <w:name w:val="rvts9"/>
    <w:basedOn w:val="DefaultParagraphFont"/>
    <w:uiPriority w:val="99"/>
    <w:rsid w:val="005D25FD"/>
    <w:rPr>
      <w:rFonts w:ascii="Times New Roman" w:hAnsi="Times New Roman" w:cs="Times New Roman"/>
    </w:rPr>
  </w:style>
  <w:style w:type="character" w:customStyle="1" w:styleId="a0">
    <w:name w:val="Нормальний текст Знак"/>
    <w:link w:val="a1"/>
    <w:uiPriority w:val="99"/>
    <w:locked/>
    <w:rsid w:val="007401FB"/>
    <w:rPr>
      <w:rFonts w:ascii="Antiqua" w:hAnsi="Antiqua" w:cs="Antiqua"/>
      <w:sz w:val="20"/>
      <w:szCs w:val="20"/>
      <w:lang w:val="uk-UA"/>
    </w:rPr>
  </w:style>
  <w:style w:type="paragraph" w:customStyle="1" w:styleId="a1">
    <w:name w:val="Нормальний текст"/>
    <w:basedOn w:val="Normal"/>
    <w:link w:val="a0"/>
    <w:uiPriority w:val="99"/>
    <w:rsid w:val="007401FB"/>
    <w:pPr>
      <w:spacing w:before="120" w:after="0" w:line="240" w:lineRule="auto"/>
      <w:ind w:firstLine="567"/>
      <w:jc w:val="both"/>
    </w:pPr>
    <w:rPr>
      <w:rFonts w:ascii="Antiqua" w:hAnsi="Antiqua" w:cs="Antiqua"/>
      <w:sz w:val="26"/>
      <w:szCs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65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640</Words>
  <Characters>365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pokotylo-o</dc:creator>
  <cp:keywords/>
  <dc:description/>
  <cp:lastModifiedBy>user</cp:lastModifiedBy>
  <cp:revision>3</cp:revision>
  <cp:lastPrinted>2015-07-21T15:04:00Z</cp:lastPrinted>
  <dcterms:created xsi:type="dcterms:W3CDTF">2020-03-19T20:30:00Z</dcterms:created>
  <dcterms:modified xsi:type="dcterms:W3CDTF">2020-03-19T20:31:00Z</dcterms:modified>
</cp:coreProperties>
</file>