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14" w:rsidRPr="00A019E9" w:rsidRDefault="008C0914" w:rsidP="00E81459">
      <w:pPr>
        <w:pStyle w:val="Logotip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019E9">
        <w:rPr>
          <w:rFonts w:ascii="Times New Roman" w:hAnsi="Times New Roman" w:cs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>
            <v:imagedata r:id="rId4" o:title=""/>
          </v:shape>
        </w:pict>
      </w:r>
    </w:p>
    <w:p w:rsidR="008C0914" w:rsidRPr="00A019E9" w:rsidRDefault="008C0914" w:rsidP="00E81459">
      <w:pPr>
        <w:pStyle w:val="Adres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C0914" w:rsidRPr="00A019E9" w:rsidRDefault="008C0914" w:rsidP="00E81459">
      <w:pPr>
        <w:pStyle w:val="Adres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A019E9">
        <w:rPr>
          <w:rFonts w:ascii="Times New Roman" w:hAnsi="Times New Roman" w:cs="Times New Roman"/>
          <w:b/>
          <w:bCs/>
          <w:sz w:val="32"/>
          <w:szCs w:val="32"/>
          <w:lang w:val="uk-UA"/>
        </w:rPr>
        <w:t>НАРОДНИЙ ДЕПУТАТ УКРАЇНИ</w:t>
      </w:r>
    </w:p>
    <w:p w:rsidR="008C0914" w:rsidRPr="00A019E9" w:rsidRDefault="008C0914" w:rsidP="00E81459">
      <w:pPr>
        <w:jc w:val="both"/>
        <w:rPr>
          <w:b/>
          <w:bCs/>
        </w:rPr>
      </w:pPr>
      <w:r>
        <w:rPr>
          <w:noProof/>
        </w:rPr>
        <w:pict>
          <v:line id="Line 17" o:spid="_x0000_s1026" style="position:absolute;left:0;text-align:left;flip:y;z-index:-251658240;visibility:visible;mso-position-horizontal:right;mso-position-horizontal-relative:margin" from="431pt,3.05pt" to="902pt,6.05pt" strokeweight="1.06mm">
            <v:stroke joinstyle="miter"/>
            <w10:wrap anchorx="margin"/>
          </v:line>
        </w:pict>
      </w:r>
    </w:p>
    <w:p w:rsidR="008C0914" w:rsidRPr="00E81459" w:rsidRDefault="008C0914" w:rsidP="00E81459">
      <w:pPr>
        <w:tabs>
          <w:tab w:val="left" w:pos="5245"/>
          <w:tab w:val="right" w:pos="9355"/>
        </w:tabs>
        <w:spacing w:before="240"/>
        <w:jc w:val="both"/>
        <w:rPr>
          <w:sz w:val="28"/>
          <w:szCs w:val="28"/>
        </w:rPr>
      </w:pPr>
      <w:r w:rsidRPr="00E81459">
        <w:rPr>
          <w:b/>
          <w:bCs/>
          <w:sz w:val="28"/>
          <w:szCs w:val="28"/>
        </w:rPr>
        <w:t>№ _____________</w:t>
      </w:r>
      <w:r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ab/>
        <w:t>«______» ________________20</w:t>
      </w:r>
      <w:r w:rsidRPr="0079639D">
        <w:rPr>
          <w:b/>
          <w:bCs/>
          <w:sz w:val="28"/>
          <w:szCs w:val="28"/>
          <w:lang w:val="ru-RU"/>
        </w:rPr>
        <w:t>20</w:t>
      </w:r>
      <w:r>
        <w:rPr>
          <w:b/>
          <w:bCs/>
          <w:sz w:val="28"/>
          <w:szCs w:val="28"/>
        </w:rPr>
        <w:t> </w:t>
      </w:r>
      <w:r w:rsidRPr="00E81459">
        <w:rPr>
          <w:b/>
          <w:bCs/>
          <w:sz w:val="28"/>
          <w:szCs w:val="28"/>
        </w:rPr>
        <w:t>р.</w:t>
      </w:r>
    </w:p>
    <w:p w:rsidR="008C0914" w:rsidRPr="00E81459" w:rsidRDefault="008C0914" w:rsidP="00E81459">
      <w:pPr>
        <w:spacing w:before="1200" w:after="360"/>
        <w:jc w:val="right"/>
        <w:rPr>
          <w:b/>
          <w:bCs/>
          <w:snapToGrid w:val="0"/>
          <w:sz w:val="28"/>
          <w:szCs w:val="28"/>
        </w:rPr>
      </w:pPr>
      <w:r w:rsidRPr="00E81459">
        <w:rPr>
          <w:b/>
          <w:bCs/>
          <w:snapToGrid w:val="0"/>
          <w:sz w:val="28"/>
          <w:szCs w:val="28"/>
        </w:rPr>
        <w:t>ВЕРХОВНА РАДА УКРАЇНИ</w:t>
      </w:r>
    </w:p>
    <w:p w:rsidR="008C0914" w:rsidRPr="001F3625" w:rsidRDefault="008C0914" w:rsidP="004A30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25">
        <w:rPr>
          <w:rFonts w:ascii="Times New Roman" w:hAnsi="Times New Roman" w:cs="Times New Roman"/>
          <w:sz w:val="28"/>
          <w:szCs w:val="28"/>
        </w:rPr>
        <w:t xml:space="preserve">Відповідно до статті 93 Конституції України в порядку законодавчої ініціативи вноситься на розгляд Верховної Ради України </w:t>
      </w:r>
      <w:r>
        <w:rPr>
          <w:rFonts w:ascii="Times New Roman" w:hAnsi="Times New Roman" w:cs="Times New Roman"/>
          <w:sz w:val="28"/>
          <w:szCs w:val="28"/>
        </w:rPr>
        <w:t>проект Закону України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до Закону України «Про загальнообов’язкове державне пенсійне страхування» щодо підвищення розмірів трудових пенсій внаслідок збільшення величини оцінки одного року страхового стажу </w:t>
      </w:r>
      <w:r>
        <w:rPr>
          <w:rFonts w:ascii="Times New Roman" w:hAnsi="Times New Roman" w:cs="Times New Roman"/>
          <w:sz w:val="28"/>
          <w:szCs w:val="28"/>
        </w:rPr>
        <w:t>та відсотку підвищення пенсій за понаднормовий страховий стаж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C0914" w:rsidRPr="00CB2BB8" w:rsidRDefault="008C0914" w:rsidP="006A1B91">
      <w:pPr>
        <w:spacing w:after="48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Доповідати законопроект на </w:t>
      </w:r>
      <w:r>
        <w:rPr>
          <w:rFonts w:ascii="Times New Roman" w:hAnsi="Times New Roman" w:cs="Times New Roman"/>
          <w:sz w:val="28"/>
          <w:szCs w:val="28"/>
        </w:rPr>
        <w:t xml:space="preserve">пленарному </w:t>
      </w:r>
      <w:r w:rsidRPr="00CB2BB8">
        <w:rPr>
          <w:rFonts w:ascii="Times New Roman" w:hAnsi="Times New Roman" w:cs="Times New Roman"/>
          <w:sz w:val="28"/>
          <w:szCs w:val="28"/>
        </w:rPr>
        <w:t>засіданні Верховної Ради України буде народний депутат України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Pr="00CB2BB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B2BB8">
        <w:rPr>
          <w:rFonts w:ascii="Times New Roman" w:hAnsi="Times New Roman" w:cs="Times New Roman"/>
          <w:sz w:val="28"/>
          <w:szCs w:val="28"/>
        </w:rPr>
        <w:t>__.</w:t>
      </w:r>
    </w:p>
    <w:p w:rsidR="008C0914" w:rsidRPr="00CB2BB8" w:rsidRDefault="008C0914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Додатки:</w:t>
      </w:r>
    </w:p>
    <w:p w:rsidR="008C0914" w:rsidRPr="00CB2BB8" w:rsidRDefault="008C0914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1) проект Закону України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2BB8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8C0914" w:rsidRPr="00CB2BB8" w:rsidRDefault="008C0914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2) пояснювальна записка до проекту на </w:t>
      </w:r>
      <w:r w:rsidRPr="007963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B2BB8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8C0914" w:rsidRPr="00CB2BB8" w:rsidRDefault="008C0914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3) порівняльна таблиця на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B2B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B2BB8">
        <w:rPr>
          <w:rFonts w:ascii="Times New Roman" w:hAnsi="Times New Roman" w:cs="Times New Roman"/>
          <w:sz w:val="28"/>
          <w:szCs w:val="28"/>
        </w:rPr>
        <w:t>арк.;</w:t>
      </w:r>
    </w:p>
    <w:p w:rsidR="008C0914" w:rsidRPr="00CB2BB8" w:rsidRDefault="008C0914" w:rsidP="00990AA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4) проект Постанови Верховної Ради України на 1 арк.;</w:t>
      </w:r>
    </w:p>
    <w:p w:rsidR="008C0914" w:rsidRDefault="008C0914" w:rsidP="006A1B91">
      <w:pPr>
        <w:spacing w:after="36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) електронні копії</w:t>
      </w:r>
      <w:r w:rsidRPr="00CB2BB8">
        <w:rPr>
          <w:rFonts w:ascii="Times New Roman" w:hAnsi="Times New Roman" w:cs="Times New Roman"/>
          <w:sz w:val="28"/>
          <w:szCs w:val="28"/>
        </w:rPr>
        <w:t xml:space="preserve"> вищезазначених матеріалів.</w:t>
      </w:r>
    </w:p>
    <w:p w:rsidR="008C0914" w:rsidRDefault="008C0914" w:rsidP="001840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B2BB8">
        <w:rPr>
          <w:rFonts w:ascii="Times New Roman" w:hAnsi="Times New Roman" w:cs="Times New Roman"/>
          <w:b/>
          <w:bCs/>
          <w:sz w:val="28"/>
          <w:szCs w:val="28"/>
        </w:rPr>
        <w:t>Народн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CB2BB8">
        <w:rPr>
          <w:rFonts w:ascii="Times New Roman" w:hAnsi="Times New Roman" w:cs="Times New Roman"/>
          <w:b/>
          <w:bCs/>
          <w:sz w:val="28"/>
          <w:szCs w:val="28"/>
        </w:rPr>
        <w:t xml:space="preserve"> депутат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B2BB8">
        <w:rPr>
          <w:rFonts w:ascii="Times New Roman" w:hAnsi="Times New Roman" w:cs="Times New Roman"/>
          <w:b/>
          <w:bCs/>
          <w:sz w:val="28"/>
          <w:szCs w:val="28"/>
        </w:rPr>
        <w:t xml:space="preserve"> Укра</w:t>
      </w:r>
      <w:r>
        <w:rPr>
          <w:rFonts w:ascii="Times New Roman" w:hAnsi="Times New Roman" w:cs="Times New Roman"/>
          <w:b/>
          <w:bCs/>
          <w:sz w:val="28"/>
          <w:szCs w:val="28"/>
        </w:rPr>
        <w:t>їни</w:t>
      </w:r>
    </w:p>
    <w:sectPr w:rsidR="008C0914" w:rsidSect="001B03E1">
      <w:pgSz w:w="12240" w:h="15840"/>
      <w:pgMar w:top="851" w:right="850" w:bottom="1134" w:left="1701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Courier New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agma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A5C"/>
    <w:rsid w:val="00014360"/>
    <w:rsid w:val="00024B54"/>
    <w:rsid w:val="00030A69"/>
    <w:rsid w:val="0003663E"/>
    <w:rsid w:val="00037CC7"/>
    <w:rsid w:val="000436A5"/>
    <w:rsid w:val="000454DA"/>
    <w:rsid w:val="00052456"/>
    <w:rsid w:val="00084A76"/>
    <w:rsid w:val="000866E9"/>
    <w:rsid w:val="00093B63"/>
    <w:rsid w:val="000D3650"/>
    <w:rsid w:val="000D54C4"/>
    <w:rsid w:val="00115AF6"/>
    <w:rsid w:val="00116DAB"/>
    <w:rsid w:val="0015661B"/>
    <w:rsid w:val="00166B7A"/>
    <w:rsid w:val="00170B38"/>
    <w:rsid w:val="001840B4"/>
    <w:rsid w:val="001843EE"/>
    <w:rsid w:val="00191313"/>
    <w:rsid w:val="001B03E1"/>
    <w:rsid w:val="001F3625"/>
    <w:rsid w:val="001F58EB"/>
    <w:rsid w:val="00202B17"/>
    <w:rsid w:val="00266CF2"/>
    <w:rsid w:val="00291B03"/>
    <w:rsid w:val="0029482B"/>
    <w:rsid w:val="002B4D12"/>
    <w:rsid w:val="002E0042"/>
    <w:rsid w:val="002E7F45"/>
    <w:rsid w:val="0030528B"/>
    <w:rsid w:val="00344631"/>
    <w:rsid w:val="00354A21"/>
    <w:rsid w:val="0037298D"/>
    <w:rsid w:val="003824BB"/>
    <w:rsid w:val="003C313F"/>
    <w:rsid w:val="003E4C26"/>
    <w:rsid w:val="00405DC8"/>
    <w:rsid w:val="004102B1"/>
    <w:rsid w:val="00414224"/>
    <w:rsid w:val="0041707B"/>
    <w:rsid w:val="00431512"/>
    <w:rsid w:val="004328A8"/>
    <w:rsid w:val="0045062E"/>
    <w:rsid w:val="0045275E"/>
    <w:rsid w:val="004659B0"/>
    <w:rsid w:val="00480A5C"/>
    <w:rsid w:val="0049609D"/>
    <w:rsid w:val="0049726A"/>
    <w:rsid w:val="004A3059"/>
    <w:rsid w:val="004B5026"/>
    <w:rsid w:val="004C17EE"/>
    <w:rsid w:val="004F54F7"/>
    <w:rsid w:val="00501905"/>
    <w:rsid w:val="00503E06"/>
    <w:rsid w:val="00516454"/>
    <w:rsid w:val="00523DA5"/>
    <w:rsid w:val="00554B16"/>
    <w:rsid w:val="00564810"/>
    <w:rsid w:val="0056607E"/>
    <w:rsid w:val="00567ACF"/>
    <w:rsid w:val="0058552D"/>
    <w:rsid w:val="005A3C57"/>
    <w:rsid w:val="005A6066"/>
    <w:rsid w:val="005B52D9"/>
    <w:rsid w:val="005B5A8D"/>
    <w:rsid w:val="005E2961"/>
    <w:rsid w:val="006106C8"/>
    <w:rsid w:val="0063168C"/>
    <w:rsid w:val="006552A3"/>
    <w:rsid w:val="0065785B"/>
    <w:rsid w:val="006674BD"/>
    <w:rsid w:val="00684BF8"/>
    <w:rsid w:val="006A1B91"/>
    <w:rsid w:val="006E65D4"/>
    <w:rsid w:val="00713642"/>
    <w:rsid w:val="00714F93"/>
    <w:rsid w:val="0071774E"/>
    <w:rsid w:val="00760381"/>
    <w:rsid w:val="007726CE"/>
    <w:rsid w:val="0078392C"/>
    <w:rsid w:val="00784ABC"/>
    <w:rsid w:val="007912EF"/>
    <w:rsid w:val="0079639D"/>
    <w:rsid w:val="007C0975"/>
    <w:rsid w:val="007F2FB4"/>
    <w:rsid w:val="008112B7"/>
    <w:rsid w:val="00812B9C"/>
    <w:rsid w:val="00825C8E"/>
    <w:rsid w:val="00854632"/>
    <w:rsid w:val="00861FB8"/>
    <w:rsid w:val="008706AF"/>
    <w:rsid w:val="00876695"/>
    <w:rsid w:val="008943B7"/>
    <w:rsid w:val="008C0914"/>
    <w:rsid w:val="00907850"/>
    <w:rsid w:val="009276FD"/>
    <w:rsid w:val="009721C4"/>
    <w:rsid w:val="00990AAD"/>
    <w:rsid w:val="00995BD0"/>
    <w:rsid w:val="00996036"/>
    <w:rsid w:val="00996BE4"/>
    <w:rsid w:val="00997ECD"/>
    <w:rsid w:val="009A4611"/>
    <w:rsid w:val="009D1DEE"/>
    <w:rsid w:val="00A019E9"/>
    <w:rsid w:val="00A17F53"/>
    <w:rsid w:val="00A212AF"/>
    <w:rsid w:val="00A40204"/>
    <w:rsid w:val="00A43B00"/>
    <w:rsid w:val="00A600BC"/>
    <w:rsid w:val="00A656B1"/>
    <w:rsid w:val="00AC2196"/>
    <w:rsid w:val="00AD1C9D"/>
    <w:rsid w:val="00B03677"/>
    <w:rsid w:val="00B77BF8"/>
    <w:rsid w:val="00B80A8D"/>
    <w:rsid w:val="00B91E7F"/>
    <w:rsid w:val="00B920D1"/>
    <w:rsid w:val="00BC3450"/>
    <w:rsid w:val="00BE59BE"/>
    <w:rsid w:val="00BE7C74"/>
    <w:rsid w:val="00C03197"/>
    <w:rsid w:val="00C10CDF"/>
    <w:rsid w:val="00C16BCD"/>
    <w:rsid w:val="00C217FD"/>
    <w:rsid w:val="00C30641"/>
    <w:rsid w:val="00C33C3A"/>
    <w:rsid w:val="00C65DC5"/>
    <w:rsid w:val="00C70D22"/>
    <w:rsid w:val="00C8189C"/>
    <w:rsid w:val="00C927A6"/>
    <w:rsid w:val="00C9649B"/>
    <w:rsid w:val="00CB2BB8"/>
    <w:rsid w:val="00CC42BD"/>
    <w:rsid w:val="00CE68C2"/>
    <w:rsid w:val="00D1269C"/>
    <w:rsid w:val="00D128ED"/>
    <w:rsid w:val="00D15242"/>
    <w:rsid w:val="00DA3AEF"/>
    <w:rsid w:val="00DD51BF"/>
    <w:rsid w:val="00E0127D"/>
    <w:rsid w:val="00E0571A"/>
    <w:rsid w:val="00E37E37"/>
    <w:rsid w:val="00E4194C"/>
    <w:rsid w:val="00E534E8"/>
    <w:rsid w:val="00E65DE6"/>
    <w:rsid w:val="00E81459"/>
    <w:rsid w:val="00EA57AA"/>
    <w:rsid w:val="00EE1BB4"/>
    <w:rsid w:val="00EF1E86"/>
    <w:rsid w:val="00EF227D"/>
    <w:rsid w:val="00F26B5D"/>
    <w:rsid w:val="00FB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pPr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3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Calibri Light" w:hAnsi="Calibri Light" w:cs="Calibri Light"/>
      <w:b/>
      <w:bCs/>
      <w:kern w:val="32"/>
      <w:sz w:val="32"/>
      <w:szCs w:val="32"/>
    </w:rPr>
  </w:style>
  <w:style w:type="paragraph" w:styleId="Title">
    <w:name w:val="Title"/>
    <w:basedOn w:val="Normal"/>
    <w:link w:val="TitleChar1"/>
    <w:uiPriority w:val="99"/>
    <w:qFormat/>
    <w:locked/>
    <w:rsid w:val="00C927A6"/>
    <w:pPr>
      <w:widowControl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rsid w:val="00DF730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C927A6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semiHidden/>
    <w:locked/>
    <w:rsid w:val="003052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307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30528B"/>
    <w:rPr>
      <w:rFonts w:ascii="Segoe UI" w:hAnsi="Segoe UI" w:cs="Segoe UI"/>
      <w:sz w:val="18"/>
      <w:szCs w:val="18"/>
    </w:rPr>
  </w:style>
  <w:style w:type="paragraph" w:customStyle="1" w:styleId="Logotip">
    <w:name w:val="Logotip"/>
    <w:basedOn w:val="Normal"/>
    <w:uiPriority w:val="99"/>
    <w:rsid w:val="00E81459"/>
    <w:pPr>
      <w:suppressAutoHyphens/>
      <w:autoSpaceDE/>
      <w:autoSpaceDN/>
      <w:adjustRightInd/>
      <w:jc w:val="center"/>
    </w:pPr>
    <w:rPr>
      <w:rFonts w:ascii="Peterburg" w:eastAsia="SimSun" w:hAnsi="Peterburg" w:cs="Peterburg"/>
      <w:color w:val="00000A"/>
      <w:kern w:val="2"/>
      <w:sz w:val="28"/>
      <w:szCs w:val="28"/>
      <w:lang w:val="en-US" w:eastAsia="zh-CN"/>
    </w:rPr>
  </w:style>
  <w:style w:type="paragraph" w:customStyle="1" w:styleId="Adres">
    <w:name w:val="Adres"/>
    <w:basedOn w:val="Normal"/>
    <w:uiPriority w:val="99"/>
    <w:rsid w:val="00E81459"/>
    <w:pPr>
      <w:suppressAutoHyphens/>
      <w:autoSpaceDE/>
      <w:autoSpaceDN/>
      <w:adjustRightInd/>
      <w:jc w:val="center"/>
    </w:pPr>
    <w:rPr>
      <w:rFonts w:ascii="Pragmatica" w:eastAsia="SimSun" w:hAnsi="Pragmatica" w:cs="Pragmatica"/>
      <w:color w:val="00000A"/>
      <w:kern w:val="2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571</Words>
  <Characters>326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Certified Windows</dc:creator>
  <cp:keywords/>
  <dc:description/>
  <cp:lastModifiedBy>user</cp:lastModifiedBy>
  <cp:revision>3</cp:revision>
  <cp:lastPrinted>2019-08-21T09:02:00Z</cp:lastPrinted>
  <dcterms:created xsi:type="dcterms:W3CDTF">2020-03-20T03:56:00Z</dcterms:created>
  <dcterms:modified xsi:type="dcterms:W3CDTF">2020-03-20T04:12:00Z</dcterms:modified>
</cp:coreProperties>
</file>