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A0"/>
      </w:tblPr>
      <w:tblGrid>
        <w:gridCol w:w="9301"/>
      </w:tblGrid>
      <w:tr w:rsidR="00024332" w:rsidRPr="00513904">
        <w:trPr>
          <w:trHeight w:val="2080"/>
          <w:jc w:val="center"/>
        </w:trPr>
        <w:tc>
          <w:tcPr>
            <w:tcW w:w="9301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024332" w:rsidRPr="00513904" w:rsidRDefault="00024332" w:rsidP="006C5327">
            <w:pPr>
              <w:jc w:val="center"/>
              <w:rPr>
                <w:sz w:val="28"/>
                <w:szCs w:val="28"/>
                <w:lang w:val="uk-UA"/>
              </w:rPr>
            </w:pPr>
            <w:r w:rsidRPr="00B75C13">
              <w:rPr>
                <w:noProof/>
                <w:sz w:val="28"/>
                <w:szCs w:val="28"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0.5pt;height:55.5pt;visibility:visible">
                  <v:imagedata r:id="rId5" o:title=""/>
                </v:shape>
              </w:pict>
            </w:r>
          </w:p>
          <w:p w:rsidR="00024332" w:rsidRPr="00513904" w:rsidRDefault="00024332" w:rsidP="006C5327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024332" w:rsidRPr="00513904" w:rsidRDefault="00024332" w:rsidP="006C5327">
            <w:pPr>
              <w:pStyle w:val="Heading2"/>
              <w:rPr>
                <w:b/>
                <w:bCs/>
                <w:sz w:val="52"/>
                <w:szCs w:val="52"/>
                <w:lang w:val="uk-UA"/>
              </w:rPr>
            </w:pPr>
            <w:r w:rsidRPr="00513904">
              <w:rPr>
                <w:b/>
                <w:bCs/>
                <w:sz w:val="52"/>
                <w:szCs w:val="52"/>
                <w:lang w:val="uk-UA"/>
              </w:rPr>
              <w:t>НАРОДНИЙ ДЕПУТАТ УКРАЇНИ</w:t>
            </w:r>
          </w:p>
          <w:p w:rsidR="00024332" w:rsidRPr="00513904" w:rsidRDefault="00024332" w:rsidP="006C5327">
            <w:pPr>
              <w:spacing w:before="120" w:after="120"/>
              <w:jc w:val="center"/>
              <w:rPr>
                <w:sz w:val="24"/>
                <w:szCs w:val="24"/>
                <w:lang w:val="uk-UA"/>
              </w:rPr>
            </w:pPr>
            <w:r w:rsidRPr="00513904">
              <w:rPr>
                <w:sz w:val="24"/>
                <w:szCs w:val="24"/>
                <w:lang w:val="uk-UA"/>
              </w:rPr>
              <w:t xml:space="preserve">Україна, 01008, м. Київ, вул. </w:t>
            </w:r>
            <w:r>
              <w:rPr>
                <w:sz w:val="24"/>
                <w:szCs w:val="24"/>
                <w:lang w:val="uk-UA"/>
              </w:rPr>
              <w:t xml:space="preserve">М. </w:t>
            </w:r>
            <w:r w:rsidRPr="00513904">
              <w:rPr>
                <w:sz w:val="24"/>
                <w:szCs w:val="24"/>
                <w:lang w:val="uk-UA"/>
              </w:rPr>
              <w:t>Грушевського, буд. 5</w:t>
            </w:r>
          </w:p>
        </w:tc>
      </w:tr>
    </w:tbl>
    <w:p w:rsidR="00024332" w:rsidRPr="00513904" w:rsidRDefault="00024332" w:rsidP="006C5327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88" w:type="dxa"/>
        <w:tblInd w:w="-106" w:type="dxa"/>
        <w:tblLayout w:type="fixed"/>
        <w:tblLook w:val="01E0"/>
      </w:tblPr>
      <w:tblGrid>
        <w:gridCol w:w="2508"/>
        <w:gridCol w:w="7080"/>
      </w:tblGrid>
      <w:tr w:rsidR="00024332" w:rsidRPr="00513904">
        <w:tc>
          <w:tcPr>
            <w:tcW w:w="2508" w:type="dxa"/>
          </w:tcPr>
          <w:p w:rsidR="00024332" w:rsidRPr="00B63983" w:rsidRDefault="00024332" w:rsidP="006C5327">
            <w:pPr>
              <w:pStyle w:val="Heading1"/>
              <w:rPr>
                <w:lang w:val="uk-UA"/>
              </w:rPr>
            </w:pPr>
            <w:r w:rsidRPr="00B63983">
              <w:rPr>
                <w:lang w:val="uk-UA"/>
              </w:rPr>
              <w:t xml:space="preserve">№ </w:t>
            </w:r>
          </w:p>
          <w:p w:rsidR="00024332" w:rsidRPr="00B63983" w:rsidRDefault="00024332" w:rsidP="00DA640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B63983">
              <w:rPr>
                <w:b/>
                <w:bCs/>
                <w:sz w:val="24"/>
                <w:szCs w:val="24"/>
                <w:lang w:val="uk-UA"/>
              </w:rPr>
              <w:t xml:space="preserve">від </w:t>
            </w:r>
          </w:p>
        </w:tc>
        <w:tc>
          <w:tcPr>
            <w:tcW w:w="7080" w:type="dxa"/>
          </w:tcPr>
          <w:p w:rsidR="00024332" w:rsidRPr="00B63983" w:rsidRDefault="00024332" w:rsidP="00B63983">
            <w:pPr>
              <w:jc w:val="right"/>
              <w:rPr>
                <w:sz w:val="28"/>
                <w:szCs w:val="28"/>
                <w:lang w:val="uk-UA"/>
              </w:rPr>
            </w:pPr>
            <w:r w:rsidRPr="00B63983">
              <w:rPr>
                <w:b/>
                <w:bCs/>
                <w:sz w:val="28"/>
                <w:szCs w:val="28"/>
                <w:lang w:val="uk-UA"/>
              </w:rPr>
              <w:t>Верховна Рада України</w:t>
            </w:r>
          </w:p>
          <w:p w:rsidR="00024332" w:rsidRPr="00B63983" w:rsidRDefault="00024332" w:rsidP="00B63983">
            <w:pPr>
              <w:pStyle w:val="Heading2"/>
              <w:shd w:val="clear" w:color="auto" w:fill="FFFFFF"/>
              <w:spacing w:line="180" w:lineRule="atLeast"/>
              <w:jc w:val="right"/>
              <w:textAlignment w:val="baseline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024332" w:rsidRPr="00513904" w:rsidRDefault="00024332" w:rsidP="0017072F">
      <w:pPr>
        <w:ind w:firstLine="737"/>
        <w:jc w:val="both"/>
        <w:rPr>
          <w:sz w:val="28"/>
          <w:szCs w:val="28"/>
          <w:lang w:val="uk-UA"/>
        </w:rPr>
      </w:pPr>
    </w:p>
    <w:p w:rsidR="00024332" w:rsidRPr="00F00CC5" w:rsidRDefault="00024332" w:rsidP="00F00CC5">
      <w:pPr>
        <w:ind w:firstLine="737"/>
        <w:jc w:val="both"/>
        <w:rPr>
          <w:spacing w:val="-2"/>
          <w:sz w:val="28"/>
          <w:szCs w:val="28"/>
          <w:lang w:val="uk-UA"/>
        </w:rPr>
      </w:pPr>
    </w:p>
    <w:p w:rsidR="00024332" w:rsidRPr="00037FF2" w:rsidRDefault="00024332" w:rsidP="00F00CC5">
      <w:pPr>
        <w:pStyle w:val="a1"/>
        <w:spacing w:before="0" w:after="0"/>
        <w:ind w:firstLine="73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00CC5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</w:t>
      </w:r>
      <w:r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постанови </w:t>
      </w:r>
      <w:r w:rsidRPr="00F00CC5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Верховної Ради України </w:t>
      </w:r>
      <w:r w:rsidRPr="00037FF2">
        <w:rPr>
          <w:rFonts w:ascii="Times New Roman" w:hAnsi="Times New Roman" w:cs="Times New Roman"/>
          <w:b w:val="0"/>
          <w:bCs w:val="0"/>
          <w:sz w:val="28"/>
          <w:szCs w:val="28"/>
        </w:rPr>
        <w:t>"Про невідкладні заходи щодо подолання критичного стану в економіці та соціальній сфері України".</w:t>
      </w:r>
    </w:p>
    <w:p w:rsidR="00024332" w:rsidRPr="005B43BE" w:rsidRDefault="00024332" w:rsidP="008904CE">
      <w:pPr>
        <w:ind w:firstLine="737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513904">
        <w:rPr>
          <w:spacing w:val="-2"/>
          <w:sz w:val="28"/>
          <w:szCs w:val="28"/>
          <w:lang w:val="uk-UA"/>
        </w:rPr>
        <w:t xml:space="preserve">Доповідати зазначений законопроект на пленарному </w:t>
      </w:r>
      <w:r w:rsidRPr="00513904">
        <w:rPr>
          <w:spacing w:val="-3"/>
          <w:sz w:val="28"/>
          <w:szCs w:val="28"/>
          <w:lang w:val="uk-UA"/>
        </w:rPr>
        <w:t xml:space="preserve">засіданні Верховної Ради України буде народний депутат України Королевська Н.Ю. – </w:t>
      </w:r>
      <w:r w:rsidRPr="005B43BE">
        <w:rPr>
          <w:sz w:val="28"/>
          <w:szCs w:val="28"/>
          <w:shd w:val="clear" w:color="auto" w:fill="FFFFFF"/>
          <w:lang w:val="uk-UA"/>
        </w:rPr>
        <w:t>заступник голови Комітету Верховної Ради України з питань соціальної політики та захисту прав ветеранів.</w:t>
      </w:r>
    </w:p>
    <w:p w:rsidR="00024332" w:rsidRPr="00513904" w:rsidRDefault="00024332" w:rsidP="0017072F">
      <w:pPr>
        <w:ind w:firstLine="737"/>
        <w:jc w:val="both"/>
        <w:rPr>
          <w:sz w:val="28"/>
          <w:szCs w:val="28"/>
          <w:lang w:val="uk-UA"/>
        </w:rPr>
      </w:pPr>
    </w:p>
    <w:p w:rsidR="00024332" w:rsidRPr="00513904" w:rsidRDefault="00024332" w:rsidP="0017072F">
      <w:pPr>
        <w:ind w:firstLine="737"/>
        <w:jc w:val="both"/>
        <w:rPr>
          <w:i/>
          <w:iCs/>
          <w:sz w:val="24"/>
          <w:szCs w:val="24"/>
          <w:lang w:val="uk-UA"/>
        </w:rPr>
      </w:pPr>
      <w:r w:rsidRPr="00513904">
        <w:rPr>
          <w:i/>
          <w:iCs/>
          <w:sz w:val="24"/>
          <w:szCs w:val="24"/>
          <w:lang w:val="uk-UA"/>
        </w:rPr>
        <w:t>Додаток:</w:t>
      </w:r>
    </w:p>
    <w:p w:rsidR="00024332" w:rsidRPr="00513904" w:rsidRDefault="00024332" w:rsidP="0017072F">
      <w:pPr>
        <w:jc w:val="both"/>
        <w:rPr>
          <w:i/>
          <w:iCs/>
          <w:sz w:val="24"/>
          <w:szCs w:val="24"/>
          <w:lang w:val="uk-UA"/>
        </w:rPr>
      </w:pPr>
    </w:p>
    <w:p w:rsidR="00024332" w:rsidRPr="00513904" w:rsidRDefault="00024332" w:rsidP="00037FF2">
      <w:pPr>
        <w:numPr>
          <w:ilvl w:val="0"/>
          <w:numId w:val="1"/>
        </w:numPr>
        <w:shd w:val="clear" w:color="auto" w:fill="FFFFFF"/>
        <w:tabs>
          <w:tab w:val="left" w:pos="773"/>
        </w:tabs>
        <w:ind w:left="357" w:firstLine="636"/>
        <w:rPr>
          <w:i/>
          <w:iCs/>
          <w:color w:val="000000"/>
          <w:spacing w:val="-14"/>
          <w:sz w:val="24"/>
          <w:szCs w:val="24"/>
          <w:lang w:val="uk-UA"/>
        </w:rPr>
      </w:pPr>
      <w:r w:rsidRPr="00513904">
        <w:rPr>
          <w:i/>
          <w:iCs/>
          <w:color w:val="000000"/>
          <w:spacing w:val="-6"/>
          <w:sz w:val="24"/>
          <w:szCs w:val="24"/>
          <w:lang w:val="uk-UA"/>
        </w:rPr>
        <w:t xml:space="preserve">Проект Постанови Верховної Ради України - </w:t>
      </w:r>
      <w:r w:rsidRPr="00513904">
        <w:rPr>
          <w:i/>
          <w:iCs/>
          <w:sz w:val="24"/>
          <w:szCs w:val="24"/>
          <w:lang w:val="uk-UA"/>
        </w:rPr>
        <w:t xml:space="preserve">на </w:t>
      </w:r>
      <w:r>
        <w:rPr>
          <w:i/>
          <w:iCs/>
          <w:sz w:val="24"/>
          <w:szCs w:val="24"/>
          <w:lang w:val="uk-UA"/>
        </w:rPr>
        <w:t>3</w:t>
      </w:r>
      <w:r w:rsidRPr="00513904">
        <w:rPr>
          <w:i/>
          <w:iCs/>
          <w:sz w:val="24"/>
          <w:szCs w:val="24"/>
          <w:lang w:val="uk-UA"/>
        </w:rPr>
        <w:t xml:space="preserve"> арк.</w:t>
      </w:r>
      <w:r w:rsidRPr="00513904">
        <w:rPr>
          <w:i/>
          <w:iCs/>
          <w:color w:val="000000"/>
          <w:spacing w:val="-6"/>
          <w:sz w:val="24"/>
          <w:szCs w:val="24"/>
          <w:lang w:val="uk-UA"/>
        </w:rPr>
        <w:t>;</w:t>
      </w:r>
    </w:p>
    <w:p w:rsidR="00024332" w:rsidRPr="00513904" w:rsidRDefault="00024332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513904">
        <w:rPr>
          <w:i/>
          <w:iCs/>
          <w:sz w:val="24"/>
          <w:szCs w:val="24"/>
          <w:lang w:val="uk-UA"/>
        </w:rPr>
        <w:t xml:space="preserve">Пояснювальна записка - на </w:t>
      </w:r>
      <w:r>
        <w:rPr>
          <w:i/>
          <w:iCs/>
          <w:sz w:val="24"/>
          <w:szCs w:val="24"/>
          <w:lang w:val="uk-UA"/>
        </w:rPr>
        <w:t>4</w:t>
      </w:r>
      <w:r w:rsidRPr="00513904">
        <w:rPr>
          <w:i/>
          <w:iCs/>
          <w:sz w:val="24"/>
          <w:szCs w:val="24"/>
          <w:lang w:val="uk-UA"/>
        </w:rPr>
        <w:t xml:space="preserve"> арк.;</w:t>
      </w:r>
    </w:p>
    <w:p w:rsidR="00024332" w:rsidRPr="00513904" w:rsidRDefault="00024332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513904">
        <w:rPr>
          <w:i/>
          <w:iCs/>
          <w:sz w:val="24"/>
          <w:szCs w:val="24"/>
          <w:lang w:val="uk-UA"/>
        </w:rPr>
        <w:t>Зазначені документи в електронному вигляді.</w:t>
      </w:r>
    </w:p>
    <w:p w:rsidR="00024332" w:rsidRPr="00513904" w:rsidRDefault="00024332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024332" w:rsidRPr="00513904" w:rsidRDefault="00024332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024332" w:rsidRPr="00513904" w:rsidRDefault="00024332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024332" w:rsidRPr="00513904" w:rsidRDefault="00024332" w:rsidP="0017072F">
      <w:pPr>
        <w:pStyle w:val="Style2"/>
        <w:widowControl/>
        <w:rPr>
          <w:rStyle w:val="FontStyle17"/>
          <w:sz w:val="28"/>
          <w:szCs w:val="28"/>
          <w:lang w:val="uk-UA" w:eastAsia="uk-UA"/>
        </w:rPr>
      </w:pPr>
      <w:r w:rsidRPr="00513904">
        <w:rPr>
          <w:b/>
          <w:bCs/>
          <w:sz w:val="28"/>
          <w:szCs w:val="28"/>
          <w:lang w:val="uk-UA"/>
        </w:rPr>
        <w:t xml:space="preserve">Народний депутат України                                                  </w:t>
      </w:r>
      <w:r w:rsidRPr="00513904">
        <w:rPr>
          <w:rStyle w:val="FontStyle17"/>
          <w:sz w:val="28"/>
          <w:szCs w:val="28"/>
          <w:lang w:val="uk-UA" w:eastAsia="uk-UA"/>
        </w:rPr>
        <w:t>Королевська Н.Ю.</w:t>
      </w:r>
    </w:p>
    <w:sectPr w:rsidR="00024332" w:rsidRPr="00513904" w:rsidSect="0017072F"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4422D"/>
    <w:multiLevelType w:val="hybridMultilevel"/>
    <w:tmpl w:val="FBA6DC00"/>
    <w:lvl w:ilvl="0" w:tplc="0422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2F"/>
    <w:rsid w:val="000009BB"/>
    <w:rsid w:val="0000172D"/>
    <w:rsid w:val="0000186A"/>
    <w:rsid w:val="00002839"/>
    <w:rsid w:val="00002E81"/>
    <w:rsid w:val="00003889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4332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37FF2"/>
    <w:rsid w:val="0004315A"/>
    <w:rsid w:val="000443C6"/>
    <w:rsid w:val="00044CDC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13C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4F3E"/>
    <w:rsid w:val="000C55A0"/>
    <w:rsid w:val="000C6500"/>
    <w:rsid w:val="000C67ED"/>
    <w:rsid w:val="000C72FD"/>
    <w:rsid w:val="000C7915"/>
    <w:rsid w:val="000D16C0"/>
    <w:rsid w:val="000D1DD7"/>
    <w:rsid w:val="000D2AF8"/>
    <w:rsid w:val="000D3104"/>
    <w:rsid w:val="000D4C8B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9A9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6348"/>
    <w:rsid w:val="00127486"/>
    <w:rsid w:val="0013016F"/>
    <w:rsid w:val="00130781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72F"/>
    <w:rsid w:val="00170C27"/>
    <w:rsid w:val="00171099"/>
    <w:rsid w:val="00171B27"/>
    <w:rsid w:val="00172636"/>
    <w:rsid w:val="00173311"/>
    <w:rsid w:val="00173639"/>
    <w:rsid w:val="00173F93"/>
    <w:rsid w:val="00174A70"/>
    <w:rsid w:val="00174AA2"/>
    <w:rsid w:val="00175B58"/>
    <w:rsid w:val="00175C34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E51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39A0"/>
    <w:rsid w:val="001F44D4"/>
    <w:rsid w:val="001F60F3"/>
    <w:rsid w:val="001F641A"/>
    <w:rsid w:val="001F6D85"/>
    <w:rsid w:val="001F78D6"/>
    <w:rsid w:val="001F7EB2"/>
    <w:rsid w:val="001F7FE7"/>
    <w:rsid w:val="002019B9"/>
    <w:rsid w:val="00201D5D"/>
    <w:rsid w:val="00205703"/>
    <w:rsid w:val="00205E70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5FC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8F1"/>
    <w:rsid w:val="00236690"/>
    <w:rsid w:val="0023750F"/>
    <w:rsid w:val="00240B1A"/>
    <w:rsid w:val="00242C24"/>
    <w:rsid w:val="00242E50"/>
    <w:rsid w:val="00243F08"/>
    <w:rsid w:val="00245574"/>
    <w:rsid w:val="002510D3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CE3"/>
    <w:rsid w:val="00277D0F"/>
    <w:rsid w:val="002806F8"/>
    <w:rsid w:val="002810CC"/>
    <w:rsid w:val="00282861"/>
    <w:rsid w:val="00283029"/>
    <w:rsid w:val="002841D3"/>
    <w:rsid w:val="002879B6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4A2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712A"/>
    <w:rsid w:val="002F7BE8"/>
    <w:rsid w:val="002F7C7F"/>
    <w:rsid w:val="0030087A"/>
    <w:rsid w:val="00301951"/>
    <w:rsid w:val="003035F2"/>
    <w:rsid w:val="00303B78"/>
    <w:rsid w:val="003054C6"/>
    <w:rsid w:val="00305FA5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2083"/>
    <w:rsid w:val="00342123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A14F9"/>
    <w:rsid w:val="003A5C31"/>
    <w:rsid w:val="003A61E9"/>
    <w:rsid w:val="003B065A"/>
    <w:rsid w:val="003B2410"/>
    <w:rsid w:val="003B286A"/>
    <w:rsid w:val="003B2DCD"/>
    <w:rsid w:val="003B3080"/>
    <w:rsid w:val="003B31F9"/>
    <w:rsid w:val="003B4F2D"/>
    <w:rsid w:val="003B6180"/>
    <w:rsid w:val="003B635B"/>
    <w:rsid w:val="003B77AF"/>
    <w:rsid w:val="003C0AA9"/>
    <w:rsid w:val="003C1ECE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CCA"/>
    <w:rsid w:val="003E5EBE"/>
    <w:rsid w:val="003E6DB0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10F06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EEF"/>
    <w:rsid w:val="00422A96"/>
    <w:rsid w:val="00422E9B"/>
    <w:rsid w:val="004236ED"/>
    <w:rsid w:val="00423F00"/>
    <w:rsid w:val="00424578"/>
    <w:rsid w:val="00425B43"/>
    <w:rsid w:val="00430307"/>
    <w:rsid w:val="004307A3"/>
    <w:rsid w:val="004309D6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37E36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F01"/>
    <w:rsid w:val="004570DB"/>
    <w:rsid w:val="0046181C"/>
    <w:rsid w:val="00462D6E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2B22"/>
    <w:rsid w:val="00483D56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6C4"/>
    <w:rsid w:val="004D39AA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4714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77C7"/>
    <w:rsid w:val="0051349B"/>
    <w:rsid w:val="00513904"/>
    <w:rsid w:val="00513A91"/>
    <w:rsid w:val="00514430"/>
    <w:rsid w:val="00514717"/>
    <w:rsid w:val="00514CD6"/>
    <w:rsid w:val="00515224"/>
    <w:rsid w:val="005164D7"/>
    <w:rsid w:val="00516BDA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7296"/>
    <w:rsid w:val="00547A86"/>
    <w:rsid w:val="0055012B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3BE"/>
    <w:rsid w:val="005B4578"/>
    <w:rsid w:val="005B4954"/>
    <w:rsid w:val="005B5E34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EBA"/>
    <w:rsid w:val="005D4B3F"/>
    <w:rsid w:val="005D4CCE"/>
    <w:rsid w:val="005D57FE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B17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42C3"/>
    <w:rsid w:val="006450CC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5F4B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E83"/>
    <w:rsid w:val="006C207A"/>
    <w:rsid w:val="006C2A7F"/>
    <w:rsid w:val="006C3B61"/>
    <w:rsid w:val="006C40ED"/>
    <w:rsid w:val="006C5327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1911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4758"/>
    <w:rsid w:val="006F644D"/>
    <w:rsid w:val="006F6897"/>
    <w:rsid w:val="00702936"/>
    <w:rsid w:val="00702A8B"/>
    <w:rsid w:val="00703978"/>
    <w:rsid w:val="007039C7"/>
    <w:rsid w:val="00703EE7"/>
    <w:rsid w:val="007050C1"/>
    <w:rsid w:val="00705372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378F"/>
    <w:rsid w:val="00723954"/>
    <w:rsid w:val="00724FEB"/>
    <w:rsid w:val="00725909"/>
    <w:rsid w:val="00731551"/>
    <w:rsid w:val="00732772"/>
    <w:rsid w:val="00734544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7190"/>
    <w:rsid w:val="0074783A"/>
    <w:rsid w:val="00751105"/>
    <w:rsid w:val="00751211"/>
    <w:rsid w:val="007512A0"/>
    <w:rsid w:val="00751431"/>
    <w:rsid w:val="007520A1"/>
    <w:rsid w:val="00753250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9E1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4069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302A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D0956"/>
    <w:rsid w:val="007D0966"/>
    <w:rsid w:val="007D1788"/>
    <w:rsid w:val="007D19A9"/>
    <w:rsid w:val="007D1F51"/>
    <w:rsid w:val="007D223F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8B4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4497"/>
    <w:rsid w:val="00814B61"/>
    <w:rsid w:val="00815C2D"/>
    <w:rsid w:val="0081700D"/>
    <w:rsid w:val="008201E7"/>
    <w:rsid w:val="00820464"/>
    <w:rsid w:val="00820AF3"/>
    <w:rsid w:val="00820C5D"/>
    <w:rsid w:val="00820F43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756"/>
    <w:rsid w:val="00846FC5"/>
    <w:rsid w:val="00847CE4"/>
    <w:rsid w:val="00851D72"/>
    <w:rsid w:val="00852365"/>
    <w:rsid w:val="00852C0C"/>
    <w:rsid w:val="0085336F"/>
    <w:rsid w:val="00854F03"/>
    <w:rsid w:val="00855212"/>
    <w:rsid w:val="00857210"/>
    <w:rsid w:val="0085724F"/>
    <w:rsid w:val="008608A5"/>
    <w:rsid w:val="008608F6"/>
    <w:rsid w:val="0086111B"/>
    <w:rsid w:val="0086242A"/>
    <w:rsid w:val="00863FE7"/>
    <w:rsid w:val="00864454"/>
    <w:rsid w:val="0086581D"/>
    <w:rsid w:val="00865FF7"/>
    <w:rsid w:val="0086654A"/>
    <w:rsid w:val="00866734"/>
    <w:rsid w:val="00867142"/>
    <w:rsid w:val="008671C0"/>
    <w:rsid w:val="00870593"/>
    <w:rsid w:val="00870762"/>
    <w:rsid w:val="00870829"/>
    <w:rsid w:val="00870856"/>
    <w:rsid w:val="008723E8"/>
    <w:rsid w:val="00872BA0"/>
    <w:rsid w:val="0087399D"/>
    <w:rsid w:val="008743D3"/>
    <w:rsid w:val="00875136"/>
    <w:rsid w:val="008752AD"/>
    <w:rsid w:val="00875624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4C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B6FA9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843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3CC2"/>
    <w:rsid w:val="009146AE"/>
    <w:rsid w:val="0091536D"/>
    <w:rsid w:val="009166B1"/>
    <w:rsid w:val="0091731B"/>
    <w:rsid w:val="00917871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2A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60085"/>
    <w:rsid w:val="009600FF"/>
    <w:rsid w:val="0096090A"/>
    <w:rsid w:val="009629A8"/>
    <w:rsid w:val="00962AE3"/>
    <w:rsid w:val="00964365"/>
    <w:rsid w:val="00964B8A"/>
    <w:rsid w:val="0096539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766"/>
    <w:rsid w:val="00973F7A"/>
    <w:rsid w:val="00974293"/>
    <w:rsid w:val="00974328"/>
    <w:rsid w:val="00974868"/>
    <w:rsid w:val="0097499F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9"/>
    <w:rsid w:val="00984E7B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91E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C37"/>
    <w:rsid w:val="009C570F"/>
    <w:rsid w:val="009C5FC5"/>
    <w:rsid w:val="009C6539"/>
    <w:rsid w:val="009C6EF7"/>
    <w:rsid w:val="009C7134"/>
    <w:rsid w:val="009C76C8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04A3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70ED"/>
    <w:rsid w:val="00A17299"/>
    <w:rsid w:val="00A20B53"/>
    <w:rsid w:val="00A21406"/>
    <w:rsid w:val="00A22A5A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0EDB"/>
    <w:rsid w:val="00A31639"/>
    <w:rsid w:val="00A32540"/>
    <w:rsid w:val="00A3425E"/>
    <w:rsid w:val="00A35E9C"/>
    <w:rsid w:val="00A36EBD"/>
    <w:rsid w:val="00A41843"/>
    <w:rsid w:val="00A4249B"/>
    <w:rsid w:val="00A4313F"/>
    <w:rsid w:val="00A448AA"/>
    <w:rsid w:val="00A44A3E"/>
    <w:rsid w:val="00A45FC7"/>
    <w:rsid w:val="00A46428"/>
    <w:rsid w:val="00A467AC"/>
    <w:rsid w:val="00A506BF"/>
    <w:rsid w:val="00A526BC"/>
    <w:rsid w:val="00A52E00"/>
    <w:rsid w:val="00A5397E"/>
    <w:rsid w:val="00A5427B"/>
    <w:rsid w:val="00A54518"/>
    <w:rsid w:val="00A553F8"/>
    <w:rsid w:val="00A55CE0"/>
    <w:rsid w:val="00A57F61"/>
    <w:rsid w:val="00A600EE"/>
    <w:rsid w:val="00A60349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3F1E"/>
    <w:rsid w:val="00A84A8C"/>
    <w:rsid w:val="00A86D86"/>
    <w:rsid w:val="00A87049"/>
    <w:rsid w:val="00A87696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D3B"/>
    <w:rsid w:val="00AD31E2"/>
    <w:rsid w:val="00AD34FC"/>
    <w:rsid w:val="00AD3FB3"/>
    <w:rsid w:val="00AD516A"/>
    <w:rsid w:val="00AD51F9"/>
    <w:rsid w:val="00AD60C1"/>
    <w:rsid w:val="00AD692B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FB4"/>
    <w:rsid w:val="00B00BDE"/>
    <w:rsid w:val="00B01A30"/>
    <w:rsid w:val="00B01C37"/>
    <w:rsid w:val="00B045C9"/>
    <w:rsid w:val="00B05CBF"/>
    <w:rsid w:val="00B06BB1"/>
    <w:rsid w:val="00B100F4"/>
    <w:rsid w:val="00B10DA3"/>
    <w:rsid w:val="00B11245"/>
    <w:rsid w:val="00B118FC"/>
    <w:rsid w:val="00B121A7"/>
    <w:rsid w:val="00B13121"/>
    <w:rsid w:val="00B13191"/>
    <w:rsid w:val="00B13E8B"/>
    <w:rsid w:val="00B16525"/>
    <w:rsid w:val="00B176A1"/>
    <w:rsid w:val="00B17B87"/>
    <w:rsid w:val="00B218F7"/>
    <w:rsid w:val="00B22137"/>
    <w:rsid w:val="00B227CD"/>
    <w:rsid w:val="00B22A96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3983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5C13"/>
    <w:rsid w:val="00B7617F"/>
    <w:rsid w:val="00B76CF1"/>
    <w:rsid w:val="00B803BE"/>
    <w:rsid w:val="00B819A9"/>
    <w:rsid w:val="00B81B99"/>
    <w:rsid w:val="00B82181"/>
    <w:rsid w:val="00B82528"/>
    <w:rsid w:val="00B826B7"/>
    <w:rsid w:val="00B84EDC"/>
    <w:rsid w:val="00B868B3"/>
    <w:rsid w:val="00B87FC9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3B54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5AA0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2509"/>
    <w:rsid w:val="00BD3413"/>
    <w:rsid w:val="00BD3936"/>
    <w:rsid w:val="00BD4A23"/>
    <w:rsid w:val="00BD4E52"/>
    <w:rsid w:val="00BD4EF5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903"/>
    <w:rsid w:val="00BF64F3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D95"/>
    <w:rsid w:val="00C16B72"/>
    <w:rsid w:val="00C16C59"/>
    <w:rsid w:val="00C17044"/>
    <w:rsid w:val="00C171FB"/>
    <w:rsid w:val="00C221EF"/>
    <w:rsid w:val="00C22525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6BB6"/>
    <w:rsid w:val="00C376BA"/>
    <w:rsid w:val="00C37F5F"/>
    <w:rsid w:val="00C414E1"/>
    <w:rsid w:val="00C41789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DCE"/>
    <w:rsid w:val="00CB6908"/>
    <w:rsid w:val="00CB70AA"/>
    <w:rsid w:val="00CB71FA"/>
    <w:rsid w:val="00CB76AD"/>
    <w:rsid w:val="00CB7963"/>
    <w:rsid w:val="00CC379F"/>
    <w:rsid w:val="00CC4746"/>
    <w:rsid w:val="00CC5479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3D12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533D"/>
    <w:rsid w:val="00D154CA"/>
    <w:rsid w:val="00D15B15"/>
    <w:rsid w:val="00D1742A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0CB2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F7A"/>
    <w:rsid w:val="00D97131"/>
    <w:rsid w:val="00DA1BC4"/>
    <w:rsid w:val="00DA2347"/>
    <w:rsid w:val="00DA3F52"/>
    <w:rsid w:val="00DA43AE"/>
    <w:rsid w:val="00DA523E"/>
    <w:rsid w:val="00DA6403"/>
    <w:rsid w:val="00DA6ECF"/>
    <w:rsid w:val="00DA73E4"/>
    <w:rsid w:val="00DA761C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4F5"/>
    <w:rsid w:val="00DC35B9"/>
    <w:rsid w:val="00DC37C3"/>
    <w:rsid w:val="00DC3B8E"/>
    <w:rsid w:val="00DC3DEB"/>
    <w:rsid w:val="00DC497F"/>
    <w:rsid w:val="00DC5126"/>
    <w:rsid w:val="00DC679A"/>
    <w:rsid w:val="00DC7256"/>
    <w:rsid w:val="00DD12D5"/>
    <w:rsid w:val="00DD14A2"/>
    <w:rsid w:val="00DD2F07"/>
    <w:rsid w:val="00DD4080"/>
    <w:rsid w:val="00DD410E"/>
    <w:rsid w:val="00DD4C6C"/>
    <w:rsid w:val="00DD6E2A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15A8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79E3"/>
    <w:rsid w:val="00E112FE"/>
    <w:rsid w:val="00E136B1"/>
    <w:rsid w:val="00E13925"/>
    <w:rsid w:val="00E13A7C"/>
    <w:rsid w:val="00E142CB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258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82C"/>
    <w:rsid w:val="00E90430"/>
    <w:rsid w:val="00E95B57"/>
    <w:rsid w:val="00E971A1"/>
    <w:rsid w:val="00E97936"/>
    <w:rsid w:val="00E97E05"/>
    <w:rsid w:val="00EA0135"/>
    <w:rsid w:val="00EA1C74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32F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D1754"/>
    <w:rsid w:val="00ED22E1"/>
    <w:rsid w:val="00ED237E"/>
    <w:rsid w:val="00ED3647"/>
    <w:rsid w:val="00ED3CF9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699"/>
    <w:rsid w:val="00EF71E4"/>
    <w:rsid w:val="00F00A1F"/>
    <w:rsid w:val="00F00C9F"/>
    <w:rsid w:val="00F00CC5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D1E"/>
    <w:rsid w:val="00F35E8F"/>
    <w:rsid w:val="00F3625C"/>
    <w:rsid w:val="00F363A6"/>
    <w:rsid w:val="00F36899"/>
    <w:rsid w:val="00F36C36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ED5"/>
    <w:rsid w:val="00F56605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320F"/>
    <w:rsid w:val="00F74EAC"/>
    <w:rsid w:val="00F7559C"/>
    <w:rsid w:val="00F7564B"/>
    <w:rsid w:val="00F75A9B"/>
    <w:rsid w:val="00F76A4A"/>
    <w:rsid w:val="00F77090"/>
    <w:rsid w:val="00F77DB3"/>
    <w:rsid w:val="00F8131D"/>
    <w:rsid w:val="00F8172E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9E3"/>
    <w:rsid w:val="00F93CB7"/>
    <w:rsid w:val="00F94F13"/>
    <w:rsid w:val="00F94F67"/>
    <w:rsid w:val="00F94F75"/>
    <w:rsid w:val="00F9532F"/>
    <w:rsid w:val="00F9566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5036"/>
    <w:rsid w:val="00FA56AD"/>
    <w:rsid w:val="00FA6A75"/>
    <w:rsid w:val="00FA6BF3"/>
    <w:rsid w:val="00FB021F"/>
    <w:rsid w:val="00FB1CE9"/>
    <w:rsid w:val="00FB251C"/>
    <w:rsid w:val="00FB33A6"/>
    <w:rsid w:val="00FB50B3"/>
    <w:rsid w:val="00FC0092"/>
    <w:rsid w:val="00FC0528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7072F"/>
    <w:pPr>
      <w:widowControl w:val="0"/>
      <w:autoSpaceDE w:val="0"/>
      <w:autoSpaceDN w:val="0"/>
      <w:adjustRightInd w:val="0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072F"/>
    <w:pPr>
      <w:keepNext/>
      <w:widowControl/>
      <w:autoSpaceDE/>
      <w:autoSpaceDN/>
      <w:adjustRightInd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072F"/>
    <w:pPr>
      <w:keepNext/>
      <w:widowControl/>
      <w:autoSpaceDE/>
      <w:autoSpaceDN/>
      <w:adjustRightInd/>
      <w:jc w:val="center"/>
      <w:outlineLvl w:val="1"/>
    </w:pPr>
    <w:rPr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04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072F"/>
    <w:rPr>
      <w:b/>
      <w:bCs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val="ru-RU" w:eastAsia="ru-RU"/>
    </w:rPr>
  </w:style>
  <w:style w:type="paragraph" w:customStyle="1" w:styleId="a">
    <w:name w:val="Знак Знак Знак Знак"/>
    <w:basedOn w:val="Normal"/>
    <w:uiPriority w:val="99"/>
    <w:rsid w:val="001707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Style2">
    <w:name w:val="Style2"/>
    <w:basedOn w:val="Normal"/>
    <w:uiPriority w:val="99"/>
    <w:rsid w:val="0017072F"/>
    <w:rPr>
      <w:sz w:val="24"/>
      <w:szCs w:val="24"/>
    </w:rPr>
  </w:style>
  <w:style w:type="character" w:customStyle="1" w:styleId="FontStyle17">
    <w:name w:val="Font Style17"/>
    <w:basedOn w:val="DefaultParagraphFont"/>
    <w:uiPriority w:val="99"/>
    <w:rsid w:val="0017072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Без интервала1"/>
    <w:uiPriority w:val="99"/>
    <w:rsid w:val="006C5327"/>
    <w:rPr>
      <w:rFonts w:ascii="Calibri" w:hAnsi="Calibri" w:cs="Calibri"/>
      <w:lang w:val="uk-UA"/>
    </w:rPr>
  </w:style>
  <w:style w:type="table" w:styleId="TableGrid">
    <w:name w:val="Table Grid"/>
    <w:basedOn w:val="TableNormal"/>
    <w:uiPriority w:val="99"/>
    <w:rsid w:val="006C5327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6C532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0">
    <w:name w:val="Знак Знак Знак Знак Знак Знак"/>
    <w:basedOn w:val="Normal"/>
    <w:uiPriority w:val="99"/>
    <w:rsid w:val="006C3B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1">
    <w:name w:val="Назва документа"/>
    <w:basedOn w:val="Normal"/>
    <w:next w:val="Normal"/>
    <w:uiPriority w:val="99"/>
    <w:rsid w:val="00513904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B06B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92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126</Words>
  <Characters>724</Characters>
  <Application>Microsoft Office Outlook</Application>
  <DocSecurity>0</DocSecurity>
  <Lines>0</Lines>
  <Paragraphs>0</Paragraphs>
  <ScaleCrop>false</ScaleCrop>
  <Company>Verkhovna Rada(Parliament of Ukraine)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18</cp:revision>
  <cp:lastPrinted>2018-02-01T15:21:00Z</cp:lastPrinted>
  <dcterms:created xsi:type="dcterms:W3CDTF">2020-01-16T07:46:00Z</dcterms:created>
  <dcterms:modified xsi:type="dcterms:W3CDTF">2020-03-12T15:36:00Z</dcterms:modified>
</cp:coreProperties>
</file>