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744D" w:rsidRPr="009B09A6" w:rsidRDefault="0082744D" w:rsidP="00601C17">
      <w:pPr>
        <w:spacing w:after="0" w:line="240" w:lineRule="auto"/>
        <w:ind w:firstLine="6299"/>
        <w:jc w:val="right"/>
        <w:rPr>
          <w:rFonts w:ascii="Times New Roman" w:eastAsia="MS Mincho" w:hAnsi="Times New Roman" w:cs="Times New Roman"/>
          <w:sz w:val="28"/>
          <w:szCs w:val="28"/>
          <w:lang w:val="uk-UA" w:eastAsia="ru-RU"/>
        </w:rPr>
      </w:pPr>
      <w:bookmarkStart w:id="0" w:name="n3"/>
      <w:bookmarkEnd w:id="0"/>
      <w:r w:rsidRPr="009B09A6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>Проект</w:t>
      </w:r>
    </w:p>
    <w:p w:rsidR="0082744D" w:rsidRPr="00AC1167" w:rsidRDefault="0082744D" w:rsidP="00601C17">
      <w:pPr>
        <w:pStyle w:val="StyleOstRed"/>
        <w:spacing w:after="0"/>
        <w:ind w:firstLine="6299"/>
        <w:jc w:val="right"/>
        <w:rPr>
          <w:rFonts w:cs="Calibri"/>
        </w:rPr>
      </w:pPr>
      <w:r w:rsidRPr="00AC1167">
        <w:t>Вноситься народним</w:t>
      </w:r>
      <w:r>
        <w:t>и</w:t>
      </w:r>
    </w:p>
    <w:p w:rsidR="0082744D" w:rsidRDefault="0082744D" w:rsidP="00601C17">
      <w:pPr>
        <w:pStyle w:val="StyleOstRed"/>
        <w:spacing w:after="0"/>
        <w:ind w:firstLine="6299"/>
        <w:jc w:val="right"/>
        <w:rPr>
          <w:rFonts w:cs="Calibri"/>
        </w:rPr>
      </w:pPr>
      <w:r>
        <w:t>депутатами</w:t>
      </w:r>
      <w:r w:rsidRPr="00AC1167">
        <w:t xml:space="preserve"> України</w:t>
      </w:r>
    </w:p>
    <w:p w:rsidR="0082744D" w:rsidRPr="009B09A6" w:rsidRDefault="0082744D" w:rsidP="009B09A6">
      <w:pPr>
        <w:pStyle w:val="Title"/>
        <w:jc w:val="right"/>
        <w:rPr>
          <w:rFonts w:eastAsia="MS Mincho"/>
          <w:b w:val="0"/>
          <w:bCs w:val="0"/>
        </w:rPr>
      </w:pPr>
    </w:p>
    <w:p w:rsidR="0082744D" w:rsidRPr="009B09A6" w:rsidRDefault="0082744D" w:rsidP="009B09A6">
      <w:pPr>
        <w:widowControl w:val="0"/>
        <w:tabs>
          <w:tab w:val="num" w:pos="900"/>
        </w:tabs>
        <w:suppressAutoHyphens/>
        <w:spacing w:after="0" w:line="240" w:lineRule="auto"/>
        <w:ind w:left="737"/>
        <w:jc w:val="right"/>
        <w:rPr>
          <w:rFonts w:ascii="Times New Roman" w:eastAsia="MS Mincho" w:hAnsi="Times New Roman" w:cs="Times New Roman"/>
          <w:sz w:val="28"/>
          <w:szCs w:val="28"/>
          <w:lang w:val="uk-UA" w:eastAsia="ru-RU"/>
        </w:rPr>
      </w:pPr>
      <w:r w:rsidRPr="009B09A6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>Королевською Н.Ю.</w:t>
      </w:r>
    </w:p>
    <w:p w:rsidR="0082744D" w:rsidRPr="008A556F" w:rsidRDefault="0082744D" w:rsidP="009B09A6">
      <w:pPr>
        <w:widowControl w:val="0"/>
        <w:tabs>
          <w:tab w:val="num" w:pos="900"/>
        </w:tabs>
        <w:suppressAutoHyphens/>
        <w:spacing w:after="0" w:line="240" w:lineRule="auto"/>
        <w:ind w:left="737"/>
        <w:jc w:val="right"/>
        <w:rPr>
          <w:rFonts w:ascii="Times New Roman" w:eastAsia="MS Mincho" w:hAnsi="Times New Roman"/>
          <w:sz w:val="28"/>
          <w:szCs w:val="28"/>
          <w:lang w:eastAsia="ru-RU"/>
        </w:rPr>
      </w:pPr>
    </w:p>
    <w:p w:rsidR="0082744D" w:rsidRPr="008A556F" w:rsidRDefault="0082744D" w:rsidP="009B09A6">
      <w:pPr>
        <w:widowControl w:val="0"/>
        <w:tabs>
          <w:tab w:val="num" w:pos="900"/>
        </w:tabs>
        <w:suppressAutoHyphens/>
        <w:spacing w:after="0" w:line="240" w:lineRule="auto"/>
        <w:ind w:left="737"/>
        <w:jc w:val="right"/>
        <w:rPr>
          <w:rFonts w:ascii="Times New Roman" w:eastAsia="MS Mincho" w:hAnsi="Times New Roman"/>
          <w:sz w:val="28"/>
          <w:szCs w:val="28"/>
          <w:lang w:eastAsia="ru-RU"/>
        </w:rPr>
      </w:pPr>
    </w:p>
    <w:p w:rsidR="0082744D" w:rsidRPr="009B09A6" w:rsidRDefault="0082744D" w:rsidP="009B09A6">
      <w:pPr>
        <w:widowControl w:val="0"/>
        <w:tabs>
          <w:tab w:val="num" w:pos="900"/>
        </w:tabs>
        <w:suppressAutoHyphens/>
        <w:spacing w:after="0" w:line="240" w:lineRule="auto"/>
        <w:ind w:left="737"/>
        <w:jc w:val="right"/>
        <w:rPr>
          <w:rFonts w:ascii="Times New Roman" w:eastAsia="MS Mincho" w:hAnsi="Times New Roman" w:cs="Times New Roman"/>
          <w:sz w:val="28"/>
          <w:szCs w:val="28"/>
          <w:lang w:val="uk-UA" w:eastAsia="ru-RU"/>
        </w:rPr>
      </w:pPr>
      <w:r w:rsidRPr="009B09A6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>Солодом Ю.В.</w:t>
      </w:r>
    </w:p>
    <w:p w:rsidR="0082744D" w:rsidRDefault="0082744D" w:rsidP="00601C17">
      <w:pPr>
        <w:pStyle w:val="StyleOstRed"/>
        <w:spacing w:after="0"/>
        <w:ind w:firstLine="6300"/>
        <w:jc w:val="right"/>
        <w:rPr>
          <w:rFonts w:cs="Calibri"/>
        </w:rPr>
      </w:pPr>
    </w:p>
    <w:p w:rsidR="0082744D" w:rsidRDefault="0082744D" w:rsidP="00601C17">
      <w:pPr>
        <w:pStyle w:val="StyleOstRed"/>
        <w:spacing w:after="0"/>
        <w:ind w:firstLine="6300"/>
        <w:jc w:val="right"/>
        <w:rPr>
          <w:rFonts w:cs="Calibri"/>
        </w:rPr>
      </w:pPr>
    </w:p>
    <w:p w:rsidR="0082744D" w:rsidRPr="00E86C4F" w:rsidRDefault="0082744D" w:rsidP="00E86C4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E86C4F">
        <w:rPr>
          <w:rFonts w:ascii="Times New Roman" w:hAnsi="Times New Roman" w:cs="Times New Roman"/>
          <w:sz w:val="28"/>
          <w:szCs w:val="28"/>
        </w:rPr>
        <w:t>Гнатенком В.С.</w:t>
      </w:r>
    </w:p>
    <w:p w:rsidR="0082744D" w:rsidRDefault="0082744D" w:rsidP="00AA7C20">
      <w:pPr>
        <w:spacing w:after="0" w:line="240" w:lineRule="auto"/>
        <w:ind w:left="450" w:right="450"/>
        <w:jc w:val="center"/>
        <w:textAlignment w:val="baseline"/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82744D" w:rsidRDefault="0082744D" w:rsidP="00AA7C20">
      <w:pPr>
        <w:spacing w:after="0" w:line="240" w:lineRule="auto"/>
        <w:ind w:left="450" w:right="450"/>
        <w:jc w:val="center"/>
        <w:textAlignment w:val="baseline"/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</w:pPr>
      <w:r w:rsidRPr="00F84794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ЗАКОН УКРАЇНИ</w:t>
      </w:r>
    </w:p>
    <w:p w:rsidR="0082744D" w:rsidRPr="00AC1167" w:rsidRDefault="0082744D" w:rsidP="00AA7C20">
      <w:pPr>
        <w:spacing w:after="0" w:line="240" w:lineRule="auto"/>
        <w:ind w:left="450" w:right="450"/>
        <w:jc w:val="center"/>
        <w:textAlignment w:val="baseline"/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82744D" w:rsidRPr="00827285" w:rsidRDefault="0082744D" w:rsidP="00827285">
      <w:pPr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</w:pPr>
      <w:r w:rsidRPr="00E1224F"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  <w:t xml:space="preserve">Про внесення змін до </w:t>
      </w:r>
      <w:r w:rsidRPr="00827285"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  <w:t>Закону України "Про охорону дитинства"</w:t>
      </w:r>
    </w:p>
    <w:p w:rsidR="0082744D" w:rsidRPr="00827285" w:rsidRDefault="0082744D" w:rsidP="00827285">
      <w:pPr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</w:pPr>
      <w:r w:rsidRPr="00827285"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  <w:t xml:space="preserve">щодо </w:t>
      </w:r>
      <w:r w:rsidRPr="009D2896"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  <w:t xml:space="preserve">встановлення додаткових соціальних гарантій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  <w:t>сім</w:t>
      </w:r>
      <w:r w:rsidRPr="009D2896"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  <w:t>’ям</w:t>
      </w:r>
      <w:r w:rsidRPr="00827285"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  <w:t xml:space="preserve"> з дітьми</w:t>
      </w:r>
    </w:p>
    <w:p w:rsidR="0082744D" w:rsidRPr="00827285" w:rsidRDefault="0082744D" w:rsidP="00827285">
      <w:pPr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</w:pPr>
      <w:bookmarkStart w:id="1" w:name="n4"/>
      <w:bookmarkEnd w:id="1"/>
    </w:p>
    <w:p w:rsidR="0082744D" w:rsidRPr="009B09A6" w:rsidRDefault="0082744D" w:rsidP="009B09A6">
      <w:pPr>
        <w:pStyle w:val="rvps2"/>
        <w:shd w:val="clear" w:color="auto" w:fill="FFFFFF"/>
        <w:spacing w:before="120" w:beforeAutospacing="0" w:after="0" w:afterAutospacing="0"/>
        <w:ind w:firstLine="737"/>
        <w:jc w:val="both"/>
        <w:textAlignment w:val="baseline"/>
        <w:rPr>
          <w:sz w:val="28"/>
          <w:szCs w:val="28"/>
        </w:rPr>
      </w:pPr>
      <w:r w:rsidRPr="009B09A6">
        <w:rPr>
          <w:sz w:val="28"/>
          <w:szCs w:val="28"/>
        </w:rPr>
        <w:t>Верховна Рада України постановляє:</w:t>
      </w:r>
    </w:p>
    <w:p w:rsidR="0082744D" w:rsidRPr="009B09A6" w:rsidRDefault="0082744D" w:rsidP="009B09A6">
      <w:pPr>
        <w:pStyle w:val="rvps2"/>
        <w:shd w:val="clear" w:color="auto" w:fill="FFFFFF"/>
        <w:spacing w:before="120" w:beforeAutospacing="0" w:after="0" w:afterAutospacing="0"/>
        <w:ind w:firstLine="737"/>
        <w:jc w:val="both"/>
        <w:textAlignment w:val="baseline"/>
        <w:rPr>
          <w:sz w:val="28"/>
          <w:szCs w:val="28"/>
        </w:rPr>
      </w:pPr>
      <w:r w:rsidRPr="009B09A6">
        <w:rPr>
          <w:sz w:val="28"/>
          <w:szCs w:val="28"/>
        </w:rPr>
        <w:t>І. Внести до Закону України "</w:t>
      </w:r>
      <w:r w:rsidRPr="009B09A6">
        <w:rPr>
          <w:sz w:val="28"/>
          <w:szCs w:val="28"/>
          <w:bdr w:val="none" w:sz="0" w:space="0" w:color="auto" w:frame="1"/>
        </w:rPr>
        <w:t>Про охорону дитинства"</w:t>
      </w:r>
      <w:r w:rsidRPr="009B09A6">
        <w:rPr>
          <w:rStyle w:val="apple-converted-space"/>
          <w:sz w:val="28"/>
          <w:szCs w:val="28"/>
        </w:rPr>
        <w:t xml:space="preserve"> </w:t>
      </w:r>
      <w:r w:rsidRPr="009B09A6">
        <w:rPr>
          <w:sz w:val="28"/>
          <w:szCs w:val="28"/>
        </w:rPr>
        <w:t>(Відомості Верховної Ради України, 2001 р., № 30, ст. 142 із наступними змінами) такі зміни:</w:t>
      </w:r>
    </w:p>
    <w:p w:rsidR="0082744D" w:rsidRPr="009B09A6" w:rsidRDefault="0082744D" w:rsidP="009B09A6">
      <w:pPr>
        <w:spacing w:before="120" w:after="0" w:line="240" w:lineRule="auto"/>
        <w:ind w:firstLine="73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B09A6">
        <w:rPr>
          <w:rFonts w:ascii="Times New Roman" w:hAnsi="Times New Roman" w:cs="Times New Roman"/>
          <w:sz w:val="28"/>
          <w:szCs w:val="28"/>
          <w:lang w:val="uk-UA"/>
        </w:rPr>
        <w:t>1. Абзац шостий частини третьої статті 5 викласти в такій редакції:</w:t>
      </w:r>
    </w:p>
    <w:p w:rsidR="0082744D" w:rsidRPr="009B09A6" w:rsidRDefault="0082744D" w:rsidP="009B09A6">
      <w:pPr>
        <w:spacing w:before="120" w:after="0" w:line="240" w:lineRule="auto"/>
        <w:ind w:firstLine="73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"</w:t>
      </w:r>
      <w:r w:rsidRPr="009B09A6">
        <w:rPr>
          <w:rFonts w:ascii="Times New Roman" w:hAnsi="Times New Roman" w:cs="Times New Roman"/>
          <w:sz w:val="28"/>
          <w:szCs w:val="28"/>
          <w:lang w:val="uk-UA"/>
        </w:rPr>
        <w:t>пільговий проїзд учнів, вихованців, студентів із багатодітних сімей, прийомних сімей та дитячих будинків сімейного типу до місця навчання і додому у порядку та розмірах, визначених органами місцевого самоврядування, та передбачають на це відповідні видатки з місцевих бюджетів. Зазначені органи можуть також забезпеч</w:t>
      </w:r>
      <w:r>
        <w:rPr>
          <w:rFonts w:ascii="Times New Roman" w:hAnsi="Times New Roman" w:cs="Times New Roman"/>
          <w:sz w:val="28"/>
          <w:szCs w:val="28"/>
          <w:lang w:val="uk-UA"/>
        </w:rPr>
        <w:t>ува</w:t>
      </w:r>
      <w:r w:rsidRPr="009B09A6">
        <w:rPr>
          <w:rFonts w:ascii="Times New Roman" w:hAnsi="Times New Roman" w:cs="Times New Roman"/>
          <w:sz w:val="28"/>
          <w:szCs w:val="28"/>
          <w:lang w:val="uk-UA"/>
        </w:rPr>
        <w:t xml:space="preserve">ти пільговий проїзд інших учнів, вихованців, студентів, а також педагогічних працівників до місця навчання і додому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у порядку </w:t>
      </w:r>
      <w:r w:rsidRPr="009B09A6">
        <w:rPr>
          <w:rFonts w:ascii="Times New Roman" w:hAnsi="Times New Roman" w:cs="Times New Roman"/>
          <w:sz w:val="28"/>
          <w:szCs w:val="28"/>
          <w:lang w:val="uk-UA"/>
        </w:rPr>
        <w:t>та розмірах, визначених органами місцевого самоврядування, та передбачати на це відповідні видатки з місцевих бюджетів</w:t>
      </w:r>
      <w:r>
        <w:rPr>
          <w:rFonts w:ascii="Times New Roman" w:hAnsi="Times New Roman" w:cs="Times New Roman"/>
          <w:sz w:val="28"/>
          <w:szCs w:val="28"/>
          <w:lang w:val="uk-UA"/>
        </w:rPr>
        <w:t>;"</w:t>
      </w:r>
      <w:r w:rsidRPr="009B09A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82744D" w:rsidRPr="009B09A6" w:rsidRDefault="0082744D" w:rsidP="009B09A6">
      <w:pPr>
        <w:pStyle w:val="rvps2"/>
        <w:shd w:val="clear" w:color="auto" w:fill="FFFFFF"/>
        <w:spacing w:before="120" w:beforeAutospacing="0" w:after="0" w:afterAutospacing="0"/>
        <w:ind w:firstLine="737"/>
        <w:jc w:val="both"/>
        <w:textAlignment w:val="baseline"/>
        <w:rPr>
          <w:sz w:val="28"/>
          <w:szCs w:val="28"/>
        </w:rPr>
      </w:pPr>
      <w:r w:rsidRPr="009B09A6">
        <w:rPr>
          <w:sz w:val="28"/>
          <w:szCs w:val="28"/>
        </w:rPr>
        <w:t>2. Частину восьму статті 13 виключити.</w:t>
      </w:r>
    </w:p>
    <w:p w:rsidR="0082744D" w:rsidRPr="009B09A6" w:rsidRDefault="0082744D" w:rsidP="009B09A6">
      <w:pPr>
        <w:spacing w:before="120" w:after="0" w:line="240" w:lineRule="auto"/>
        <w:ind w:firstLine="73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B09A6">
        <w:rPr>
          <w:rFonts w:ascii="Times New Roman" w:hAnsi="Times New Roman" w:cs="Times New Roman"/>
          <w:sz w:val="28"/>
          <w:szCs w:val="28"/>
          <w:lang w:val="uk-UA"/>
        </w:rPr>
        <w:t xml:space="preserve">ІІ. Цей Закон набирає чинності з </w:t>
      </w:r>
      <w:r>
        <w:rPr>
          <w:rFonts w:ascii="Times New Roman" w:hAnsi="Times New Roman" w:cs="Times New Roman"/>
          <w:sz w:val="28"/>
          <w:szCs w:val="28"/>
          <w:lang w:val="uk-UA"/>
        </w:rPr>
        <w:t>1 січня 2021 року</w:t>
      </w:r>
      <w:r w:rsidRPr="009B09A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82744D" w:rsidRDefault="0082744D" w:rsidP="009B09A6">
      <w:pPr>
        <w:spacing w:before="120" w:after="0" w:line="240" w:lineRule="auto"/>
        <w:ind w:firstLine="737"/>
        <w:jc w:val="both"/>
        <w:textAlignment w:val="baseline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82744D" w:rsidRPr="009B09A6" w:rsidRDefault="0082744D" w:rsidP="009B09A6">
      <w:pPr>
        <w:spacing w:before="120" w:after="0" w:line="240" w:lineRule="auto"/>
        <w:ind w:firstLine="737"/>
        <w:jc w:val="both"/>
        <w:textAlignment w:val="baseline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82744D" w:rsidRDefault="0082744D" w:rsidP="004E681C">
      <w:pPr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bCs/>
          <w:sz w:val="28"/>
          <w:szCs w:val="28"/>
          <w:lang w:val="en-US"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Голова</w:t>
      </w:r>
      <w:r>
        <w:rPr>
          <w:rFonts w:ascii="Times New Roman" w:hAnsi="Times New Roman" w:cs="Times New Roman"/>
          <w:b/>
          <w:bCs/>
          <w:sz w:val="28"/>
          <w:szCs w:val="28"/>
          <w:lang w:val="en-US" w:eastAsia="ru-RU"/>
        </w:rPr>
        <w:t xml:space="preserve"> </w:t>
      </w:r>
      <w:r w:rsidRPr="00F84794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Верховної Ради</w:t>
      </w:r>
      <w:r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 xml:space="preserve"> </w:t>
      </w:r>
    </w:p>
    <w:p w:rsidR="0082744D" w:rsidRPr="009B09A6" w:rsidRDefault="0082744D" w:rsidP="004E681C">
      <w:pPr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bCs/>
          <w:sz w:val="28"/>
          <w:szCs w:val="28"/>
          <w:lang w:val="en-US"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en-US" w:eastAsia="ru-RU"/>
        </w:rPr>
        <w:t xml:space="preserve">             </w:t>
      </w:r>
      <w:r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України</w:t>
      </w:r>
    </w:p>
    <w:sectPr w:rsidR="0082744D" w:rsidRPr="009B09A6" w:rsidSect="00AA7C20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altName w:val="Arial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?l?r ??Ѓfc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ntiqua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altName w:val="Courier"/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A7C20"/>
    <w:rsid w:val="000302A6"/>
    <w:rsid w:val="00114DD5"/>
    <w:rsid w:val="00123714"/>
    <w:rsid w:val="001606CF"/>
    <w:rsid w:val="00203D37"/>
    <w:rsid w:val="0020681C"/>
    <w:rsid w:val="0021275F"/>
    <w:rsid w:val="00222058"/>
    <w:rsid w:val="00302BAF"/>
    <w:rsid w:val="0031549F"/>
    <w:rsid w:val="004711F6"/>
    <w:rsid w:val="004E681C"/>
    <w:rsid w:val="00536788"/>
    <w:rsid w:val="0054342B"/>
    <w:rsid w:val="005A7041"/>
    <w:rsid w:val="00600A7D"/>
    <w:rsid w:val="00601C17"/>
    <w:rsid w:val="00617762"/>
    <w:rsid w:val="006630E0"/>
    <w:rsid w:val="00670F50"/>
    <w:rsid w:val="00737F80"/>
    <w:rsid w:val="00776133"/>
    <w:rsid w:val="007805DA"/>
    <w:rsid w:val="007F375D"/>
    <w:rsid w:val="00827285"/>
    <w:rsid w:val="0082744D"/>
    <w:rsid w:val="008A556F"/>
    <w:rsid w:val="008E3EE2"/>
    <w:rsid w:val="008F373A"/>
    <w:rsid w:val="00926993"/>
    <w:rsid w:val="009B09A6"/>
    <w:rsid w:val="009D2896"/>
    <w:rsid w:val="00AA7C20"/>
    <w:rsid w:val="00AC0504"/>
    <w:rsid w:val="00AC1167"/>
    <w:rsid w:val="00CD259A"/>
    <w:rsid w:val="00D34CEA"/>
    <w:rsid w:val="00D76AAB"/>
    <w:rsid w:val="00D80929"/>
    <w:rsid w:val="00D84F68"/>
    <w:rsid w:val="00D90F61"/>
    <w:rsid w:val="00E00B4F"/>
    <w:rsid w:val="00E04215"/>
    <w:rsid w:val="00E1224F"/>
    <w:rsid w:val="00E14699"/>
    <w:rsid w:val="00E366E9"/>
    <w:rsid w:val="00E86C4F"/>
    <w:rsid w:val="00E95514"/>
    <w:rsid w:val="00F138C8"/>
    <w:rsid w:val="00F66EFE"/>
    <w:rsid w:val="00F801A1"/>
    <w:rsid w:val="00F84794"/>
    <w:rsid w:val="00F9336D"/>
    <w:rsid w:val="00FB16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7C20"/>
    <w:pPr>
      <w:spacing w:after="200" w:line="276" w:lineRule="auto"/>
    </w:pPr>
    <w:rPr>
      <w:rFonts w:cs="Calibri"/>
      <w:lang w:val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1"/>
    <w:uiPriority w:val="99"/>
    <w:semiHidden/>
    <w:rsid w:val="00AA7C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3A12"/>
    <w:rPr>
      <w:rFonts w:ascii="Times New Roman" w:hAnsi="Times New Roman"/>
      <w:sz w:val="0"/>
      <w:szCs w:val="0"/>
      <w:lang w:val="ru-RU"/>
    </w:rPr>
  </w:style>
  <w:style w:type="character" w:customStyle="1" w:styleId="BalloonTextChar1">
    <w:name w:val="Balloon Text Char1"/>
    <w:link w:val="BalloonText"/>
    <w:uiPriority w:val="99"/>
    <w:semiHidden/>
    <w:locked/>
    <w:rsid w:val="00AA7C20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uiPriority w:val="99"/>
    <w:rsid w:val="00AA7C20"/>
  </w:style>
  <w:style w:type="paragraph" w:customStyle="1" w:styleId="StyleOstRed">
    <w:name w:val="StyleOstRed"/>
    <w:basedOn w:val="Normal"/>
    <w:uiPriority w:val="99"/>
    <w:rsid w:val="00AC1167"/>
    <w:pPr>
      <w:overflowPunct w:val="0"/>
      <w:autoSpaceDE w:val="0"/>
      <w:autoSpaceDN w:val="0"/>
      <w:adjustRightInd w:val="0"/>
      <w:spacing w:after="120" w:line="240" w:lineRule="auto"/>
      <w:ind w:firstLine="720"/>
      <w:jc w:val="both"/>
      <w:textAlignment w:val="baseline"/>
    </w:pPr>
    <w:rPr>
      <w:rFonts w:ascii="Times New Roman" w:eastAsia="MS Mincho" w:hAnsi="Times New Roman" w:cs="Times New Roman"/>
      <w:sz w:val="28"/>
      <w:szCs w:val="28"/>
      <w:lang w:val="uk-UA" w:eastAsia="ru-RU"/>
    </w:rPr>
  </w:style>
  <w:style w:type="character" w:customStyle="1" w:styleId="rvts0">
    <w:name w:val="rvts0"/>
    <w:basedOn w:val="DefaultParagraphFont"/>
    <w:uiPriority w:val="99"/>
    <w:rsid w:val="00114DD5"/>
  </w:style>
  <w:style w:type="paragraph" w:customStyle="1" w:styleId="rvps7">
    <w:name w:val="rvps7"/>
    <w:basedOn w:val="Normal"/>
    <w:uiPriority w:val="99"/>
    <w:rsid w:val="005A7041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character" w:customStyle="1" w:styleId="rvts44">
    <w:name w:val="rvts44"/>
    <w:basedOn w:val="DefaultParagraphFont"/>
    <w:uiPriority w:val="99"/>
    <w:rsid w:val="005A7041"/>
  </w:style>
  <w:style w:type="paragraph" w:customStyle="1" w:styleId="rvps18">
    <w:name w:val="rvps18"/>
    <w:basedOn w:val="Normal"/>
    <w:uiPriority w:val="99"/>
    <w:rsid w:val="005A7041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character" w:styleId="Hyperlink">
    <w:name w:val="Hyperlink"/>
    <w:basedOn w:val="DefaultParagraphFont"/>
    <w:uiPriority w:val="99"/>
    <w:rsid w:val="005A7041"/>
    <w:rPr>
      <w:color w:val="0000FF"/>
      <w:u w:val="single"/>
    </w:rPr>
  </w:style>
  <w:style w:type="paragraph" w:customStyle="1" w:styleId="a">
    <w:name w:val="Нормальний текст"/>
    <w:basedOn w:val="Normal"/>
    <w:uiPriority w:val="99"/>
    <w:rsid w:val="00E1224F"/>
    <w:pPr>
      <w:spacing w:before="120" w:after="0" w:line="240" w:lineRule="auto"/>
      <w:ind w:firstLine="567"/>
      <w:jc w:val="both"/>
    </w:pPr>
    <w:rPr>
      <w:rFonts w:ascii="Antiqua" w:hAnsi="Antiqua" w:cs="Antiqua"/>
      <w:sz w:val="26"/>
      <w:szCs w:val="26"/>
      <w:lang w:val="uk-UA" w:eastAsia="ru-RU"/>
    </w:rPr>
  </w:style>
  <w:style w:type="paragraph" w:customStyle="1" w:styleId="rvps2">
    <w:name w:val="rvps2"/>
    <w:basedOn w:val="Normal"/>
    <w:uiPriority w:val="99"/>
    <w:rsid w:val="00E1224F"/>
    <w:pPr>
      <w:spacing w:before="100" w:beforeAutospacing="1" w:after="100" w:afterAutospacing="1" w:line="240" w:lineRule="auto"/>
    </w:pPr>
    <w:rPr>
      <w:sz w:val="24"/>
      <w:szCs w:val="24"/>
      <w:lang w:val="uk-UA" w:eastAsia="uk-UA"/>
    </w:rPr>
  </w:style>
  <w:style w:type="paragraph" w:styleId="Title">
    <w:name w:val="Title"/>
    <w:basedOn w:val="Normal"/>
    <w:link w:val="TitleChar"/>
    <w:uiPriority w:val="99"/>
    <w:qFormat/>
    <w:rsid w:val="009B09A6"/>
    <w:pPr>
      <w:spacing w:after="0" w:line="240" w:lineRule="auto"/>
      <w:jc w:val="center"/>
    </w:pPr>
    <w:rPr>
      <w:b/>
      <w:bCs/>
      <w:sz w:val="28"/>
      <w:szCs w:val="28"/>
      <w:lang w:val="uk-UA" w:eastAsia="ru-RU"/>
    </w:rPr>
  </w:style>
  <w:style w:type="character" w:customStyle="1" w:styleId="TitleChar">
    <w:name w:val="Title Char"/>
    <w:basedOn w:val="DefaultParagraphFont"/>
    <w:link w:val="Title"/>
    <w:uiPriority w:val="10"/>
    <w:rsid w:val="008D3A12"/>
    <w:rPr>
      <w:rFonts w:asciiTheme="majorHAnsi" w:eastAsiaTheme="majorEastAsia" w:hAnsiTheme="majorHAnsi" w:cstheme="majorBidi"/>
      <w:b/>
      <w:bCs/>
      <w:kern w:val="28"/>
      <w:sz w:val="32"/>
      <w:szCs w:val="32"/>
      <w:lang w:val="ru-RU"/>
    </w:rPr>
  </w:style>
  <w:style w:type="character" w:customStyle="1" w:styleId="FontStyle">
    <w:name w:val="Font Style"/>
    <w:uiPriority w:val="99"/>
    <w:rsid w:val="009B09A6"/>
    <w:rPr>
      <w:rFonts w:ascii="Courier New" w:hAnsi="Courier New" w:cs="Courier New"/>
      <w:color w:val="00000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0809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1</Pages>
  <Words>177</Words>
  <Characters>1015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Ирина</dc:creator>
  <cp:keywords/>
  <dc:description/>
  <cp:lastModifiedBy>Пользователь Windows</cp:lastModifiedBy>
  <cp:revision>2</cp:revision>
  <cp:lastPrinted>2015-07-13T07:51:00Z</cp:lastPrinted>
  <dcterms:created xsi:type="dcterms:W3CDTF">2020-03-13T10:48:00Z</dcterms:created>
  <dcterms:modified xsi:type="dcterms:W3CDTF">2020-03-13T10:48:00Z</dcterms:modified>
</cp:coreProperties>
</file>