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9329"/>
      </w:tblGrid>
      <w:tr w:rsidR="003940F5" w:rsidRPr="002F4BC3">
        <w:trPr>
          <w:trHeight w:val="1953"/>
          <w:jc w:val="center"/>
        </w:trPr>
        <w:tc>
          <w:tcPr>
            <w:tcW w:w="9329" w:type="dxa"/>
            <w:tcBorders>
              <w:bottom w:val="double" w:sz="6" w:space="0" w:color="auto"/>
            </w:tcBorders>
          </w:tcPr>
          <w:p w:rsidR="003940F5" w:rsidRPr="002F4BC3" w:rsidRDefault="003940F5" w:rsidP="00CB1C9D">
            <w:pPr>
              <w:jc w:val="center"/>
            </w:pPr>
            <w:r w:rsidRPr="00012AFD"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0.5pt;height:55.5pt;visibility:visible">
                  <v:imagedata r:id="rId7" o:title=""/>
                </v:shape>
              </w:pict>
            </w:r>
          </w:p>
          <w:p w:rsidR="003940F5" w:rsidRPr="002F4BC3" w:rsidRDefault="003940F5" w:rsidP="000D67DF">
            <w:pPr>
              <w:pStyle w:val="Heading2"/>
              <w:jc w:val="center"/>
              <w:rPr>
                <w:rFonts w:ascii="Times New Roman" w:hAnsi="Times New Roman" w:cs="Times New Roman"/>
                <w:i w:val="0"/>
                <w:iCs w:val="0"/>
                <w:sz w:val="48"/>
                <w:szCs w:val="48"/>
              </w:rPr>
            </w:pPr>
            <w:r w:rsidRPr="002F4BC3">
              <w:rPr>
                <w:rFonts w:ascii="Times New Roman" w:hAnsi="Times New Roman" w:cs="Times New Roman"/>
                <w:i w:val="0"/>
                <w:iCs w:val="0"/>
                <w:sz w:val="48"/>
                <w:szCs w:val="48"/>
              </w:rPr>
              <w:t>НАРОДНИЙ ДЕПУТАТ УКРАЇНИ</w:t>
            </w:r>
          </w:p>
          <w:p w:rsidR="003940F5" w:rsidRPr="002F4BC3" w:rsidRDefault="003940F5" w:rsidP="00FF1FA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C3">
              <w:rPr>
                <w:rFonts w:ascii="Times New Roman" w:hAnsi="Times New Roman" w:cs="Times New Roman"/>
                <w:sz w:val="24"/>
                <w:szCs w:val="24"/>
              </w:rPr>
              <w:t xml:space="preserve">Україна, 01008, м. Київ,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2F4BC3">
              <w:rPr>
                <w:rFonts w:ascii="Times New Roman" w:hAnsi="Times New Roman" w:cs="Times New Roman"/>
                <w:sz w:val="24"/>
                <w:szCs w:val="24"/>
              </w:rPr>
              <w:t>Грушевського, буд. 5</w:t>
            </w:r>
          </w:p>
        </w:tc>
      </w:tr>
    </w:tbl>
    <w:p w:rsidR="003940F5" w:rsidRPr="002F4BC3" w:rsidRDefault="003940F5" w:rsidP="000D67DF">
      <w:pPr>
        <w:pStyle w:val="Footer"/>
        <w:tabs>
          <w:tab w:val="clear" w:pos="4677"/>
          <w:tab w:val="clear" w:pos="93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588" w:type="dxa"/>
        <w:tblInd w:w="-106" w:type="dxa"/>
        <w:tblLayout w:type="fixed"/>
        <w:tblLook w:val="01E0"/>
      </w:tblPr>
      <w:tblGrid>
        <w:gridCol w:w="2508"/>
        <w:gridCol w:w="7080"/>
      </w:tblGrid>
      <w:tr w:rsidR="003940F5" w:rsidRPr="002F4BC3">
        <w:tc>
          <w:tcPr>
            <w:tcW w:w="2508" w:type="dxa"/>
          </w:tcPr>
          <w:p w:rsidR="003940F5" w:rsidRPr="00286D65" w:rsidRDefault="003940F5" w:rsidP="00286D65">
            <w:pPr>
              <w:pStyle w:val="Heading1"/>
              <w:widowControl w:val="0"/>
              <w:adjustRightInd w:val="0"/>
              <w:spacing w:before="0"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6D6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940F5" w:rsidRPr="00286D65" w:rsidRDefault="003940F5" w:rsidP="00286D65">
            <w:pPr>
              <w:widowControl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286D65">
              <w:rPr>
                <w:rFonts w:ascii="Times New Roman" w:hAnsi="Times New Roman" w:cs="Times New Roman"/>
                <w:b/>
                <w:bCs/>
              </w:rPr>
              <w:t xml:space="preserve">від </w:t>
            </w:r>
          </w:p>
          <w:p w:rsidR="003940F5" w:rsidRPr="00286D65" w:rsidRDefault="003940F5" w:rsidP="00286D65">
            <w:pPr>
              <w:pStyle w:val="Heading1"/>
              <w:widowControl w:val="0"/>
              <w:adjustRightInd w:val="0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0" w:type="dxa"/>
          </w:tcPr>
          <w:p w:rsidR="003940F5" w:rsidRPr="00286D65" w:rsidRDefault="003940F5" w:rsidP="00286D65">
            <w:pPr>
              <w:widowControl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286D65">
              <w:rPr>
                <w:rFonts w:ascii="Times New Roman" w:hAnsi="Times New Roman" w:cs="Times New Roman"/>
                <w:b/>
                <w:bCs/>
              </w:rPr>
              <w:t>Верховна Рада України</w:t>
            </w:r>
          </w:p>
          <w:p w:rsidR="003940F5" w:rsidRPr="00286D65" w:rsidRDefault="003940F5" w:rsidP="00286D65">
            <w:pPr>
              <w:pStyle w:val="Heading2"/>
              <w:widowControl w:val="0"/>
              <w:shd w:val="clear" w:color="auto" w:fill="FFFFFF"/>
              <w:adjustRightInd w:val="0"/>
              <w:spacing w:before="0" w:after="0"/>
              <w:jc w:val="right"/>
              <w:textAlignment w:val="baseline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</w:tbl>
    <w:p w:rsidR="003940F5" w:rsidRPr="002F4BC3" w:rsidRDefault="003940F5" w:rsidP="004623D0">
      <w:pPr>
        <w:ind w:firstLine="737"/>
        <w:jc w:val="both"/>
        <w:rPr>
          <w:rFonts w:ascii="Times New Roman" w:hAnsi="Times New Roman" w:cs="Times New Roman"/>
        </w:rPr>
      </w:pPr>
    </w:p>
    <w:p w:rsidR="003940F5" w:rsidRPr="006C23C5" w:rsidRDefault="003940F5" w:rsidP="006C23C5">
      <w:pPr>
        <w:ind w:firstLine="737"/>
        <w:jc w:val="both"/>
        <w:rPr>
          <w:rFonts w:ascii="Times New Roman" w:hAnsi="Times New Roman" w:cs="Times New Roman"/>
          <w:spacing w:val="-2"/>
        </w:rPr>
      </w:pPr>
      <w:r w:rsidRPr="002F4BC3">
        <w:rPr>
          <w:rFonts w:ascii="Times New Roman" w:hAnsi="Times New Roman" w:cs="Times New Roman"/>
          <w:spacing w:val="-2"/>
        </w:rPr>
        <w:t xml:space="preserve">Відповідно до статті 93 Конституції України в порядку законодавчої ініціативи подається на розгляд Верховної Ради України </w:t>
      </w:r>
      <w:r w:rsidRPr="00AB12DA">
        <w:rPr>
          <w:rFonts w:ascii="Times New Roman" w:hAnsi="Times New Roman" w:cs="Times New Roman"/>
          <w:spacing w:val="-2"/>
        </w:rPr>
        <w:t xml:space="preserve">проект </w:t>
      </w:r>
      <w:r w:rsidRPr="006C23C5">
        <w:rPr>
          <w:rFonts w:ascii="Times New Roman" w:hAnsi="Times New Roman" w:cs="Times New Roman"/>
          <w:spacing w:val="-2"/>
        </w:rPr>
        <w:t xml:space="preserve">Закону України </w:t>
      </w:r>
      <w:r w:rsidRPr="00FF728D">
        <w:rPr>
          <w:rFonts w:ascii="Times New Roman" w:hAnsi="Times New Roman" w:cs="Times New Roman"/>
          <w:spacing w:val="-2"/>
        </w:rPr>
        <w:t>"</w:t>
      </w:r>
      <w:r w:rsidRPr="00FF728D">
        <w:rPr>
          <w:rFonts w:ascii="Times New Roman" w:hAnsi="Times New Roman" w:cs="Times New Roman"/>
        </w:rPr>
        <w:t>Про відновлення дії Закону України "Про перелік об'єктів права державної власності, що не підлягають приватизації""</w:t>
      </w:r>
      <w:r w:rsidRPr="00FF728D">
        <w:rPr>
          <w:rFonts w:ascii="Times New Roman" w:hAnsi="Times New Roman" w:cs="Times New Roman"/>
          <w:spacing w:val="-2"/>
        </w:rPr>
        <w:t>,</w:t>
      </w:r>
      <w:r>
        <w:rPr>
          <w:rFonts w:ascii="Times New Roman" w:hAnsi="Times New Roman" w:cs="Times New Roman"/>
          <w:spacing w:val="-2"/>
        </w:rPr>
        <w:t xml:space="preserve"> </w:t>
      </w:r>
      <w:r w:rsidRPr="006C23C5">
        <w:rPr>
          <w:rFonts w:ascii="Times New Roman" w:hAnsi="Times New Roman" w:cs="Times New Roman"/>
          <w:spacing w:val="-2"/>
        </w:rPr>
        <w:t xml:space="preserve">як альтернативний до проекту закону № </w:t>
      </w:r>
      <w:bookmarkStart w:id="0" w:name="_GoBack"/>
      <w:bookmarkEnd w:id="0"/>
      <w:r>
        <w:rPr>
          <w:rFonts w:ascii="Times New Roman" w:hAnsi="Times New Roman" w:cs="Times New Roman"/>
          <w:spacing w:val="-2"/>
        </w:rPr>
        <w:t>2831</w:t>
      </w:r>
      <w:r w:rsidRPr="006C23C5">
        <w:rPr>
          <w:rFonts w:ascii="Times New Roman" w:hAnsi="Times New Roman" w:cs="Times New Roman"/>
          <w:spacing w:val="-2"/>
        </w:rPr>
        <w:t>.</w:t>
      </w:r>
    </w:p>
    <w:p w:rsidR="003940F5" w:rsidRPr="007E6779" w:rsidRDefault="003940F5" w:rsidP="006C23C5">
      <w:pPr>
        <w:ind w:firstLine="73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F4BC3">
        <w:rPr>
          <w:rFonts w:ascii="Times New Roman" w:hAnsi="Times New Roman" w:cs="Times New Roman"/>
          <w:spacing w:val="-2"/>
        </w:rPr>
        <w:t xml:space="preserve">Доповідати зазначений законопроект на пленарному </w:t>
      </w:r>
      <w:r w:rsidRPr="002F4BC3">
        <w:rPr>
          <w:rFonts w:ascii="Times New Roman" w:hAnsi="Times New Roman" w:cs="Times New Roman"/>
          <w:spacing w:val="-3"/>
        </w:rPr>
        <w:t xml:space="preserve">засіданні Верховної Ради України буде народний депутат України Королевська Н.Ю. </w:t>
      </w:r>
      <w:r w:rsidRPr="007E6779">
        <w:rPr>
          <w:rFonts w:ascii="Times New Roman" w:hAnsi="Times New Roman" w:cs="Times New Roman"/>
          <w:spacing w:val="-2"/>
        </w:rPr>
        <w:t>- заступник голови Комітету Верховної Ради України з питань соціальної політики та захисту прав ветеранів.</w:t>
      </w:r>
    </w:p>
    <w:p w:rsidR="003940F5" w:rsidRPr="002F4BC3" w:rsidRDefault="003940F5" w:rsidP="00A07D56">
      <w:pPr>
        <w:pStyle w:val="BodyText2"/>
        <w:ind w:right="-1" w:firstLine="709"/>
        <w:rPr>
          <w:sz w:val="28"/>
          <w:szCs w:val="28"/>
        </w:rPr>
      </w:pPr>
    </w:p>
    <w:p w:rsidR="003940F5" w:rsidRPr="006C23C5" w:rsidRDefault="003940F5" w:rsidP="00A07D56">
      <w:pPr>
        <w:ind w:right="-5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C5">
        <w:rPr>
          <w:rFonts w:ascii="Times New Roman" w:hAnsi="Times New Roman" w:cs="Times New Roman"/>
          <w:i/>
          <w:iCs/>
          <w:sz w:val="24"/>
          <w:szCs w:val="24"/>
        </w:rPr>
        <w:t xml:space="preserve">Додаток: </w:t>
      </w:r>
    </w:p>
    <w:p w:rsidR="003940F5" w:rsidRPr="006C23C5" w:rsidRDefault="003940F5" w:rsidP="009A254E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C5">
        <w:rPr>
          <w:rFonts w:ascii="Times New Roman" w:hAnsi="Times New Roman" w:cs="Times New Roman"/>
          <w:i/>
          <w:iCs/>
          <w:sz w:val="24"/>
          <w:szCs w:val="24"/>
        </w:rPr>
        <w:t xml:space="preserve">проект Закону України – на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1</w:t>
      </w:r>
      <w:r w:rsidRPr="006C23C5">
        <w:rPr>
          <w:rFonts w:ascii="Times New Roman" w:hAnsi="Times New Roman" w:cs="Times New Roman"/>
          <w:i/>
          <w:iCs/>
          <w:sz w:val="24"/>
          <w:szCs w:val="24"/>
        </w:rPr>
        <w:t xml:space="preserve"> арк.;</w:t>
      </w:r>
    </w:p>
    <w:p w:rsidR="003940F5" w:rsidRDefault="003940F5" w:rsidP="009A254E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C5">
        <w:rPr>
          <w:rFonts w:ascii="Times New Roman" w:hAnsi="Times New Roman" w:cs="Times New Roman"/>
          <w:i/>
          <w:iCs/>
          <w:sz w:val="24"/>
          <w:szCs w:val="24"/>
        </w:rPr>
        <w:t xml:space="preserve">пояснювальна записка – на 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C23C5">
        <w:rPr>
          <w:rFonts w:ascii="Times New Roman" w:hAnsi="Times New Roman" w:cs="Times New Roman"/>
          <w:i/>
          <w:iCs/>
          <w:sz w:val="24"/>
          <w:szCs w:val="24"/>
        </w:rPr>
        <w:t xml:space="preserve"> арк.;</w:t>
      </w:r>
    </w:p>
    <w:p w:rsidR="003940F5" w:rsidRPr="006C23C5" w:rsidRDefault="003940F5" w:rsidP="009A254E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порівняльна таблиця – на 2 арк.;</w:t>
      </w:r>
    </w:p>
    <w:p w:rsidR="003940F5" w:rsidRPr="006C23C5" w:rsidRDefault="003940F5" w:rsidP="000D67DF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C5">
        <w:rPr>
          <w:rFonts w:ascii="Times New Roman" w:hAnsi="Times New Roman" w:cs="Times New Roman"/>
          <w:i/>
          <w:iCs/>
          <w:sz w:val="24"/>
          <w:szCs w:val="24"/>
        </w:rPr>
        <w:t xml:space="preserve">проект Постанови Верховної Ради України – на 1 арк.; </w:t>
      </w:r>
    </w:p>
    <w:p w:rsidR="003940F5" w:rsidRPr="006C23C5" w:rsidRDefault="003940F5" w:rsidP="000D67DF">
      <w:pPr>
        <w:numPr>
          <w:ilvl w:val="0"/>
          <w:numId w:val="1"/>
        </w:numPr>
        <w:tabs>
          <w:tab w:val="left" w:pos="1080"/>
        </w:tabs>
        <w:ind w:right="-6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C5">
        <w:rPr>
          <w:rFonts w:ascii="Times New Roman" w:hAnsi="Times New Roman" w:cs="Times New Roman"/>
          <w:i/>
          <w:iCs/>
          <w:sz w:val="24"/>
          <w:szCs w:val="24"/>
        </w:rPr>
        <w:t>зазначені документи в електронному вигляді.</w:t>
      </w:r>
    </w:p>
    <w:p w:rsidR="003940F5" w:rsidRPr="002F4BC3" w:rsidRDefault="003940F5" w:rsidP="00A07D56">
      <w:pPr>
        <w:ind w:right="-5" w:firstLine="709"/>
        <w:jc w:val="both"/>
        <w:rPr>
          <w:rFonts w:ascii="Times New Roman" w:hAnsi="Times New Roman" w:cs="Times New Roman"/>
        </w:rPr>
      </w:pPr>
    </w:p>
    <w:p w:rsidR="003940F5" w:rsidRPr="002F4BC3" w:rsidRDefault="003940F5" w:rsidP="00A07D56">
      <w:pPr>
        <w:ind w:right="-5" w:firstLine="709"/>
        <w:jc w:val="both"/>
        <w:rPr>
          <w:rFonts w:ascii="Times New Roman" w:hAnsi="Times New Roman" w:cs="Times New Roman"/>
        </w:rPr>
      </w:pPr>
    </w:p>
    <w:p w:rsidR="003940F5" w:rsidRPr="002F4BC3" w:rsidRDefault="003940F5" w:rsidP="00A07D56">
      <w:pPr>
        <w:ind w:right="-5" w:firstLine="709"/>
        <w:jc w:val="both"/>
        <w:rPr>
          <w:rFonts w:ascii="Times New Roman" w:hAnsi="Times New Roman" w:cs="Times New Roman"/>
        </w:rPr>
      </w:pPr>
    </w:p>
    <w:p w:rsidR="003940F5" w:rsidRPr="002F4BC3" w:rsidRDefault="003940F5" w:rsidP="00D7799F">
      <w:pPr>
        <w:rPr>
          <w:rFonts w:ascii="Times New Roman" w:hAnsi="Times New Roman" w:cs="Times New Roman"/>
          <w:b/>
          <w:bCs/>
        </w:rPr>
      </w:pPr>
      <w:r w:rsidRPr="002F4BC3">
        <w:rPr>
          <w:rFonts w:ascii="Times New Roman" w:hAnsi="Times New Roman" w:cs="Times New Roman"/>
          <w:b/>
          <w:bCs/>
        </w:rPr>
        <w:t>Народний депутат України                                                  Королевська Н.Ю.</w:t>
      </w:r>
    </w:p>
    <w:sectPr w:rsidR="003940F5" w:rsidRPr="002F4BC3" w:rsidSect="00FE255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0F5" w:rsidRDefault="003940F5">
      <w:r>
        <w:separator/>
      </w:r>
    </w:p>
  </w:endnote>
  <w:endnote w:type="continuationSeparator" w:id="0">
    <w:p w:rsidR="003940F5" w:rsidRDefault="00394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0F5" w:rsidRDefault="003940F5" w:rsidP="001C6C58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940F5" w:rsidRDefault="003940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0F5" w:rsidRDefault="003940F5">
      <w:r>
        <w:separator/>
      </w:r>
    </w:p>
  </w:footnote>
  <w:footnote w:type="continuationSeparator" w:id="0">
    <w:p w:rsidR="003940F5" w:rsidRDefault="003940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575"/>
    <w:multiLevelType w:val="hybridMultilevel"/>
    <w:tmpl w:val="DAF0ECB8"/>
    <w:lvl w:ilvl="0" w:tplc="3362C46A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5050523E"/>
    <w:multiLevelType w:val="multilevel"/>
    <w:tmpl w:val="C0064056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3D434C2"/>
    <w:multiLevelType w:val="singleLevel"/>
    <w:tmpl w:val="3CEA2AA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4DD"/>
    <w:rsid w:val="00000C2E"/>
    <w:rsid w:val="00012AFD"/>
    <w:rsid w:val="000617BD"/>
    <w:rsid w:val="00086C72"/>
    <w:rsid w:val="000B129D"/>
    <w:rsid w:val="000D67DF"/>
    <w:rsid w:val="0010599B"/>
    <w:rsid w:val="0013763E"/>
    <w:rsid w:val="001C6C58"/>
    <w:rsid w:val="001D32E2"/>
    <w:rsid w:val="001E615E"/>
    <w:rsid w:val="001E6657"/>
    <w:rsid w:val="00214D5A"/>
    <w:rsid w:val="00235B25"/>
    <w:rsid w:val="002419E0"/>
    <w:rsid w:val="00270A36"/>
    <w:rsid w:val="00286D65"/>
    <w:rsid w:val="002C005B"/>
    <w:rsid w:val="002E4611"/>
    <w:rsid w:val="002F4BC3"/>
    <w:rsid w:val="002F6BB0"/>
    <w:rsid w:val="00320FE0"/>
    <w:rsid w:val="00370725"/>
    <w:rsid w:val="00383C70"/>
    <w:rsid w:val="003940F5"/>
    <w:rsid w:val="00395033"/>
    <w:rsid w:val="003A28F6"/>
    <w:rsid w:val="003A46A5"/>
    <w:rsid w:val="003C67C0"/>
    <w:rsid w:val="003C6A77"/>
    <w:rsid w:val="00416D4E"/>
    <w:rsid w:val="00423457"/>
    <w:rsid w:val="004300FE"/>
    <w:rsid w:val="00432F86"/>
    <w:rsid w:val="004623D0"/>
    <w:rsid w:val="00482738"/>
    <w:rsid w:val="004832C1"/>
    <w:rsid w:val="00487352"/>
    <w:rsid w:val="004D1167"/>
    <w:rsid w:val="004D2F4D"/>
    <w:rsid w:val="00512422"/>
    <w:rsid w:val="00537A2D"/>
    <w:rsid w:val="00550A5E"/>
    <w:rsid w:val="005C1AA9"/>
    <w:rsid w:val="005C4E47"/>
    <w:rsid w:val="005D55E4"/>
    <w:rsid w:val="0062347A"/>
    <w:rsid w:val="0063757A"/>
    <w:rsid w:val="00637EC7"/>
    <w:rsid w:val="00663BE9"/>
    <w:rsid w:val="0068182F"/>
    <w:rsid w:val="006C23C5"/>
    <w:rsid w:val="006C5B2A"/>
    <w:rsid w:val="007358DD"/>
    <w:rsid w:val="007529E5"/>
    <w:rsid w:val="007647E3"/>
    <w:rsid w:val="007A2905"/>
    <w:rsid w:val="007B62F7"/>
    <w:rsid w:val="007C08D8"/>
    <w:rsid w:val="007E6779"/>
    <w:rsid w:val="007F1972"/>
    <w:rsid w:val="007F3D46"/>
    <w:rsid w:val="007F4EBE"/>
    <w:rsid w:val="008111CC"/>
    <w:rsid w:val="008C69F5"/>
    <w:rsid w:val="00904251"/>
    <w:rsid w:val="009636D9"/>
    <w:rsid w:val="009842C9"/>
    <w:rsid w:val="009A254E"/>
    <w:rsid w:val="009A688B"/>
    <w:rsid w:val="009B22BA"/>
    <w:rsid w:val="009C41D2"/>
    <w:rsid w:val="009E59B8"/>
    <w:rsid w:val="00A04105"/>
    <w:rsid w:val="00A07D56"/>
    <w:rsid w:val="00A122EC"/>
    <w:rsid w:val="00A205C4"/>
    <w:rsid w:val="00A40666"/>
    <w:rsid w:val="00A705F2"/>
    <w:rsid w:val="00AB12DA"/>
    <w:rsid w:val="00AB44DD"/>
    <w:rsid w:val="00AB5C52"/>
    <w:rsid w:val="00AC013A"/>
    <w:rsid w:val="00AC04EB"/>
    <w:rsid w:val="00AD460B"/>
    <w:rsid w:val="00AE5528"/>
    <w:rsid w:val="00AF26EF"/>
    <w:rsid w:val="00B73850"/>
    <w:rsid w:val="00B75866"/>
    <w:rsid w:val="00BA281B"/>
    <w:rsid w:val="00BB28BD"/>
    <w:rsid w:val="00BB70B0"/>
    <w:rsid w:val="00BD2D94"/>
    <w:rsid w:val="00BF7025"/>
    <w:rsid w:val="00C13678"/>
    <w:rsid w:val="00C25981"/>
    <w:rsid w:val="00C826C5"/>
    <w:rsid w:val="00CB1C9D"/>
    <w:rsid w:val="00CC65B5"/>
    <w:rsid w:val="00CE5D7E"/>
    <w:rsid w:val="00D152D0"/>
    <w:rsid w:val="00D274F1"/>
    <w:rsid w:val="00D327C5"/>
    <w:rsid w:val="00D434B5"/>
    <w:rsid w:val="00D5150C"/>
    <w:rsid w:val="00D7799F"/>
    <w:rsid w:val="00DA36CE"/>
    <w:rsid w:val="00DA645B"/>
    <w:rsid w:val="00DD4070"/>
    <w:rsid w:val="00DF64BE"/>
    <w:rsid w:val="00E34B51"/>
    <w:rsid w:val="00E36151"/>
    <w:rsid w:val="00E5791A"/>
    <w:rsid w:val="00E67CED"/>
    <w:rsid w:val="00E755FE"/>
    <w:rsid w:val="00E81C99"/>
    <w:rsid w:val="00EC6770"/>
    <w:rsid w:val="00EE3874"/>
    <w:rsid w:val="00F13FD5"/>
    <w:rsid w:val="00F2009C"/>
    <w:rsid w:val="00F201BC"/>
    <w:rsid w:val="00F84E8C"/>
    <w:rsid w:val="00F90E2F"/>
    <w:rsid w:val="00F923B2"/>
    <w:rsid w:val="00FA3833"/>
    <w:rsid w:val="00FB0B2C"/>
    <w:rsid w:val="00FB65D0"/>
    <w:rsid w:val="00FE2551"/>
    <w:rsid w:val="00FF087B"/>
    <w:rsid w:val="00FF1FA7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9D"/>
    <w:pPr>
      <w:autoSpaceDE w:val="0"/>
      <w:autoSpaceDN w:val="0"/>
    </w:pPr>
    <w:rPr>
      <w:rFonts w:ascii="Tahoma" w:hAnsi="Tahoma" w:cs="Tahoma"/>
      <w:sz w:val="28"/>
      <w:szCs w:val="28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67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67D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7D56"/>
    <w:pPr>
      <w:keepNext/>
      <w:ind w:right="-5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A07D56"/>
    <w:pPr>
      <w:keepNext/>
      <w:ind w:right="-5" w:firstLine="567"/>
      <w:jc w:val="both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5528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5528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5528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5528"/>
    <w:rPr>
      <w:rFonts w:ascii="Calibri" w:hAnsi="Calibri" w:cs="Calibri"/>
      <w:b/>
      <w:bCs/>
      <w:sz w:val="28"/>
      <w:szCs w:val="28"/>
      <w:lang w:val="uk-UA"/>
    </w:rPr>
  </w:style>
  <w:style w:type="paragraph" w:styleId="BodyText2">
    <w:name w:val="Body Text 2"/>
    <w:basedOn w:val="Normal"/>
    <w:link w:val="BodyText2Char"/>
    <w:uiPriority w:val="99"/>
    <w:rsid w:val="000B129D"/>
    <w:pPr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5528"/>
    <w:rPr>
      <w:rFonts w:ascii="Tahoma" w:hAnsi="Tahoma" w:cs="Tahoma"/>
      <w:sz w:val="28"/>
      <w:szCs w:val="28"/>
      <w:lang w:val="uk-UA"/>
    </w:rPr>
  </w:style>
  <w:style w:type="paragraph" w:styleId="Footer">
    <w:name w:val="footer"/>
    <w:basedOn w:val="Normal"/>
    <w:link w:val="FooterChar"/>
    <w:uiPriority w:val="99"/>
    <w:rsid w:val="00FE25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5528"/>
    <w:rPr>
      <w:rFonts w:ascii="Tahoma" w:hAnsi="Tahoma" w:cs="Tahoma"/>
      <w:sz w:val="28"/>
      <w:szCs w:val="28"/>
      <w:lang w:val="uk-UA"/>
    </w:rPr>
  </w:style>
  <w:style w:type="character" w:styleId="PageNumber">
    <w:name w:val="page number"/>
    <w:basedOn w:val="DefaultParagraphFont"/>
    <w:uiPriority w:val="99"/>
    <w:rsid w:val="00FE2551"/>
  </w:style>
  <w:style w:type="paragraph" w:styleId="HTMLPreformatted">
    <w:name w:val="HTML Preformatted"/>
    <w:basedOn w:val="Normal"/>
    <w:link w:val="HTMLPreformattedChar"/>
    <w:uiPriority w:val="99"/>
    <w:rsid w:val="00D5150C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E5528"/>
    <w:rPr>
      <w:rFonts w:ascii="Courier New" w:hAnsi="Courier New" w:cs="Courier New"/>
      <w:sz w:val="20"/>
      <w:szCs w:val="20"/>
      <w:lang w:val="uk-UA"/>
    </w:rPr>
  </w:style>
  <w:style w:type="paragraph" w:customStyle="1" w:styleId="a">
    <w:name w:val="Знак Знак"/>
    <w:basedOn w:val="Normal"/>
    <w:uiPriority w:val="99"/>
    <w:rsid w:val="000D67D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Назва документа"/>
    <w:basedOn w:val="Normal"/>
    <w:next w:val="Normal"/>
    <w:uiPriority w:val="99"/>
    <w:rsid w:val="004623D0"/>
    <w:pPr>
      <w:keepNext/>
      <w:keepLines/>
      <w:autoSpaceDE/>
      <w:autoSpaceDN/>
      <w:spacing w:before="360" w:after="360"/>
      <w:jc w:val="center"/>
    </w:pPr>
    <w:rPr>
      <w:rFonts w:ascii="Antiqua" w:hAnsi="Antiqua" w:cs="Antiqu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C4E4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5528"/>
    <w:rPr>
      <w:rFonts w:ascii="Tahoma" w:hAnsi="Tahoma" w:cs="Tahoma"/>
      <w:sz w:val="16"/>
      <w:szCs w:val="16"/>
      <w:lang w:val="uk-UA"/>
    </w:rPr>
  </w:style>
  <w:style w:type="paragraph" w:styleId="BodyText">
    <w:name w:val="Body Text"/>
    <w:basedOn w:val="Normal"/>
    <w:link w:val="BodyTextChar"/>
    <w:uiPriority w:val="99"/>
    <w:rsid w:val="00F2009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E5528"/>
    <w:rPr>
      <w:rFonts w:ascii="Tahoma" w:hAnsi="Tahoma" w:cs="Tahoma"/>
      <w:sz w:val="28"/>
      <w:szCs w:val="28"/>
      <w:lang w:val="uk-UA"/>
    </w:rPr>
  </w:style>
  <w:style w:type="table" w:styleId="TableGrid">
    <w:name w:val="Table Grid"/>
    <w:basedOn w:val="TableNormal"/>
    <w:uiPriority w:val="99"/>
    <w:rsid w:val="007B62F7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143</Words>
  <Characters>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Alexandr</dc:creator>
  <cp:keywords/>
  <dc:description/>
  <cp:lastModifiedBy>Пользователь Windows</cp:lastModifiedBy>
  <cp:revision>8</cp:revision>
  <cp:lastPrinted>2015-10-09T12:23:00Z</cp:lastPrinted>
  <dcterms:created xsi:type="dcterms:W3CDTF">2020-01-10T10:02:00Z</dcterms:created>
  <dcterms:modified xsi:type="dcterms:W3CDTF">2020-02-18T22:37:00Z</dcterms:modified>
</cp:coreProperties>
</file>