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5873" w:rsidRPr="00CB0676" w:rsidRDefault="00AB5873" w:rsidP="00477CE6">
      <w:pPr>
        <w:pStyle w:val="NormalWeb"/>
        <w:keepNext/>
        <w:spacing w:after="238"/>
        <w:jc w:val="right"/>
        <w:rPr>
          <w:sz w:val="28"/>
          <w:szCs w:val="28"/>
        </w:rPr>
      </w:pPr>
      <w:r w:rsidRPr="00CB0676">
        <w:rPr>
          <w:sz w:val="28"/>
          <w:szCs w:val="28"/>
        </w:rPr>
        <w:t>Проект</w:t>
      </w:r>
    </w:p>
    <w:p w:rsidR="00AB5873" w:rsidRPr="00CB0676" w:rsidRDefault="00AB5873" w:rsidP="00E216A1">
      <w:pPr>
        <w:ind w:firstLine="851"/>
        <w:jc w:val="right"/>
        <w:rPr>
          <w:sz w:val="28"/>
          <w:szCs w:val="28"/>
        </w:rPr>
      </w:pPr>
      <w:r w:rsidRPr="00CB0676">
        <w:rPr>
          <w:sz w:val="28"/>
          <w:szCs w:val="28"/>
        </w:rPr>
        <w:t>Вноситься народними</w:t>
      </w:r>
    </w:p>
    <w:p w:rsidR="00AB5873" w:rsidRPr="00CB0676" w:rsidRDefault="00AB5873" w:rsidP="00E216A1">
      <w:pPr>
        <w:ind w:firstLine="851"/>
        <w:jc w:val="right"/>
        <w:rPr>
          <w:sz w:val="28"/>
          <w:szCs w:val="28"/>
        </w:rPr>
      </w:pPr>
      <w:r w:rsidRPr="00CB0676">
        <w:rPr>
          <w:sz w:val="28"/>
          <w:szCs w:val="28"/>
        </w:rPr>
        <w:t>депутатами України</w:t>
      </w:r>
    </w:p>
    <w:p w:rsidR="00AB5873" w:rsidRPr="00CB0676" w:rsidRDefault="00AB5873" w:rsidP="00E216A1">
      <w:pPr>
        <w:ind w:firstLine="851"/>
        <w:jc w:val="right"/>
        <w:rPr>
          <w:sz w:val="28"/>
          <w:szCs w:val="28"/>
        </w:rPr>
      </w:pPr>
    </w:p>
    <w:p w:rsidR="00AB5873" w:rsidRPr="00CB0676" w:rsidRDefault="00AB5873" w:rsidP="00D048B3">
      <w:pPr>
        <w:jc w:val="right"/>
        <w:rPr>
          <w:sz w:val="28"/>
          <w:szCs w:val="28"/>
        </w:rPr>
      </w:pPr>
      <w:r w:rsidRPr="00CB0676">
        <w:rPr>
          <w:sz w:val="28"/>
          <w:szCs w:val="28"/>
        </w:rPr>
        <w:t>Королевською Н.Ю.</w:t>
      </w:r>
    </w:p>
    <w:p w:rsidR="00AB5873" w:rsidRPr="00CB0676" w:rsidRDefault="00AB5873" w:rsidP="00D048B3">
      <w:pPr>
        <w:jc w:val="right"/>
        <w:rPr>
          <w:sz w:val="28"/>
          <w:szCs w:val="28"/>
        </w:rPr>
      </w:pPr>
    </w:p>
    <w:p w:rsidR="00AB5873" w:rsidRPr="00CB0676" w:rsidRDefault="00AB5873" w:rsidP="00D048B3">
      <w:pPr>
        <w:jc w:val="right"/>
        <w:rPr>
          <w:sz w:val="28"/>
          <w:szCs w:val="28"/>
        </w:rPr>
      </w:pPr>
      <w:r w:rsidRPr="00CB0676">
        <w:rPr>
          <w:sz w:val="28"/>
          <w:szCs w:val="28"/>
        </w:rPr>
        <w:t>Солодом Ю.В.</w:t>
      </w:r>
    </w:p>
    <w:p w:rsidR="00AB5873" w:rsidRPr="00CB0676" w:rsidRDefault="00AB5873" w:rsidP="00D048B3">
      <w:pPr>
        <w:jc w:val="right"/>
        <w:rPr>
          <w:sz w:val="28"/>
          <w:szCs w:val="28"/>
        </w:rPr>
      </w:pPr>
    </w:p>
    <w:p w:rsidR="00AB5873" w:rsidRPr="00CB0676" w:rsidRDefault="00AB5873" w:rsidP="00D048B3">
      <w:pPr>
        <w:jc w:val="right"/>
        <w:rPr>
          <w:sz w:val="28"/>
          <w:szCs w:val="28"/>
        </w:rPr>
      </w:pPr>
      <w:r w:rsidRPr="00CB0676">
        <w:rPr>
          <w:sz w:val="28"/>
          <w:szCs w:val="28"/>
        </w:rPr>
        <w:t>Бортом В.П.</w:t>
      </w:r>
    </w:p>
    <w:p w:rsidR="00AB5873" w:rsidRPr="00CB0676" w:rsidRDefault="00AB5873" w:rsidP="00D048B3">
      <w:pPr>
        <w:jc w:val="right"/>
        <w:rPr>
          <w:sz w:val="28"/>
          <w:szCs w:val="28"/>
        </w:rPr>
      </w:pPr>
    </w:p>
    <w:p w:rsidR="00AB5873" w:rsidRPr="00CB0676" w:rsidRDefault="00AB5873" w:rsidP="00D048B3">
      <w:pPr>
        <w:jc w:val="right"/>
        <w:rPr>
          <w:sz w:val="28"/>
          <w:szCs w:val="28"/>
        </w:rPr>
      </w:pPr>
      <w:r w:rsidRPr="00CB0676">
        <w:rPr>
          <w:sz w:val="28"/>
          <w:szCs w:val="28"/>
        </w:rPr>
        <w:t>Гнатенком В.С.</w:t>
      </w:r>
    </w:p>
    <w:p w:rsidR="00AB5873" w:rsidRPr="00CB0676" w:rsidRDefault="00AB5873" w:rsidP="00D048B3">
      <w:pPr>
        <w:jc w:val="right"/>
        <w:rPr>
          <w:sz w:val="28"/>
          <w:szCs w:val="28"/>
        </w:rPr>
      </w:pPr>
    </w:p>
    <w:p w:rsidR="00AB5873" w:rsidRPr="00CB0676" w:rsidRDefault="00AB5873" w:rsidP="00D048B3">
      <w:pPr>
        <w:jc w:val="right"/>
        <w:rPr>
          <w:sz w:val="28"/>
          <w:szCs w:val="28"/>
        </w:rPr>
      </w:pPr>
      <w:r w:rsidRPr="00CB0676">
        <w:rPr>
          <w:sz w:val="28"/>
          <w:szCs w:val="28"/>
        </w:rPr>
        <w:t>Морозом В.В.</w:t>
      </w:r>
    </w:p>
    <w:p w:rsidR="00AB5873" w:rsidRPr="00CB0676" w:rsidRDefault="00AB5873" w:rsidP="00D048B3">
      <w:pPr>
        <w:jc w:val="right"/>
        <w:rPr>
          <w:sz w:val="28"/>
          <w:szCs w:val="28"/>
        </w:rPr>
      </w:pPr>
    </w:p>
    <w:p w:rsidR="00AB5873" w:rsidRPr="00CB0676" w:rsidRDefault="00AB5873" w:rsidP="00D048B3">
      <w:pPr>
        <w:ind w:firstLine="851"/>
        <w:jc w:val="right"/>
        <w:rPr>
          <w:sz w:val="28"/>
          <w:szCs w:val="28"/>
          <w:lang w:val="ru-RU"/>
        </w:rPr>
      </w:pPr>
      <w:r w:rsidRPr="00CB0676">
        <w:rPr>
          <w:sz w:val="28"/>
          <w:szCs w:val="28"/>
        </w:rPr>
        <w:t>Христенком Ф.В.</w:t>
      </w:r>
      <w:r w:rsidRPr="00CB0676">
        <w:rPr>
          <w:sz w:val="28"/>
          <w:szCs w:val="28"/>
        </w:rPr>
        <w:br/>
      </w:r>
    </w:p>
    <w:p w:rsidR="00AB5873" w:rsidRPr="00CB0676" w:rsidRDefault="00AB5873" w:rsidP="00E216A1">
      <w:pPr>
        <w:ind w:firstLine="851"/>
        <w:jc w:val="both"/>
        <w:rPr>
          <w:sz w:val="28"/>
          <w:szCs w:val="28"/>
          <w:lang w:val="ru-RU"/>
        </w:rPr>
      </w:pPr>
    </w:p>
    <w:p w:rsidR="00AB5873" w:rsidRPr="00CB0676" w:rsidRDefault="00AB5873" w:rsidP="00A33AC4">
      <w:pPr>
        <w:jc w:val="center"/>
        <w:rPr>
          <w:b/>
          <w:bCs/>
          <w:sz w:val="28"/>
          <w:szCs w:val="28"/>
        </w:rPr>
      </w:pPr>
      <w:r w:rsidRPr="00CB0676">
        <w:rPr>
          <w:b/>
          <w:bCs/>
          <w:sz w:val="28"/>
          <w:szCs w:val="28"/>
        </w:rPr>
        <w:t>ЗАКОН УКРАЇНИ</w:t>
      </w:r>
    </w:p>
    <w:p w:rsidR="00AB5873" w:rsidRPr="00CB0676" w:rsidRDefault="00AB5873" w:rsidP="00A33AC4">
      <w:pPr>
        <w:jc w:val="center"/>
        <w:rPr>
          <w:b/>
          <w:bCs/>
          <w:sz w:val="28"/>
          <w:szCs w:val="28"/>
        </w:rPr>
      </w:pPr>
    </w:p>
    <w:p w:rsidR="00AB5873" w:rsidRPr="00CB0676" w:rsidRDefault="00AB5873" w:rsidP="007C7DF1">
      <w:pPr>
        <w:jc w:val="center"/>
        <w:rPr>
          <w:b/>
          <w:bCs/>
          <w:sz w:val="28"/>
          <w:szCs w:val="28"/>
        </w:rPr>
      </w:pPr>
      <w:r w:rsidRPr="00CB0676">
        <w:rPr>
          <w:b/>
          <w:bCs/>
          <w:sz w:val="28"/>
          <w:szCs w:val="28"/>
        </w:rPr>
        <w:t xml:space="preserve">Про внесення змін до деяких законів України щодо </w:t>
      </w:r>
    </w:p>
    <w:p w:rsidR="00AB5873" w:rsidRPr="00CB0676" w:rsidRDefault="00AB5873" w:rsidP="007C7DF1">
      <w:pPr>
        <w:jc w:val="center"/>
        <w:rPr>
          <w:b/>
          <w:bCs/>
          <w:sz w:val="28"/>
          <w:szCs w:val="28"/>
        </w:rPr>
      </w:pPr>
      <w:r w:rsidRPr="00CB0676">
        <w:rPr>
          <w:b/>
          <w:bCs/>
          <w:sz w:val="28"/>
          <w:szCs w:val="28"/>
        </w:rPr>
        <w:t xml:space="preserve">накопичувальної системи державного пенсійного страхування </w:t>
      </w:r>
    </w:p>
    <w:p w:rsidR="00AB5873" w:rsidRPr="00CB0676" w:rsidRDefault="00AB5873" w:rsidP="007C7DF1">
      <w:pPr>
        <w:spacing w:before="60" w:after="60"/>
        <w:jc w:val="both"/>
        <w:rPr>
          <w:sz w:val="28"/>
          <w:szCs w:val="28"/>
          <w:lang w:val="ru-RU"/>
        </w:rPr>
      </w:pPr>
    </w:p>
    <w:p w:rsidR="00AB5873" w:rsidRPr="00CB0676" w:rsidRDefault="00AB5873" w:rsidP="00CB0676">
      <w:pPr>
        <w:spacing w:before="120"/>
        <w:ind w:firstLine="737"/>
        <w:jc w:val="both"/>
        <w:rPr>
          <w:sz w:val="28"/>
          <w:szCs w:val="28"/>
        </w:rPr>
      </w:pPr>
      <w:r w:rsidRPr="00CB0676">
        <w:rPr>
          <w:sz w:val="28"/>
          <w:szCs w:val="28"/>
        </w:rPr>
        <w:t>Верховна Рада України п о с т а н о в л я є:</w:t>
      </w:r>
    </w:p>
    <w:p w:rsidR="00AB5873" w:rsidRPr="00CB0676" w:rsidRDefault="00AB5873" w:rsidP="00CB0676">
      <w:pPr>
        <w:spacing w:before="120"/>
        <w:ind w:firstLine="737"/>
        <w:jc w:val="both"/>
        <w:rPr>
          <w:sz w:val="28"/>
          <w:szCs w:val="28"/>
        </w:rPr>
      </w:pPr>
      <w:r w:rsidRPr="00CB0676">
        <w:rPr>
          <w:sz w:val="28"/>
          <w:szCs w:val="28"/>
        </w:rPr>
        <w:t>І. Внести зміни до таких законів України:</w:t>
      </w:r>
    </w:p>
    <w:p w:rsidR="00AB5873" w:rsidRPr="00CB0676" w:rsidRDefault="00AB5873" w:rsidP="00CB0676">
      <w:pPr>
        <w:spacing w:before="120"/>
        <w:ind w:firstLine="737"/>
        <w:jc w:val="both"/>
        <w:rPr>
          <w:sz w:val="28"/>
          <w:szCs w:val="28"/>
        </w:rPr>
      </w:pPr>
      <w:r w:rsidRPr="00CB0676">
        <w:rPr>
          <w:sz w:val="28"/>
          <w:szCs w:val="28"/>
        </w:rPr>
        <w:t xml:space="preserve">1. У Законі України </w:t>
      </w:r>
      <w:r w:rsidRPr="00CB0676">
        <w:rPr>
          <w:sz w:val="28"/>
          <w:szCs w:val="28"/>
          <w:lang w:val="ru-RU"/>
        </w:rPr>
        <w:t>"</w:t>
      </w:r>
      <w:r w:rsidRPr="00CB0676">
        <w:rPr>
          <w:sz w:val="28"/>
          <w:szCs w:val="28"/>
        </w:rPr>
        <w:t>Про загальнообов’язкове державне пенсійне страхування" (Відомості Верховної Ради України, 2003 р., № 49</w:t>
      </w:r>
      <w:r w:rsidRPr="00CB0676">
        <w:rPr>
          <w:sz w:val="28"/>
          <w:szCs w:val="28"/>
          <w:lang w:val="ru-RU"/>
        </w:rPr>
        <w:t>-</w:t>
      </w:r>
      <w:r w:rsidRPr="00CB0676">
        <w:rPr>
          <w:sz w:val="28"/>
          <w:szCs w:val="28"/>
        </w:rPr>
        <w:t>51,</w:t>
      </w:r>
      <w:r w:rsidRPr="00CB0676">
        <w:rPr>
          <w:sz w:val="28"/>
          <w:szCs w:val="28"/>
          <w:lang w:val="ru-RU"/>
        </w:rPr>
        <w:t xml:space="preserve"> </w:t>
      </w:r>
      <w:r w:rsidRPr="00CB0676">
        <w:rPr>
          <w:sz w:val="28"/>
          <w:szCs w:val="28"/>
        </w:rPr>
        <w:t>ст. 376 із наступними змінами):</w:t>
      </w:r>
    </w:p>
    <w:p w:rsidR="00AB5873" w:rsidRPr="00CB0676" w:rsidRDefault="00AB5873" w:rsidP="00CB0676">
      <w:pPr>
        <w:spacing w:before="120"/>
        <w:ind w:firstLine="737"/>
        <w:jc w:val="both"/>
        <w:rPr>
          <w:sz w:val="28"/>
          <w:szCs w:val="28"/>
        </w:rPr>
      </w:pPr>
      <w:r w:rsidRPr="00CB0676">
        <w:rPr>
          <w:sz w:val="28"/>
          <w:szCs w:val="28"/>
        </w:rPr>
        <w:t>1) абзац шостий статті 1 викласти в такій редакції:</w:t>
      </w:r>
    </w:p>
    <w:p w:rsidR="00AB5873" w:rsidRPr="00CB0676" w:rsidRDefault="00AB5873" w:rsidP="00CB0676">
      <w:pPr>
        <w:spacing w:before="120"/>
        <w:ind w:firstLine="737"/>
        <w:jc w:val="both"/>
        <w:rPr>
          <w:sz w:val="28"/>
          <w:szCs w:val="28"/>
        </w:rPr>
      </w:pPr>
      <w:r w:rsidRPr="00CB0676">
        <w:rPr>
          <w:sz w:val="28"/>
          <w:szCs w:val="28"/>
        </w:rPr>
        <w:t>"зберігач — банк, який провадить свою діяльність відповідно до законодавства про банки і банківську діяльність, відповідає вимогам цього Закону щодо зберігання активів та обслуговування коштів Накопичувального пенсійного фонду, та 100 відсотків статутного капіталу якого перебувають у державній власності;";</w:t>
      </w:r>
    </w:p>
    <w:p w:rsidR="00AB5873" w:rsidRPr="00CB0676" w:rsidRDefault="00AB5873" w:rsidP="00CB0676">
      <w:pPr>
        <w:spacing w:before="120"/>
        <w:ind w:firstLine="737"/>
        <w:jc w:val="both"/>
        <w:rPr>
          <w:sz w:val="28"/>
          <w:szCs w:val="28"/>
        </w:rPr>
      </w:pPr>
      <w:r w:rsidRPr="00CB0676">
        <w:rPr>
          <w:sz w:val="28"/>
          <w:szCs w:val="28"/>
        </w:rPr>
        <w:t>2) частину третю статті 78 викласти в такій редакції:</w:t>
      </w:r>
    </w:p>
    <w:p w:rsidR="00AB5873" w:rsidRPr="00CB0676" w:rsidRDefault="00AB5873" w:rsidP="00CB0676">
      <w:pPr>
        <w:spacing w:before="120"/>
        <w:ind w:firstLine="737"/>
        <w:jc w:val="both"/>
        <w:rPr>
          <w:sz w:val="28"/>
          <w:szCs w:val="28"/>
        </w:rPr>
      </w:pPr>
      <w:r w:rsidRPr="00CB0676">
        <w:rPr>
          <w:sz w:val="28"/>
          <w:szCs w:val="28"/>
        </w:rPr>
        <w:t>"3. Управління пенсійними активами Накопичувального фонду здійснюється Кабінетом Міністрів України відповідно до його рішень.</w:t>
      </w:r>
    </w:p>
    <w:p w:rsidR="00AB5873" w:rsidRPr="00CB0676" w:rsidRDefault="00AB5873" w:rsidP="00CB0676">
      <w:pPr>
        <w:spacing w:before="120"/>
        <w:ind w:firstLine="737"/>
        <w:jc w:val="both"/>
        <w:rPr>
          <w:sz w:val="28"/>
          <w:szCs w:val="28"/>
        </w:rPr>
      </w:pPr>
      <w:r w:rsidRPr="00CB0676">
        <w:rPr>
          <w:sz w:val="28"/>
          <w:szCs w:val="28"/>
        </w:rPr>
        <w:t>Після п’яти років з дня запровадження накопичувальної системи пенсійного страхування управління пенсійними активами Накопичувального фонду може здійснюватися компаніями з управління активами, що обираються за результатом конкурсу відповідно до цього Закону.</w:t>
      </w:r>
    </w:p>
    <w:p w:rsidR="00AB5873" w:rsidRPr="00CB0676" w:rsidRDefault="00AB5873" w:rsidP="00CB0676">
      <w:pPr>
        <w:spacing w:before="120"/>
        <w:ind w:firstLine="737"/>
        <w:jc w:val="both"/>
        <w:rPr>
          <w:sz w:val="28"/>
          <w:szCs w:val="28"/>
        </w:rPr>
      </w:pPr>
      <w:r w:rsidRPr="00CB0676">
        <w:rPr>
          <w:sz w:val="28"/>
          <w:szCs w:val="28"/>
        </w:rPr>
        <w:t>Рішення про передання в управління пенсійних активів Накопичувального фонду компаніям з управління активами приймається Кабінетом Міністрів України.";</w:t>
      </w:r>
    </w:p>
    <w:p w:rsidR="00AB5873" w:rsidRPr="00CB0676" w:rsidRDefault="00AB5873" w:rsidP="00CB0676">
      <w:pPr>
        <w:spacing w:before="120"/>
        <w:ind w:firstLine="737"/>
        <w:jc w:val="both"/>
        <w:rPr>
          <w:sz w:val="28"/>
          <w:szCs w:val="28"/>
        </w:rPr>
      </w:pPr>
      <w:r w:rsidRPr="00CB0676">
        <w:rPr>
          <w:sz w:val="28"/>
          <w:szCs w:val="28"/>
        </w:rPr>
        <w:t>3) у статті 80:</w:t>
      </w:r>
    </w:p>
    <w:p w:rsidR="00AB5873" w:rsidRPr="00CB0676" w:rsidRDefault="00AB5873" w:rsidP="00CB0676">
      <w:pPr>
        <w:spacing w:before="120"/>
        <w:ind w:firstLine="737"/>
        <w:jc w:val="both"/>
        <w:rPr>
          <w:sz w:val="28"/>
          <w:szCs w:val="28"/>
        </w:rPr>
      </w:pPr>
      <w:r w:rsidRPr="00CB0676">
        <w:rPr>
          <w:sz w:val="28"/>
          <w:szCs w:val="28"/>
        </w:rPr>
        <w:t>частину третю після абзацу дев’ятого доповнити абзацом такого змісту:</w:t>
      </w:r>
    </w:p>
    <w:p w:rsidR="00AB5873" w:rsidRPr="00CB0676" w:rsidRDefault="00AB5873" w:rsidP="00CB0676">
      <w:pPr>
        <w:spacing w:before="120"/>
        <w:ind w:firstLine="737"/>
        <w:jc w:val="both"/>
        <w:rPr>
          <w:rFonts w:eastAsia="Times New Roman"/>
          <w:color w:val="000000"/>
          <w:sz w:val="28"/>
          <w:szCs w:val="28"/>
          <w:lang w:eastAsia="uk-UA"/>
        </w:rPr>
      </w:pPr>
      <w:r w:rsidRPr="00CB0676">
        <w:rPr>
          <w:sz w:val="28"/>
          <w:szCs w:val="28"/>
        </w:rPr>
        <w:t>"Протягом п’яти років з дня запровадження накопичувальної системи пенсійного страхування розміщення коштів Накопичувального фонду може здійснюватися лише в активи у державних облігаціях України, казначейських зобов’язаннях України та інших цінних паперах, емітентом яких є</w:t>
      </w:r>
      <w:r w:rsidRPr="00CB0676">
        <w:rPr>
          <w:rFonts w:eastAsia="Times New Roman"/>
          <w:color w:val="000000"/>
          <w:sz w:val="28"/>
          <w:szCs w:val="28"/>
          <w:lang w:eastAsia="uk-UA"/>
        </w:rPr>
        <w:t xml:space="preserve"> держава в особі уповноважених нею органів державної влади";</w:t>
      </w:r>
    </w:p>
    <w:p w:rsidR="00AB5873" w:rsidRPr="00CB0676" w:rsidRDefault="00AB5873" w:rsidP="00CB0676">
      <w:pPr>
        <w:spacing w:before="120"/>
        <w:ind w:firstLine="737"/>
        <w:jc w:val="both"/>
        <w:rPr>
          <w:sz w:val="28"/>
          <w:szCs w:val="28"/>
        </w:rPr>
      </w:pPr>
      <w:r w:rsidRPr="00CB0676">
        <w:rPr>
          <w:sz w:val="28"/>
          <w:szCs w:val="28"/>
        </w:rPr>
        <w:t>доповнити статтю частиною одинадцятою такого змісту:</w:t>
      </w:r>
    </w:p>
    <w:p w:rsidR="00AB5873" w:rsidRPr="00CB0676" w:rsidRDefault="00AB5873" w:rsidP="00CB0676">
      <w:pPr>
        <w:spacing w:before="120"/>
        <w:ind w:firstLine="737"/>
        <w:jc w:val="both"/>
        <w:rPr>
          <w:sz w:val="28"/>
          <w:szCs w:val="28"/>
        </w:rPr>
      </w:pPr>
      <w:r w:rsidRPr="00CB0676">
        <w:rPr>
          <w:sz w:val="28"/>
          <w:szCs w:val="28"/>
        </w:rPr>
        <w:t>"11. Забезпечення повернення коштів Накопичувального фонду гарантується державою шляхом визначення у законі про державний бюджет України на відповідний рік видатків на покриття можливих втрат у сумі, не меншій прогнозній вартості активів Накопичувального фонду на кінець планового року";</w:t>
      </w:r>
    </w:p>
    <w:p w:rsidR="00AB5873" w:rsidRPr="00CB0676" w:rsidRDefault="00AB5873" w:rsidP="00CB0676">
      <w:pPr>
        <w:spacing w:before="120"/>
        <w:ind w:firstLine="737"/>
        <w:jc w:val="both"/>
        <w:rPr>
          <w:sz w:val="28"/>
          <w:szCs w:val="28"/>
        </w:rPr>
      </w:pPr>
      <w:r w:rsidRPr="00CB0676">
        <w:rPr>
          <w:sz w:val="28"/>
          <w:szCs w:val="28"/>
        </w:rPr>
        <w:t>4) абзац третій частини другої статті 81 викласти в такій редакції:</w:t>
      </w:r>
    </w:p>
    <w:p w:rsidR="00AB5873" w:rsidRPr="00CB0676" w:rsidRDefault="00AB5873" w:rsidP="00CB0676">
      <w:pPr>
        <w:spacing w:before="120"/>
        <w:ind w:firstLine="737"/>
        <w:jc w:val="both"/>
        <w:rPr>
          <w:sz w:val="28"/>
          <w:szCs w:val="28"/>
        </w:rPr>
      </w:pPr>
      <w:r>
        <w:rPr>
          <w:color w:val="000000"/>
          <w:sz w:val="28"/>
          <w:szCs w:val="28"/>
          <w:shd w:val="clear" w:color="auto" w:fill="FFFFFF"/>
        </w:rPr>
        <w:t>"</w:t>
      </w:r>
      <w:r w:rsidRPr="00CB0676">
        <w:rPr>
          <w:color w:val="000000"/>
          <w:sz w:val="28"/>
          <w:szCs w:val="28"/>
          <w:shd w:val="clear" w:color="auto" w:fill="FFFFFF"/>
        </w:rPr>
        <w:t>Верховна Рада України призначає шляхом прийняття відповідної постанови сім членів Ради Накопичувального фонду, із яких по три представники застрахованих осіб та роботодавців, які обираються (делегуються) відповідно репрезентативними на національному рівні всеукраїнськими об’єднаннями профспілок та репрезентативними на національному рівні всеукраїнськими об’єднаннями організацій роботодавців та представник Національного банку України (за поданням Ради Національного банку України).</w:t>
      </w:r>
      <w:r>
        <w:rPr>
          <w:color w:val="000000"/>
          <w:sz w:val="28"/>
          <w:szCs w:val="28"/>
          <w:shd w:val="clear" w:color="auto" w:fill="FFFFFF"/>
        </w:rPr>
        <w:t>";</w:t>
      </w:r>
    </w:p>
    <w:p w:rsidR="00AB5873" w:rsidRPr="00CB0676" w:rsidRDefault="00AB5873" w:rsidP="00CB0676">
      <w:pPr>
        <w:spacing w:before="120"/>
        <w:ind w:firstLine="737"/>
        <w:jc w:val="both"/>
        <w:rPr>
          <w:sz w:val="28"/>
          <w:szCs w:val="28"/>
        </w:rPr>
      </w:pPr>
      <w:r w:rsidRPr="00CB0676">
        <w:rPr>
          <w:sz w:val="28"/>
          <w:szCs w:val="28"/>
        </w:rPr>
        <w:t>5) частину четверту статті 85 викласти в такій редакції:</w:t>
      </w:r>
    </w:p>
    <w:p w:rsidR="00AB5873" w:rsidRPr="00CB0676" w:rsidRDefault="00AB5873" w:rsidP="00CB0676">
      <w:pPr>
        <w:spacing w:before="120"/>
        <w:ind w:firstLine="737"/>
        <w:jc w:val="both"/>
        <w:rPr>
          <w:sz w:val="28"/>
          <w:szCs w:val="28"/>
        </w:rPr>
      </w:pPr>
      <w:r w:rsidRPr="00CB0676">
        <w:rPr>
          <w:sz w:val="28"/>
          <w:szCs w:val="28"/>
        </w:rPr>
        <w:t xml:space="preserve">"4. Компанії з управління активами </w:t>
      </w:r>
      <w:r>
        <w:rPr>
          <w:sz w:val="28"/>
          <w:szCs w:val="28"/>
        </w:rPr>
        <w:t>-</w:t>
      </w:r>
      <w:r w:rsidRPr="00CB0676">
        <w:rPr>
          <w:sz w:val="28"/>
          <w:szCs w:val="28"/>
        </w:rPr>
        <w:t xml:space="preserve"> резиденти, що обираються з числа компаній, які:</w:t>
      </w:r>
    </w:p>
    <w:p w:rsidR="00AB5873" w:rsidRPr="00CB0676" w:rsidRDefault="00AB5873" w:rsidP="00CB0676">
      <w:pPr>
        <w:spacing w:before="120"/>
        <w:ind w:firstLine="737"/>
        <w:jc w:val="both"/>
        <w:rPr>
          <w:sz w:val="28"/>
          <w:szCs w:val="28"/>
        </w:rPr>
      </w:pPr>
      <w:r w:rsidRPr="00CB0676">
        <w:rPr>
          <w:sz w:val="28"/>
          <w:szCs w:val="28"/>
        </w:rPr>
        <w:t>1) провадять протягом останніх семи років діяльність з управління активами недержавних пенсійних фондів на підставі відповідної ліцензії, виданої Національною комісією з цінних паперів та фондового ринку;</w:t>
      </w:r>
    </w:p>
    <w:p w:rsidR="00AB5873" w:rsidRPr="00CB0676" w:rsidRDefault="00AB5873" w:rsidP="00CB0676">
      <w:pPr>
        <w:spacing w:before="120"/>
        <w:ind w:firstLine="737"/>
        <w:jc w:val="both"/>
        <w:rPr>
          <w:sz w:val="28"/>
          <w:szCs w:val="28"/>
        </w:rPr>
      </w:pPr>
      <w:r w:rsidRPr="00CB0676">
        <w:rPr>
          <w:sz w:val="28"/>
          <w:szCs w:val="28"/>
        </w:rPr>
        <w:t>2) мають одночасно в управлінні загальну суму пенсійних активів не менш як 50 мільйонів гривень;</w:t>
      </w:r>
    </w:p>
    <w:p w:rsidR="00AB5873" w:rsidRPr="00CB0676" w:rsidRDefault="00AB5873" w:rsidP="00CB0676">
      <w:pPr>
        <w:spacing w:before="120"/>
        <w:ind w:firstLine="737"/>
        <w:jc w:val="both"/>
        <w:rPr>
          <w:b/>
          <w:bCs/>
          <w:sz w:val="28"/>
          <w:szCs w:val="28"/>
        </w:rPr>
      </w:pPr>
      <w:r w:rsidRPr="00CB0676">
        <w:rPr>
          <w:sz w:val="28"/>
          <w:szCs w:val="28"/>
        </w:rPr>
        <w:t>3) підтримують власний капітал у розмірі  не менш як 50 мільйонів гривень на день подання заяви про участь у конкурсі;</w:t>
      </w:r>
    </w:p>
    <w:p w:rsidR="00AB5873" w:rsidRPr="00CB0676" w:rsidRDefault="00AB5873" w:rsidP="00CB0676">
      <w:pPr>
        <w:spacing w:before="120"/>
        <w:ind w:firstLine="737"/>
        <w:jc w:val="both"/>
        <w:rPr>
          <w:sz w:val="28"/>
          <w:szCs w:val="28"/>
        </w:rPr>
      </w:pPr>
      <w:r w:rsidRPr="00CB0676">
        <w:rPr>
          <w:sz w:val="28"/>
          <w:szCs w:val="28"/>
        </w:rPr>
        <w:t>4) відповідають вимогам, встановленим Національною комісією з цінних паперів та фондового ринку, щодо кваліфікаційного рівня та досвіду роботи фахівців, які безпосередньо виконуватимуть функції, передбачені технічним завданням конкурсу;</w:t>
      </w:r>
    </w:p>
    <w:p w:rsidR="00AB5873" w:rsidRPr="00CB0676" w:rsidRDefault="00AB5873" w:rsidP="00CB0676">
      <w:pPr>
        <w:spacing w:before="120"/>
        <w:ind w:firstLine="737"/>
        <w:jc w:val="both"/>
        <w:rPr>
          <w:sz w:val="28"/>
          <w:szCs w:val="28"/>
        </w:rPr>
      </w:pPr>
      <w:r w:rsidRPr="00CB0676">
        <w:rPr>
          <w:sz w:val="28"/>
          <w:szCs w:val="28"/>
        </w:rPr>
        <w:t>5) мають сформований резервний фонд за рахунок прибутку у розмірі не менш</w:t>
      </w:r>
      <w:r w:rsidRPr="00CB0676">
        <w:rPr>
          <w:sz w:val="28"/>
          <w:szCs w:val="28"/>
          <w:lang w:val="ru-RU"/>
        </w:rPr>
        <w:t>е</w:t>
      </w:r>
      <w:r w:rsidRPr="00CB0676">
        <w:rPr>
          <w:sz w:val="28"/>
          <w:szCs w:val="28"/>
        </w:rPr>
        <w:t xml:space="preserve"> мінімального розміру статутного капіталу, встановленого законом для компаній з управління активами.";</w:t>
      </w:r>
    </w:p>
    <w:p w:rsidR="00AB5873" w:rsidRPr="00CB0676" w:rsidRDefault="00AB5873" w:rsidP="00CB0676">
      <w:pPr>
        <w:spacing w:before="120"/>
        <w:ind w:firstLine="737"/>
        <w:jc w:val="both"/>
        <w:rPr>
          <w:sz w:val="28"/>
          <w:szCs w:val="28"/>
          <w:lang w:val="ru-RU"/>
        </w:rPr>
      </w:pPr>
      <w:r w:rsidRPr="00CB0676">
        <w:rPr>
          <w:sz w:val="28"/>
          <w:szCs w:val="28"/>
        </w:rPr>
        <w:t>6) пункт 9 розділу ХV "Прикінцеві положення" викласти в такій редакції:</w:t>
      </w:r>
    </w:p>
    <w:p w:rsidR="00AB5873" w:rsidRPr="00CB0676" w:rsidRDefault="00AB5873" w:rsidP="00CB0676">
      <w:pPr>
        <w:spacing w:before="120"/>
        <w:ind w:firstLine="737"/>
        <w:jc w:val="both"/>
        <w:rPr>
          <w:sz w:val="28"/>
          <w:szCs w:val="28"/>
        </w:rPr>
      </w:pPr>
      <w:r w:rsidRPr="00CB0676">
        <w:rPr>
          <w:sz w:val="28"/>
          <w:szCs w:val="28"/>
        </w:rPr>
        <w:t>"9. Протягом 10 років з дня запровадження накопичувальної системи державного пенсійного страхування внески до Накопичувального фонду сплачуються застрахованими особами виключно на добровільних засадах.</w:t>
      </w:r>
    </w:p>
    <w:p w:rsidR="00AB5873" w:rsidRPr="00CB0676" w:rsidRDefault="00AB5873" w:rsidP="00CB0676">
      <w:pPr>
        <w:spacing w:before="120"/>
        <w:ind w:firstLine="737"/>
        <w:jc w:val="both"/>
        <w:rPr>
          <w:sz w:val="28"/>
          <w:szCs w:val="28"/>
        </w:rPr>
      </w:pPr>
      <w:r w:rsidRPr="00CB0676">
        <w:rPr>
          <w:sz w:val="28"/>
          <w:szCs w:val="28"/>
        </w:rPr>
        <w:t>Особи, які стали учасниками накопичувальної системи державного пенсійного страхування, не мають права переходу на сплату внесків до солідарної системи загальнообов’язкового державного пенсійного страхування.</w:t>
      </w:r>
    </w:p>
    <w:p w:rsidR="00AB5873" w:rsidRPr="00CB0676" w:rsidRDefault="00AB5873" w:rsidP="00CB0676">
      <w:pPr>
        <w:spacing w:before="120"/>
        <w:ind w:firstLine="737"/>
        <w:jc w:val="both"/>
        <w:rPr>
          <w:sz w:val="28"/>
          <w:szCs w:val="28"/>
        </w:rPr>
      </w:pPr>
      <w:r w:rsidRPr="00CB0676">
        <w:rPr>
          <w:sz w:val="28"/>
          <w:szCs w:val="28"/>
        </w:rPr>
        <w:t>Особи, які досягли пенсійного віку, передбаченого статтею 26 цього Закону, крім випадків відстрочення часу призначення пенсії за віком відповідно до цього Закону, не можуть бути платниками страхових внесків до Накопичувального фонду.</w:t>
      </w:r>
    </w:p>
    <w:p w:rsidR="00AB5873" w:rsidRPr="00CB0676" w:rsidRDefault="00AB5873" w:rsidP="00CB0676">
      <w:pPr>
        <w:spacing w:before="120"/>
        <w:ind w:firstLine="737"/>
        <w:jc w:val="both"/>
        <w:rPr>
          <w:sz w:val="28"/>
          <w:szCs w:val="28"/>
        </w:rPr>
      </w:pPr>
      <w:r w:rsidRPr="00CB0676">
        <w:rPr>
          <w:sz w:val="28"/>
          <w:szCs w:val="28"/>
        </w:rPr>
        <w:t>Застраховані особи, які не сплачують страхові внески до Накопичувального фонду, сплачують їх до солідарної системи відповідно до закону.</w:t>
      </w:r>
    </w:p>
    <w:p w:rsidR="00AB5873" w:rsidRPr="00CB0676" w:rsidRDefault="00AB5873" w:rsidP="00CB0676">
      <w:pPr>
        <w:spacing w:before="120"/>
        <w:ind w:firstLine="737"/>
        <w:jc w:val="both"/>
        <w:rPr>
          <w:sz w:val="28"/>
          <w:szCs w:val="28"/>
        </w:rPr>
      </w:pPr>
      <w:r w:rsidRPr="00CB0676">
        <w:rPr>
          <w:sz w:val="28"/>
          <w:szCs w:val="28"/>
        </w:rPr>
        <w:t>Перерахування страхових внесків до Накопичувального пенсійного фонду запроваджується лише після виконання таких умов:</w:t>
      </w:r>
    </w:p>
    <w:p w:rsidR="00AB5873" w:rsidRPr="00CB0676" w:rsidRDefault="00AB5873" w:rsidP="00CB0676">
      <w:pPr>
        <w:spacing w:before="120"/>
        <w:ind w:firstLine="737"/>
        <w:jc w:val="both"/>
        <w:rPr>
          <w:sz w:val="28"/>
          <w:szCs w:val="28"/>
        </w:rPr>
      </w:pPr>
      <w:r w:rsidRPr="00CB0676">
        <w:rPr>
          <w:sz w:val="28"/>
          <w:szCs w:val="28"/>
        </w:rPr>
        <w:t>протягом двох років поспіль забезпечено бездефіцитність бюджету Пенсійного фонду України;</w:t>
      </w:r>
    </w:p>
    <w:p w:rsidR="00AB5873" w:rsidRPr="00CB0676" w:rsidRDefault="00AB5873" w:rsidP="00CB0676">
      <w:pPr>
        <w:spacing w:before="120"/>
        <w:ind w:firstLine="737"/>
        <w:jc w:val="both"/>
        <w:rPr>
          <w:sz w:val="28"/>
          <w:szCs w:val="28"/>
        </w:rPr>
      </w:pPr>
      <w:r w:rsidRPr="00CB0676">
        <w:rPr>
          <w:sz w:val="28"/>
          <w:szCs w:val="28"/>
        </w:rPr>
        <w:t>протягом двох років  поспіль досягнуто економічне зростання (статистично зафіксований приріст реального валового внутрішнього продукту відбувається не менше двох років).</w:t>
      </w:r>
    </w:p>
    <w:p w:rsidR="00AB5873" w:rsidRPr="00CB0676" w:rsidRDefault="00AB5873" w:rsidP="00CB0676">
      <w:pPr>
        <w:spacing w:before="120"/>
        <w:ind w:firstLine="737"/>
        <w:jc w:val="both"/>
        <w:rPr>
          <w:sz w:val="28"/>
          <w:szCs w:val="28"/>
        </w:rPr>
      </w:pPr>
      <w:r w:rsidRPr="00CB0676">
        <w:rPr>
          <w:sz w:val="28"/>
          <w:szCs w:val="28"/>
        </w:rPr>
        <w:t xml:space="preserve">Кабінету Міністрів України до 1 січня 2021 року забезпечити створення інституційних компонентів функціонування накопичувальної системи пенсійного страхування, у тому числі: </w:t>
      </w:r>
    </w:p>
    <w:p w:rsidR="00AB5873" w:rsidRPr="00CB0676" w:rsidRDefault="00AB5873" w:rsidP="00CB0676">
      <w:pPr>
        <w:spacing w:before="120"/>
        <w:ind w:firstLine="737"/>
        <w:jc w:val="both"/>
        <w:rPr>
          <w:sz w:val="28"/>
          <w:szCs w:val="28"/>
          <w:lang w:val="ru-RU"/>
        </w:rPr>
      </w:pPr>
      <w:r w:rsidRPr="00CB0676">
        <w:rPr>
          <w:sz w:val="28"/>
          <w:szCs w:val="28"/>
        </w:rPr>
        <w:t>Первинна чиста вартість одиниці пенсійних активів на дату спрямування частини страхових внесків до Накопичувального фонду дорівнює 1 гривні.";</w:t>
      </w:r>
    </w:p>
    <w:p w:rsidR="00AB5873" w:rsidRPr="00CB0676" w:rsidRDefault="00AB5873" w:rsidP="00CB0676">
      <w:pPr>
        <w:spacing w:before="120"/>
        <w:ind w:firstLine="737"/>
        <w:jc w:val="both"/>
        <w:rPr>
          <w:sz w:val="28"/>
          <w:szCs w:val="28"/>
        </w:rPr>
      </w:pPr>
      <w:r w:rsidRPr="00CB0676">
        <w:rPr>
          <w:sz w:val="28"/>
          <w:szCs w:val="28"/>
        </w:rPr>
        <w:t>2. Частину першу статті 1 Закону України "Про заходи щодо законодавчого забезпечення реформування пенсійної системи" (Відомості Верховної Ради України, 2012 р., № 12-13, ст. 82) викласти в такій редакції:</w:t>
      </w:r>
    </w:p>
    <w:p w:rsidR="00AB5873" w:rsidRPr="00CB0676" w:rsidRDefault="00AB5873" w:rsidP="00CB0676">
      <w:pPr>
        <w:spacing w:before="120"/>
        <w:ind w:firstLine="737"/>
        <w:jc w:val="both"/>
        <w:rPr>
          <w:sz w:val="28"/>
          <w:szCs w:val="28"/>
        </w:rPr>
      </w:pPr>
      <w:r w:rsidRPr="00CB0676">
        <w:rPr>
          <w:sz w:val="28"/>
          <w:szCs w:val="28"/>
        </w:rPr>
        <w:t>"1. Перерахування страхових внесків до Накопичувального пенсійного фонду запроваджується лише після виконання таких умов:</w:t>
      </w:r>
    </w:p>
    <w:p w:rsidR="00AB5873" w:rsidRPr="00CB0676" w:rsidRDefault="00AB5873" w:rsidP="00CB0676">
      <w:pPr>
        <w:spacing w:before="120"/>
        <w:ind w:firstLine="737"/>
        <w:jc w:val="both"/>
        <w:rPr>
          <w:sz w:val="28"/>
          <w:szCs w:val="28"/>
        </w:rPr>
      </w:pPr>
      <w:r w:rsidRPr="00CB0676">
        <w:rPr>
          <w:sz w:val="28"/>
          <w:szCs w:val="28"/>
        </w:rPr>
        <w:t>протягом двох років поспіль забезпечено бездефіцитність бюджету Пенсійного фонду України;</w:t>
      </w:r>
    </w:p>
    <w:p w:rsidR="00AB5873" w:rsidRPr="00CB0676" w:rsidRDefault="00AB5873" w:rsidP="00CB0676">
      <w:pPr>
        <w:spacing w:before="120"/>
        <w:ind w:firstLine="737"/>
        <w:jc w:val="both"/>
        <w:rPr>
          <w:sz w:val="28"/>
          <w:szCs w:val="28"/>
        </w:rPr>
      </w:pPr>
      <w:r w:rsidRPr="00CB0676">
        <w:rPr>
          <w:sz w:val="28"/>
          <w:szCs w:val="28"/>
        </w:rPr>
        <w:t>протягом двох років поспіль досягнуто економічне зростання (статистично зафіксований приріст реального валового внутрішнього продукту відбувається не менше двох років)</w:t>
      </w:r>
      <w:r w:rsidRPr="00CB0676">
        <w:rPr>
          <w:sz w:val="28"/>
          <w:szCs w:val="28"/>
          <w:lang w:val="ru-RU"/>
        </w:rPr>
        <w:t>."</w:t>
      </w:r>
      <w:r w:rsidRPr="00CB0676">
        <w:rPr>
          <w:sz w:val="28"/>
          <w:szCs w:val="28"/>
        </w:rPr>
        <w:t>.</w:t>
      </w:r>
    </w:p>
    <w:p w:rsidR="00AB5873" w:rsidRPr="00CB0676" w:rsidRDefault="00AB5873" w:rsidP="00CB0676">
      <w:pPr>
        <w:spacing w:before="120"/>
        <w:ind w:firstLine="737"/>
        <w:jc w:val="both"/>
        <w:rPr>
          <w:sz w:val="28"/>
          <w:szCs w:val="28"/>
        </w:rPr>
      </w:pPr>
      <w:r w:rsidRPr="00CB0676">
        <w:rPr>
          <w:sz w:val="28"/>
          <w:szCs w:val="28"/>
        </w:rPr>
        <w:t>ІІ. Цей Закон набирає чинності з дня, наступного за днем його опублікування.</w:t>
      </w:r>
    </w:p>
    <w:p w:rsidR="00AB5873" w:rsidRPr="00CB0676" w:rsidRDefault="00AB5873" w:rsidP="00B25E20">
      <w:pPr>
        <w:spacing w:before="60" w:after="60"/>
        <w:ind w:firstLine="567"/>
        <w:jc w:val="both"/>
        <w:rPr>
          <w:sz w:val="28"/>
          <w:szCs w:val="28"/>
        </w:rPr>
      </w:pPr>
    </w:p>
    <w:p w:rsidR="00AB5873" w:rsidRPr="00CB0676" w:rsidRDefault="00AB5873" w:rsidP="005542AD">
      <w:pPr>
        <w:spacing w:before="60" w:after="60"/>
        <w:jc w:val="both"/>
        <w:rPr>
          <w:sz w:val="28"/>
          <w:szCs w:val="28"/>
        </w:rPr>
      </w:pPr>
    </w:p>
    <w:p w:rsidR="00AB5873" w:rsidRPr="00CB0676" w:rsidRDefault="00AB5873" w:rsidP="005542AD">
      <w:pPr>
        <w:spacing w:before="60" w:after="60"/>
        <w:jc w:val="both"/>
        <w:rPr>
          <w:sz w:val="28"/>
          <w:szCs w:val="28"/>
        </w:rPr>
      </w:pPr>
    </w:p>
    <w:p w:rsidR="00AB5873" w:rsidRPr="00CB0676" w:rsidRDefault="00AB5873" w:rsidP="007374B8">
      <w:pPr>
        <w:rPr>
          <w:b/>
          <w:bCs/>
          <w:sz w:val="28"/>
          <w:szCs w:val="28"/>
        </w:rPr>
      </w:pPr>
      <w:r w:rsidRPr="00CB0676">
        <w:rPr>
          <w:b/>
          <w:bCs/>
          <w:sz w:val="28"/>
          <w:szCs w:val="28"/>
        </w:rPr>
        <w:t xml:space="preserve">Голова Верховної Ради </w:t>
      </w:r>
    </w:p>
    <w:p w:rsidR="00AB5873" w:rsidRPr="00E216A1" w:rsidRDefault="00AB5873" w:rsidP="007374B8">
      <w:pPr>
        <w:rPr>
          <w:sz w:val="28"/>
          <w:szCs w:val="28"/>
          <w:lang w:val="ru-RU"/>
        </w:rPr>
      </w:pPr>
      <w:r w:rsidRPr="00CB0676">
        <w:rPr>
          <w:b/>
          <w:bCs/>
          <w:sz w:val="28"/>
          <w:szCs w:val="28"/>
        </w:rPr>
        <w:t xml:space="preserve">             України</w:t>
      </w:r>
    </w:p>
    <w:sectPr w:rsidR="00AB5873" w:rsidRPr="00E216A1" w:rsidSect="00D048B3">
      <w:headerReference w:type="default" r:id="rId7"/>
      <w:pgSz w:w="11906" w:h="16838" w:code="9"/>
      <w:pgMar w:top="1134" w:right="851" w:bottom="1134" w:left="1701" w:header="567" w:footer="567" w:gutter="0"/>
      <w:cols w:space="720"/>
      <w:titlePg/>
      <w:docGrid w:linePitch="60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5873" w:rsidRDefault="00AB5873">
      <w:r>
        <w:separator/>
      </w:r>
    </w:p>
  </w:endnote>
  <w:endnote w:type="continuationSeparator" w:id="0">
    <w:p w:rsidR="00AB5873" w:rsidRDefault="00AB587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5B"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Courier New">
    <w:altName w:val="Courier"/>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Times New Roman"/>
    <w:panose1 w:val="020B0604020202020204"/>
    <w:charset w:val="CC"/>
    <w:family w:val="swiss"/>
    <w:pitch w:val="variable"/>
    <w:sig w:usb0="E0002EFF" w:usb1="C000785B" w:usb2="00000009" w:usb3="00000000" w:csb0="000001FF" w:csb1="00000000"/>
  </w:font>
  <w:font w:name="Cambria">
    <w:altName w:val="Palatino Linotype"/>
    <w:panose1 w:val="02040503050406030204"/>
    <w:charset w:val="CC"/>
    <w:family w:val="roman"/>
    <w:pitch w:val="variable"/>
    <w:sig w:usb0="E00006FF" w:usb1="420024FF" w:usb2="02000000" w:usb3="00000000" w:csb0="0000019F" w:csb1="00000000"/>
  </w:font>
  <w:font w:name="Calibri">
    <w:altName w:val="Century Gothic"/>
    <w:panose1 w:val="020F05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NSimSun">
    <w:panose1 w:val="02010609030101010101"/>
    <w:charset w:val="86"/>
    <w:family w:val="modern"/>
    <w:pitch w:val="fixed"/>
    <w:sig w:usb0="00000283" w:usb1="288F0000" w:usb2="00000016" w:usb3="00000000" w:csb0="00040001" w:csb1="00000000"/>
  </w:font>
  <w:font w:name="OpenSymbol">
    <w:panose1 w:val="00000000000000000000"/>
    <w:charset w:val="00"/>
    <w:family w:val="auto"/>
    <w:notTrueType/>
    <w:pitch w:val="variable"/>
    <w:sig w:usb0="00000003" w:usb1="00000000" w:usb2="00000000" w:usb3="00000000" w:csb0="00000001" w:csb1="00000000"/>
  </w:font>
  <w:font w:name="Antiqua">
    <w:altName w:val="Times New Roman"/>
    <w:panose1 w:val="00000000000000000000"/>
    <w:charset w:val="00"/>
    <w:family w:val="swiss"/>
    <w:notTrueType/>
    <w:pitch w:val="variable"/>
    <w:sig w:usb0="00000003" w:usb1="00000000" w:usb2="00000000" w:usb3="00000000" w:csb0="00000001" w:csb1="00000000"/>
  </w:font>
  <w:font w:name="Tahoma">
    <w:altName w:val="Arial"/>
    <w:panose1 w:val="020B0604030504040204"/>
    <w:charset w:val="CC"/>
    <w:family w:val="swiss"/>
    <w:pitch w:val="variable"/>
    <w:sig w:usb0="E1002EFF" w:usb1="C000605B" w:usb2="00000029" w:usb3="00000000" w:csb0="000101FF" w:csb1="00000000"/>
  </w:font>
  <w:font w:name="Verdana">
    <w:altName w:val=" Arial"/>
    <w:panose1 w:val="020B0604030504040204"/>
    <w:charset w:val="CC"/>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5873" w:rsidRDefault="00AB5873">
      <w:r>
        <w:separator/>
      </w:r>
    </w:p>
  </w:footnote>
  <w:footnote w:type="continuationSeparator" w:id="0">
    <w:p w:rsidR="00AB5873" w:rsidRDefault="00AB587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5873" w:rsidRDefault="00AB5873" w:rsidP="003E5AA7">
    <w:pPr>
      <w:pStyle w:val="Head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AB5873" w:rsidRDefault="00AB5873">
    <w:pPr>
      <w:jc w:val="center"/>
      <w:rPr>
        <w:lang w:val="en-US"/>
      </w:rPr>
    </w:pPr>
  </w:p>
  <w:p w:rsidR="00AB5873" w:rsidRPr="00E216A1" w:rsidRDefault="00AB5873">
    <w:pPr>
      <w:jc w:val="center"/>
      <w:rPr>
        <w:lang w:val="en-U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FC12E9D2"/>
    <w:lvl w:ilvl="0">
      <w:start w:val="1"/>
      <w:numFmt w:val="bullet"/>
      <w:lvlText w:val=""/>
      <w:lvlJc w:val="left"/>
      <w:pPr>
        <w:tabs>
          <w:tab w:val="num" w:pos="643"/>
        </w:tabs>
        <w:ind w:left="643" w:hanging="360"/>
      </w:pPr>
      <w:rPr>
        <w:rFonts w:ascii="Symbol" w:hAnsi="Symbol" w:cs="Symbol" w:hint="default"/>
      </w:rPr>
    </w:lvl>
  </w:abstractNum>
  <w:abstractNum w:abstractNumId="1">
    <w:nsid w:val="03161636"/>
    <w:multiLevelType w:val="hybridMultilevel"/>
    <w:tmpl w:val="9146C532"/>
    <w:lvl w:ilvl="0" w:tplc="9A92446E">
      <w:start w:val="18"/>
      <w:numFmt w:val="bullet"/>
      <w:lvlText w:val="-"/>
      <w:lvlJc w:val="left"/>
      <w:pPr>
        <w:ind w:left="720" w:hanging="360"/>
      </w:pPr>
      <w:rPr>
        <w:rFonts w:ascii="Times New Roman" w:eastAsia="SimSu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2">
    <w:nsid w:val="09D31F93"/>
    <w:multiLevelType w:val="hybridMultilevel"/>
    <w:tmpl w:val="DCE84CC4"/>
    <w:lvl w:ilvl="0" w:tplc="EC90EAEC">
      <w:start w:val="1"/>
      <w:numFmt w:val="decimal"/>
      <w:lvlText w:val="%1."/>
      <w:lvlJc w:val="left"/>
      <w:pPr>
        <w:tabs>
          <w:tab w:val="num" w:pos="1497"/>
        </w:tabs>
        <w:ind w:left="1497" w:hanging="930"/>
      </w:pPr>
      <w:rPr>
        <w:rFonts w:hint="default"/>
      </w:rPr>
    </w:lvl>
    <w:lvl w:ilvl="1" w:tplc="04220019">
      <w:start w:val="1"/>
      <w:numFmt w:val="lowerLetter"/>
      <w:lvlText w:val="%2."/>
      <w:lvlJc w:val="left"/>
      <w:pPr>
        <w:tabs>
          <w:tab w:val="num" w:pos="1647"/>
        </w:tabs>
        <w:ind w:left="1647" w:hanging="360"/>
      </w:pPr>
    </w:lvl>
    <w:lvl w:ilvl="2" w:tplc="0422001B">
      <w:start w:val="1"/>
      <w:numFmt w:val="lowerRoman"/>
      <w:lvlText w:val="%3."/>
      <w:lvlJc w:val="right"/>
      <w:pPr>
        <w:tabs>
          <w:tab w:val="num" w:pos="2367"/>
        </w:tabs>
        <w:ind w:left="2367" w:hanging="180"/>
      </w:pPr>
    </w:lvl>
    <w:lvl w:ilvl="3" w:tplc="0422000F">
      <w:start w:val="1"/>
      <w:numFmt w:val="decimal"/>
      <w:lvlText w:val="%4."/>
      <w:lvlJc w:val="left"/>
      <w:pPr>
        <w:tabs>
          <w:tab w:val="num" w:pos="3087"/>
        </w:tabs>
        <w:ind w:left="3087" w:hanging="360"/>
      </w:pPr>
    </w:lvl>
    <w:lvl w:ilvl="4" w:tplc="04220019">
      <w:start w:val="1"/>
      <w:numFmt w:val="lowerLetter"/>
      <w:lvlText w:val="%5."/>
      <w:lvlJc w:val="left"/>
      <w:pPr>
        <w:tabs>
          <w:tab w:val="num" w:pos="3807"/>
        </w:tabs>
        <w:ind w:left="3807" w:hanging="360"/>
      </w:pPr>
    </w:lvl>
    <w:lvl w:ilvl="5" w:tplc="0422001B">
      <w:start w:val="1"/>
      <w:numFmt w:val="lowerRoman"/>
      <w:lvlText w:val="%6."/>
      <w:lvlJc w:val="right"/>
      <w:pPr>
        <w:tabs>
          <w:tab w:val="num" w:pos="4527"/>
        </w:tabs>
        <w:ind w:left="4527" w:hanging="180"/>
      </w:pPr>
    </w:lvl>
    <w:lvl w:ilvl="6" w:tplc="0422000F">
      <w:start w:val="1"/>
      <w:numFmt w:val="decimal"/>
      <w:lvlText w:val="%7."/>
      <w:lvlJc w:val="left"/>
      <w:pPr>
        <w:tabs>
          <w:tab w:val="num" w:pos="5247"/>
        </w:tabs>
        <w:ind w:left="5247" w:hanging="360"/>
      </w:pPr>
    </w:lvl>
    <w:lvl w:ilvl="7" w:tplc="04220019">
      <w:start w:val="1"/>
      <w:numFmt w:val="lowerLetter"/>
      <w:lvlText w:val="%8."/>
      <w:lvlJc w:val="left"/>
      <w:pPr>
        <w:tabs>
          <w:tab w:val="num" w:pos="5967"/>
        </w:tabs>
        <w:ind w:left="5967" w:hanging="360"/>
      </w:pPr>
    </w:lvl>
    <w:lvl w:ilvl="8" w:tplc="0422001B">
      <w:start w:val="1"/>
      <w:numFmt w:val="lowerRoman"/>
      <w:lvlText w:val="%9."/>
      <w:lvlJc w:val="right"/>
      <w:pPr>
        <w:tabs>
          <w:tab w:val="num" w:pos="6687"/>
        </w:tabs>
        <w:ind w:left="6687" w:hanging="180"/>
      </w:pPr>
    </w:lvl>
  </w:abstractNum>
  <w:abstractNum w:abstractNumId="3">
    <w:nsid w:val="0BF72E1F"/>
    <w:multiLevelType w:val="hybridMultilevel"/>
    <w:tmpl w:val="580C1E28"/>
    <w:lvl w:ilvl="0" w:tplc="04220011">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4">
    <w:nsid w:val="161B4CEA"/>
    <w:multiLevelType w:val="hybridMultilevel"/>
    <w:tmpl w:val="0492B3D0"/>
    <w:lvl w:ilvl="0" w:tplc="88EC3112">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5">
    <w:nsid w:val="17E72723"/>
    <w:multiLevelType w:val="hybridMultilevel"/>
    <w:tmpl w:val="57CE0CFC"/>
    <w:lvl w:ilvl="0" w:tplc="04220011">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6">
    <w:nsid w:val="1D591175"/>
    <w:multiLevelType w:val="hybridMultilevel"/>
    <w:tmpl w:val="C69243B8"/>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7">
    <w:nsid w:val="1EFC57FB"/>
    <w:multiLevelType w:val="hybridMultilevel"/>
    <w:tmpl w:val="77DC9BF0"/>
    <w:lvl w:ilvl="0" w:tplc="8E724280">
      <w:start w:val="1"/>
      <w:numFmt w:val="decimal"/>
      <w:lvlText w:val="%1."/>
      <w:lvlJc w:val="left"/>
      <w:pPr>
        <w:tabs>
          <w:tab w:val="num" w:pos="927"/>
        </w:tabs>
        <w:ind w:left="927" w:hanging="360"/>
      </w:pPr>
      <w:rPr>
        <w:rFonts w:hint="default"/>
      </w:rPr>
    </w:lvl>
    <w:lvl w:ilvl="1" w:tplc="04220019">
      <w:start w:val="1"/>
      <w:numFmt w:val="lowerLetter"/>
      <w:lvlText w:val="%2."/>
      <w:lvlJc w:val="left"/>
      <w:pPr>
        <w:tabs>
          <w:tab w:val="num" w:pos="1647"/>
        </w:tabs>
        <w:ind w:left="1647" w:hanging="360"/>
      </w:pPr>
    </w:lvl>
    <w:lvl w:ilvl="2" w:tplc="0422001B">
      <w:start w:val="1"/>
      <w:numFmt w:val="lowerRoman"/>
      <w:lvlText w:val="%3."/>
      <w:lvlJc w:val="right"/>
      <w:pPr>
        <w:tabs>
          <w:tab w:val="num" w:pos="2367"/>
        </w:tabs>
        <w:ind w:left="2367" w:hanging="180"/>
      </w:pPr>
    </w:lvl>
    <w:lvl w:ilvl="3" w:tplc="0422000F">
      <w:start w:val="1"/>
      <w:numFmt w:val="decimal"/>
      <w:lvlText w:val="%4."/>
      <w:lvlJc w:val="left"/>
      <w:pPr>
        <w:tabs>
          <w:tab w:val="num" w:pos="3087"/>
        </w:tabs>
        <w:ind w:left="3087" w:hanging="360"/>
      </w:pPr>
    </w:lvl>
    <w:lvl w:ilvl="4" w:tplc="04220019">
      <w:start w:val="1"/>
      <w:numFmt w:val="lowerLetter"/>
      <w:lvlText w:val="%5."/>
      <w:lvlJc w:val="left"/>
      <w:pPr>
        <w:tabs>
          <w:tab w:val="num" w:pos="3807"/>
        </w:tabs>
        <w:ind w:left="3807" w:hanging="360"/>
      </w:pPr>
    </w:lvl>
    <w:lvl w:ilvl="5" w:tplc="0422001B">
      <w:start w:val="1"/>
      <w:numFmt w:val="lowerRoman"/>
      <w:lvlText w:val="%6."/>
      <w:lvlJc w:val="right"/>
      <w:pPr>
        <w:tabs>
          <w:tab w:val="num" w:pos="4527"/>
        </w:tabs>
        <w:ind w:left="4527" w:hanging="180"/>
      </w:pPr>
    </w:lvl>
    <w:lvl w:ilvl="6" w:tplc="0422000F">
      <w:start w:val="1"/>
      <w:numFmt w:val="decimal"/>
      <w:lvlText w:val="%7."/>
      <w:lvlJc w:val="left"/>
      <w:pPr>
        <w:tabs>
          <w:tab w:val="num" w:pos="5247"/>
        </w:tabs>
        <w:ind w:left="5247" w:hanging="360"/>
      </w:pPr>
    </w:lvl>
    <w:lvl w:ilvl="7" w:tplc="04220019">
      <w:start w:val="1"/>
      <w:numFmt w:val="lowerLetter"/>
      <w:lvlText w:val="%8."/>
      <w:lvlJc w:val="left"/>
      <w:pPr>
        <w:tabs>
          <w:tab w:val="num" w:pos="5967"/>
        </w:tabs>
        <w:ind w:left="5967" w:hanging="360"/>
      </w:pPr>
    </w:lvl>
    <w:lvl w:ilvl="8" w:tplc="0422001B">
      <w:start w:val="1"/>
      <w:numFmt w:val="lowerRoman"/>
      <w:lvlText w:val="%9."/>
      <w:lvlJc w:val="right"/>
      <w:pPr>
        <w:tabs>
          <w:tab w:val="num" w:pos="6687"/>
        </w:tabs>
        <w:ind w:left="6687" w:hanging="180"/>
      </w:pPr>
    </w:lvl>
  </w:abstractNum>
  <w:abstractNum w:abstractNumId="8">
    <w:nsid w:val="1F6A5237"/>
    <w:multiLevelType w:val="hybridMultilevel"/>
    <w:tmpl w:val="A2FC501A"/>
    <w:lvl w:ilvl="0" w:tplc="D6424782">
      <w:start w:val="1"/>
      <w:numFmt w:val="decimal"/>
      <w:lvlText w:val="%1."/>
      <w:lvlJc w:val="left"/>
      <w:pPr>
        <w:tabs>
          <w:tab w:val="num" w:pos="1497"/>
        </w:tabs>
        <w:ind w:left="1497" w:hanging="930"/>
      </w:pPr>
      <w:rPr>
        <w:rFonts w:hint="default"/>
      </w:rPr>
    </w:lvl>
    <w:lvl w:ilvl="1" w:tplc="04220019">
      <w:start w:val="1"/>
      <w:numFmt w:val="lowerLetter"/>
      <w:lvlText w:val="%2."/>
      <w:lvlJc w:val="left"/>
      <w:pPr>
        <w:tabs>
          <w:tab w:val="num" w:pos="1647"/>
        </w:tabs>
        <w:ind w:left="1647" w:hanging="360"/>
      </w:pPr>
    </w:lvl>
    <w:lvl w:ilvl="2" w:tplc="0422001B">
      <w:start w:val="1"/>
      <w:numFmt w:val="lowerRoman"/>
      <w:lvlText w:val="%3."/>
      <w:lvlJc w:val="right"/>
      <w:pPr>
        <w:tabs>
          <w:tab w:val="num" w:pos="2367"/>
        </w:tabs>
        <w:ind w:left="2367" w:hanging="180"/>
      </w:pPr>
    </w:lvl>
    <w:lvl w:ilvl="3" w:tplc="0422000F">
      <w:start w:val="1"/>
      <w:numFmt w:val="decimal"/>
      <w:lvlText w:val="%4."/>
      <w:lvlJc w:val="left"/>
      <w:pPr>
        <w:tabs>
          <w:tab w:val="num" w:pos="3087"/>
        </w:tabs>
        <w:ind w:left="3087" w:hanging="360"/>
      </w:pPr>
    </w:lvl>
    <w:lvl w:ilvl="4" w:tplc="04220019">
      <w:start w:val="1"/>
      <w:numFmt w:val="lowerLetter"/>
      <w:lvlText w:val="%5."/>
      <w:lvlJc w:val="left"/>
      <w:pPr>
        <w:tabs>
          <w:tab w:val="num" w:pos="3807"/>
        </w:tabs>
        <w:ind w:left="3807" w:hanging="360"/>
      </w:pPr>
    </w:lvl>
    <w:lvl w:ilvl="5" w:tplc="0422001B">
      <w:start w:val="1"/>
      <w:numFmt w:val="lowerRoman"/>
      <w:lvlText w:val="%6."/>
      <w:lvlJc w:val="right"/>
      <w:pPr>
        <w:tabs>
          <w:tab w:val="num" w:pos="4527"/>
        </w:tabs>
        <w:ind w:left="4527" w:hanging="180"/>
      </w:pPr>
    </w:lvl>
    <w:lvl w:ilvl="6" w:tplc="0422000F">
      <w:start w:val="1"/>
      <w:numFmt w:val="decimal"/>
      <w:lvlText w:val="%7."/>
      <w:lvlJc w:val="left"/>
      <w:pPr>
        <w:tabs>
          <w:tab w:val="num" w:pos="5247"/>
        </w:tabs>
        <w:ind w:left="5247" w:hanging="360"/>
      </w:pPr>
    </w:lvl>
    <w:lvl w:ilvl="7" w:tplc="04220019">
      <w:start w:val="1"/>
      <w:numFmt w:val="lowerLetter"/>
      <w:lvlText w:val="%8."/>
      <w:lvlJc w:val="left"/>
      <w:pPr>
        <w:tabs>
          <w:tab w:val="num" w:pos="5967"/>
        </w:tabs>
        <w:ind w:left="5967" w:hanging="360"/>
      </w:pPr>
    </w:lvl>
    <w:lvl w:ilvl="8" w:tplc="0422001B">
      <w:start w:val="1"/>
      <w:numFmt w:val="lowerRoman"/>
      <w:lvlText w:val="%9."/>
      <w:lvlJc w:val="right"/>
      <w:pPr>
        <w:tabs>
          <w:tab w:val="num" w:pos="6687"/>
        </w:tabs>
        <w:ind w:left="6687" w:hanging="180"/>
      </w:pPr>
    </w:lvl>
  </w:abstractNum>
  <w:abstractNum w:abstractNumId="9">
    <w:nsid w:val="21B6046F"/>
    <w:multiLevelType w:val="hybridMultilevel"/>
    <w:tmpl w:val="40427C0A"/>
    <w:lvl w:ilvl="0" w:tplc="ECA8728E">
      <w:start w:val="1"/>
      <w:numFmt w:val="decimal"/>
      <w:lvlText w:val="%1."/>
      <w:lvlJc w:val="left"/>
      <w:pPr>
        <w:ind w:left="1504" w:hanging="360"/>
      </w:pPr>
      <w:rPr>
        <w:rFonts w:hint="default"/>
      </w:rPr>
    </w:lvl>
    <w:lvl w:ilvl="1" w:tplc="04220019">
      <w:start w:val="1"/>
      <w:numFmt w:val="lowerLetter"/>
      <w:lvlText w:val="%2."/>
      <w:lvlJc w:val="left"/>
      <w:pPr>
        <w:ind w:left="2224" w:hanging="360"/>
      </w:pPr>
    </w:lvl>
    <w:lvl w:ilvl="2" w:tplc="0422001B">
      <w:start w:val="1"/>
      <w:numFmt w:val="lowerRoman"/>
      <w:lvlText w:val="%3."/>
      <w:lvlJc w:val="right"/>
      <w:pPr>
        <w:ind w:left="2944" w:hanging="180"/>
      </w:pPr>
    </w:lvl>
    <w:lvl w:ilvl="3" w:tplc="0422000F">
      <w:start w:val="1"/>
      <w:numFmt w:val="decimal"/>
      <w:lvlText w:val="%4."/>
      <w:lvlJc w:val="left"/>
      <w:pPr>
        <w:ind w:left="3664" w:hanging="360"/>
      </w:pPr>
    </w:lvl>
    <w:lvl w:ilvl="4" w:tplc="04220019">
      <w:start w:val="1"/>
      <w:numFmt w:val="lowerLetter"/>
      <w:lvlText w:val="%5."/>
      <w:lvlJc w:val="left"/>
      <w:pPr>
        <w:ind w:left="4384" w:hanging="360"/>
      </w:pPr>
    </w:lvl>
    <w:lvl w:ilvl="5" w:tplc="0422001B">
      <w:start w:val="1"/>
      <w:numFmt w:val="lowerRoman"/>
      <w:lvlText w:val="%6."/>
      <w:lvlJc w:val="right"/>
      <w:pPr>
        <w:ind w:left="5104" w:hanging="180"/>
      </w:pPr>
    </w:lvl>
    <w:lvl w:ilvl="6" w:tplc="0422000F">
      <w:start w:val="1"/>
      <w:numFmt w:val="decimal"/>
      <w:lvlText w:val="%7."/>
      <w:lvlJc w:val="left"/>
      <w:pPr>
        <w:ind w:left="5824" w:hanging="360"/>
      </w:pPr>
    </w:lvl>
    <w:lvl w:ilvl="7" w:tplc="04220019">
      <w:start w:val="1"/>
      <w:numFmt w:val="lowerLetter"/>
      <w:lvlText w:val="%8."/>
      <w:lvlJc w:val="left"/>
      <w:pPr>
        <w:ind w:left="6544" w:hanging="360"/>
      </w:pPr>
    </w:lvl>
    <w:lvl w:ilvl="8" w:tplc="0422001B">
      <w:start w:val="1"/>
      <w:numFmt w:val="lowerRoman"/>
      <w:lvlText w:val="%9."/>
      <w:lvlJc w:val="right"/>
      <w:pPr>
        <w:ind w:left="7264" w:hanging="180"/>
      </w:pPr>
    </w:lvl>
  </w:abstractNum>
  <w:abstractNum w:abstractNumId="10">
    <w:nsid w:val="23011405"/>
    <w:multiLevelType w:val="hybridMultilevel"/>
    <w:tmpl w:val="20B63938"/>
    <w:lvl w:ilvl="0" w:tplc="78083290">
      <w:start w:val="1"/>
      <w:numFmt w:val="decimal"/>
      <w:lvlText w:val="%1."/>
      <w:lvlJc w:val="left"/>
      <w:pPr>
        <w:tabs>
          <w:tab w:val="num" w:pos="1427"/>
        </w:tabs>
        <w:ind w:left="1427" w:hanging="860"/>
      </w:pPr>
      <w:rPr>
        <w:rFonts w:hint="default"/>
      </w:rPr>
    </w:lvl>
    <w:lvl w:ilvl="1" w:tplc="04220019">
      <w:start w:val="1"/>
      <w:numFmt w:val="lowerLetter"/>
      <w:lvlText w:val="%2."/>
      <w:lvlJc w:val="left"/>
      <w:pPr>
        <w:tabs>
          <w:tab w:val="num" w:pos="1647"/>
        </w:tabs>
        <w:ind w:left="1647" w:hanging="360"/>
      </w:pPr>
    </w:lvl>
    <w:lvl w:ilvl="2" w:tplc="0422001B">
      <w:start w:val="1"/>
      <w:numFmt w:val="lowerRoman"/>
      <w:lvlText w:val="%3."/>
      <w:lvlJc w:val="right"/>
      <w:pPr>
        <w:tabs>
          <w:tab w:val="num" w:pos="2367"/>
        </w:tabs>
        <w:ind w:left="2367" w:hanging="180"/>
      </w:pPr>
    </w:lvl>
    <w:lvl w:ilvl="3" w:tplc="0422000F">
      <w:start w:val="1"/>
      <w:numFmt w:val="decimal"/>
      <w:lvlText w:val="%4."/>
      <w:lvlJc w:val="left"/>
      <w:pPr>
        <w:tabs>
          <w:tab w:val="num" w:pos="3087"/>
        </w:tabs>
        <w:ind w:left="3087" w:hanging="360"/>
      </w:pPr>
    </w:lvl>
    <w:lvl w:ilvl="4" w:tplc="04220019">
      <w:start w:val="1"/>
      <w:numFmt w:val="lowerLetter"/>
      <w:lvlText w:val="%5."/>
      <w:lvlJc w:val="left"/>
      <w:pPr>
        <w:tabs>
          <w:tab w:val="num" w:pos="3807"/>
        </w:tabs>
        <w:ind w:left="3807" w:hanging="360"/>
      </w:pPr>
    </w:lvl>
    <w:lvl w:ilvl="5" w:tplc="0422001B">
      <w:start w:val="1"/>
      <w:numFmt w:val="lowerRoman"/>
      <w:lvlText w:val="%6."/>
      <w:lvlJc w:val="right"/>
      <w:pPr>
        <w:tabs>
          <w:tab w:val="num" w:pos="4527"/>
        </w:tabs>
        <w:ind w:left="4527" w:hanging="180"/>
      </w:pPr>
    </w:lvl>
    <w:lvl w:ilvl="6" w:tplc="0422000F">
      <w:start w:val="1"/>
      <w:numFmt w:val="decimal"/>
      <w:lvlText w:val="%7."/>
      <w:lvlJc w:val="left"/>
      <w:pPr>
        <w:tabs>
          <w:tab w:val="num" w:pos="5247"/>
        </w:tabs>
        <w:ind w:left="5247" w:hanging="360"/>
      </w:pPr>
    </w:lvl>
    <w:lvl w:ilvl="7" w:tplc="04220019">
      <w:start w:val="1"/>
      <w:numFmt w:val="lowerLetter"/>
      <w:lvlText w:val="%8."/>
      <w:lvlJc w:val="left"/>
      <w:pPr>
        <w:tabs>
          <w:tab w:val="num" w:pos="5967"/>
        </w:tabs>
        <w:ind w:left="5967" w:hanging="360"/>
      </w:pPr>
    </w:lvl>
    <w:lvl w:ilvl="8" w:tplc="0422001B">
      <w:start w:val="1"/>
      <w:numFmt w:val="lowerRoman"/>
      <w:lvlText w:val="%9."/>
      <w:lvlJc w:val="right"/>
      <w:pPr>
        <w:tabs>
          <w:tab w:val="num" w:pos="6687"/>
        </w:tabs>
        <w:ind w:left="6687" w:hanging="180"/>
      </w:pPr>
    </w:lvl>
  </w:abstractNum>
  <w:abstractNum w:abstractNumId="11">
    <w:nsid w:val="23471672"/>
    <w:multiLevelType w:val="hybridMultilevel"/>
    <w:tmpl w:val="AAFC17B6"/>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2">
    <w:nsid w:val="2F700B38"/>
    <w:multiLevelType w:val="hybridMultilevel"/>
    <w:tmpl w:val="7BD2B59E"/>
    <w:lvl w:ilvl="0" w:tplc="E1065A6C">
      <w:start w:val="1"/>
      <w:numFmt w:val="decimal"/>
      <w:lvlText w:val="%1."/>
      <w:lvlJc w:val="left"/>
      <w:pPr>
        <w:ind w:left="1211" w:hanging="360"/>
      </w:pPr>
      <w:rPr>
        <w:rFonts w:hint="default"/>
      </w:rPr>
    </w:lvl>
    <w:lvl w:ilvl="1" w:tplc="04220019">
      <w:start w:val="1"/>
      <w:numFmt w:val="lowerLetter"/>
      <w:lvlText w:val="%2."/>
      <w:lvlJc w:val="left"/>
      <w:pPr>
        <w:ind w:left="1931" w:hanging="360"/>
      </w:pPr>
    </w:lvl>
    <w:lvl w:ilvl="2" w:tplc="0422001B">
      <w:start w:val="1"/>
      <w:numFmt w:val="lowerRoman"/>
      <w:lvlText w:val="%3."/>
      <w:lvlJc w:val="right"/>
      <w:pPr>
        <w:ind w:left="2651" w:hanging="180"/>
      </w:pPr>
    </w:lvl>
    <w:lvl w:ilvl="3" w:tplc="0422000F">
      <w:start w:val="1"/>
      <w:numFmt w:val="decimal"/>
      <w:lvlText w:val="%4."/>
      <w:lvlJc w:val="left"/>
      <w:pPr>
        <w:ind w:left="3371" w:hanging="360"/>
      </w:pPr>
    </w:lvl>
    <w:lvl w:ilvl="4" w:tplc="04220019">
      <w:start w:val="1"/>
      <w:numFmt w:val="lowerLetter"/>
      <w:lvlText w:val="%5."/>
      <w:lvlJc w:val="left"/>
      <w:pPr>
        <w:ind w:left="4091" w:hanging="360"/>
      </w:pPr>
    </w:lvl>
    <w:lvl w:ilvl="5" w:tplc="0422001B">
      <w:start w:val="1"/>
      <w:numFmt w:val="lowerRoman"/>
      <w:lvlText w:val="%6."/>
      <w:lvlJc w:val="right"/>
      <w:pPr>
        <w:ind w:left="4811" w:hanging="180"/>
      </w:pPr>
    </w:lvl>
    <w:lvl w:ilvl="6" w:tplc="0422000F">
      <w:start w:val="1"/>
      <w:numFmt w:val="decimal"/>
      <w:lvlText w:val="%7."/>
      <w:lvlJc w:val="left"/>
      <w:pPr>
        <w:ind w:left="5531" w:hanging="360"/>
      </w:pPr>
    </w:lvl>
    <w:lvl w:ilvl="7" w:tplc="04220019">
      <w:start w:val="1"/>
      <w:numFmt w:val="lowerLetter"/>
      <w:lvlText w:val="%8."/>
      <w:lvlJc w:val="left"/>
      <w:pPr>
        <w:ind w:left="6251" w:hanging="360"/>
      </w:pPr>
    </w:lvl>
    <w:lvl w:ilvl="8" w:tplc="0422001B">
      <w:start w:val="1"/>
      <w:numFmt w:val="lowerRoman"/>
      <w:lvlText w:val="%9."/>
      <w:lvlJc w:val="right"/>
      <w:pPr>
        <w:ind w:left="6971" w:hanging="180"/>
      </w:pPr>
    </w:lvl>
  </w:abstractNum>
  <w:abstractNum w:abstractNumId="13">
    <w:nsid w:val="31A71408"/>
    <w:multiLevelType w:val="hybridMultilevel"/>
    <w:tmpl w:val="DAF6C670"/>
    <w:lvl w:ilvl="0" w:tplc="DCE4957A">
      <w:start w:val="35"/>
      <w:numFmt w:val="decimal"/>
      <w:lvlText w:val="%1)"/>
      <w:lvlJc w:val="left"/>
      <w:pPr>
        <w:ind w:left="750" w:hanging="390"/>
      </w:pPr>
      <w:rPr>
        <w:rFonts w:hint="default"/>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4">
    <w:nsid w:val="45DC5619"/>
    <w:multiLevelType w:val="hybridMultilevel"/>
    <w:tmpl w:val="FF761F16"/>
    <w:lvl w:ilvl="0" w:tplc="42B82064">
      <w:start w:val="1"/>
      <w:numFmt w:val="decimal"/>
      <w:lvlText w:val="%1."/>
      <w:lvlJc w:val="left"/>
      <w:pPr>
        <w:tabs>
          <w:tab w:val="num" w:pos="1430"/>
        </w:tabs>
        <w:ind w:left="1430" w:hanging="890"/>
      </w:pPr>
      <w:rPr>
        <w:rFonts w:hint="default"/>
      </w:rPr>
    </w:lvl>
    <w:lvl w:ilvl="1" w:tplc="04220019">
      <w:start w:val="1"/>
      <w:numFmt w:val="lowerLetter"/>
      <w:lvlText w:val="%2."/>
      <w:lvlJc w:val="left"/>
      <w:pPr>
        <w:tabs>
          <w:tab w:val="num" w:pos="1620"/>
        </w:tabs>
        <w:ind w:left="1620" w:hanging="360"/>
      </w:pPr>
    </w:lvl>
    <w:lvl w:ilvl="2" w:tplc="0422001B">
      <w:start w:val="1"/>
      <w:numFmt w:val="lowerRoman"/>
      <w:lvlText w:val="%3."/>
      <w:lvlJc w:val="right"/>
      <w:pPr>
        <w:tabs>
          <w:tab w:val="num" w:pos="2340"/>
        </w:tabs>
        <w:ind w:left="2340" w:hanging="180"/>
      </w:pPr>
    </w:lvl>
    <w:lvl w:ilvl="3" w:tplc="0422000F">
      <w:start w:val="1"/>
      <w:numFmt w:val="decimal"/>
      <w:lvlText w:val="%4."/>
      <w:lvlJc w:val="left"/>
      <w:pPr>
        <w:tabs>
          <w:tab w:val="num" w:pos="3060"/>
        </w:tabs>
        <w:ind w:left="3060" w:hanging="360"/>
      </w:pPr>
    </w:lvl>
    <w:lvl w:ilvl="4" w:tplc="04220019">
      <w:start w:val="1"/>
      <w:numFmt w:val="lowerLetter"/>
      <w:lvlText w:val="%5."/>
      <w:lvlJc w:val="left"/>
      <w:pPr>
        <w:tabs>
          <w:tab w:val="num" w:pos="3780"/>
        </w:tabs>
        <w:ind w:left="3780" w:hanging="360"/>
      </w:pPr>
    </w:lvl>
    <w:lvl w:ilvl="5" w:tplc="0422001B">
      <w:start w:val="1"/>
      <w:numFmt w:val="lowerRoman"/>
      <w:lvlText w:val="%6."/>
      <w:lvlJc w:val="right"/>
      <w:pPr>
        <w:tabs>
          <w:tab w:val="num" w:pos="4500"/>
        </w:tabs>
        <w:ind w:left="4500" w:hanging="180"/>
      </w:pPr>
    </w:lvl>
    <w:lvl w:ilvl="6" w:tplc="0422000F">
      <w:start w:val="1"/>
      <w:numFmt w:val="decimal"/>
      <w:lvlText w:val="%7."/>
      <w:lvlJc w:val="left"/>
      <w:pPr>
        <w:tabs>
          <w:tab w:val="num" w:pos="5220"/>
        </w:tabs>
        <w:ind w:left="5220" w:hanging="360"/>
      </w:pPr>
    </w:lvl>
    <w:lvl w:ilvl="7" w:tplc="04220019">
      <w:start w:val="1"/>
      <w:numFmt w:val="lowerLetter"/>
      <w:lvlText w:val="%8."/>
      <w:lvlJc w:val="left"/>
      <w:pPr>
        <w:tabs>
          <w:tab w:val="num" w:pos="5940"/>
        </w:tabs>
        <w:ind w:left="5940" w:hanging="360"/>
      </w:pPr>
    </w:lvl>
    <w:lvl w:ilvl="8" w:tplc="0422001B">
      <w:start w:val="1"/>
      <w:numFmt w:val="lowerRoman"/>
      <w:lvlText w:val="%9."/>
      <w:lvlJc w:val="right"/>
      <w:pPr>
        <w:tabs>
          <w:tab w:val="num" w:pos="6660"/>
        </w:tabs>
        <w:ind w:left="6660" w:hanging="180"/>
      </w:pPr>
    </w:lvl>
  </w:abstractNum>
  <w:abstractNum w:abstractNumId="15">
    <w:nsid w:val="4D74254C"/>
    <w:multiLevelType w:val="hybridMultilevel"/>
    <w:tmpl w:val="1B8892DE"/>
    <w:lvl w:ilvl="0" w:tplc="DC007320">
      <w:start w:val="1"/>
      <w:numFmt w:val="decimal"/>
      <w:lvlText w:val="%1."/>
      <w:lvlJc w:val="left"/>
      <w:pPr>
        <w:ind w:left="1069" w:hanging="360"/>
      </w:pPr>
      <w:rPr>
        <w:rFonts w:hint="default"/>
      </w:rPr>
    </w:lvl>
    <w:lvl w:ilvl="1" w:tplc="04220019">
      <w:start w:val="1"/>
      <w:numFmt w:val="lowerLetter"/>
      <w:lvlText w:val="%2."/>
      <w:lvlJc w:val="left"/>
      <w:pPr>
        <w:ind w:left="1789" w:hanging="360"/>
      </w:pPr>
    </w:lvl>
    <w:lvl w:ilvl="2" w:tplc="0422001B">
      <w:start w:val="1"/>
      <w:numFmt w:val="lowerRoman"/>
      <w:lvlText w:val="%3."/>
      <w:lvlJc w:val="right"/>
      <w:pPr>
        <w:ind w:left="2509" w:hanging="180"/>
      </w:pPr>
    </w:lvl>
    <w:lvl w:ilvl="3" w:tplc="0422000F">
      <w:start w:val="1"/>
      <w:numFmt w:val="decimal"/>
      <w:lvlText w:val="%4."/>
      <w:lvlJc w:val="left"/>
      <w:pPr>
        <w:ind w:left="3229" w:hanging="360"/>
      </w:pPr>
    </w:lvl>
    <w:lvl w:ilvl="4" w:tplc="04220019">
      <w:start w:val="1"/>
      <w:numFmt w:val="lowerLetter"/>
      <w:lvlText w:val="%5."/>
      <w:lvlJc w:val="left"/>
      <w:pPr>
        <w:ind w:left="3949" w:hanging="360"/>
      </w:pPr>
    </w:lvl>
    <w:lvl w:ilvl="5" w:tplc="0422001B">
      <w:start w:val="1"/>
      <w:numFmt w:val="lowerRoman"/>
      <w:lvlText w:val="%6."/>
      <w:lvlJc w:val="right"/>
      <w:pPr>
        <w:ind w:left="4669" w:hanging="180"/>
      </w:pPr>
    </w:lvl>
    <w:lvl w:ilvl="6" w:tplc="0422000F">
      <w:start w:val="1"/>
      <w:numFmt w:val="decimal"/>
      <w:lvlText w:val="%7."/>
      <w:lvlJc w:val="left"/>
      <w:pPr>
        <w:ind w:left="5389" w:hanging="360"/>
      </w:pPr>
    </w:lvl>
    <w:lvl w:ilvl="7" w:tplc="04220019">
      <w:start w:val="1"/>
      <w:numFmt w:val="lowerLetter"/>
      <w:lvlText w:val="%8."/>
      <w:lvlJc w:val="left"/>
      <w:pPr>
        <w:ind w:left="6109" w:hanging="360"/>
      </w:pPr>
    </w:lvl>
    <w:lvl w:ilvl="8" w:tplc="0422001B">
      <w:start w:val="1"/>
      <w:numFmt w:val="lowerRoman"/>
      <w:lvlText w:val="%9."/>
      <w:lvlJc w:val="right"/>
      <w:pPr>
        <w:ind w:left="6829" w:hanging="180"/>
      </w:pPr>
    </w:lvl>
  </w:abstractNum>
  <w:abstractNum w:abstractNumId="16">
    <w:nsid w:val="4DF43DA5"/>
    <w:multiLevelType w:val="hybridMultilevel"/>
    <w:tmpl w:val="409E67C8"/>
    <w:lvl w:ilvl="0" w:tplc="9CECA66E">
      <w:start w:val="1"/>
      <w:numFmt w:val="decimal"/>
      <w:lvlText w:val="%1)"/>
      <w:lvlJc w:val="left"/>
      <w:pPr>
        <w:ind w:left="1069" w:hanging="360"/>
      </w:pPr>
      <w:rPr>
        <w:rFonts w:hint="default"/>
      </w:rPr>
    </w:lvl>
    <w:lvl w:ilvl="1" w:tplc="04220019">
      <w:start w:val="1"/>
      <w:numFmt w:val="lowerLetter"/>
      <w:lvlText w:val="%2."/>
      <w:lvlJc w:val="left"/>
      <w:pPr>
        <w:ind w:left="1789" w:hanging="360"/>
      </w:pPr>
    </w:lvl>
    <w:lvl w:ilvl="2" w:tplc="0422001B">
      <w:start w:val="1"/>
      <w:numFmt w:val="lowerRoman"/>
      <w:lvlText w:val="%3."/>
      <w:lvlJc w:val="right"/>
      <w:pPr>
        <w:ind w:left="2509" w:hanging="180"/>
      </w:pPr>
    </w:lvl>
    <w:lvl w:ilvl="3" w:tplc="0422000F">
      <w:start w:val="1"/>
      <w:numFmt w:val="decimal"/>
      <w:lvlText w:val="%4."/>
      <w:lvlJc w:val="left"/>
      <w:pPr>
        <w:ind w:left="3229" w:hanging="360"/>
      </w:pPr>
    </w:lvl>
    <w:lvl w:ilvl="4" w:tplc="04220019">
      <w:start w:val="1"/>
      <w:numFmt w:val="lowerLetter"/>
      <w:lvlText w:val="%5."/>
      <w:lvlJc w:val="left"/>
      <w:pPr>
        <w:ind w:left="3949" w:hanging="360"/>
      </w:pPr>
    </w:lvl>
    <w:lvl w:ilvl="5" w:tplc="0422001B">
      <w:start w:val="1"/>
      <w:numFmt w:val="lowerRoman"/>
      <w:lvlText w:val="%6."/>
      <w:lvlJc w:val="right"/>
      <w:pPr>
        <w:ind w:left="4669" w:hanging="180"/>
      </w:pPr>
    </w:lvl>
    <w:lvl w:ilvl="6" w:tplc="0422000F">
      <w:start w:val="1"/>
      <w:numFmt w:val="decimal"/>
      <w:lvlText w:val="%7."/>
      <w:lvlJc w:val="left"/>
      <w:pPr>
        <w:ind w:left="5389" w:hanging="360"/>
      </w:pPr>
    </w:lvl>
    <w:lvl w:ilvl="7" w:tplc="04220019">
      <w:start w:val="1"/>
      <w:numFmt w:val="lowerLetter"/>
      <w:lvlText w:val="%8."/>
      <w:lvlJc w:val="left"/>
      <w:pPr>
        <w:ind w:left="6109" w:hanging="360"/>
      </w:pPr>
    </w:lvl>
    <w:lvl w:ilvl="8" w:tplc="0422001B">
      <w:start w:val="1"/>
      <w:numFmt w:val="lowerRoman"/>
      <w:lvlText w:val="%9."/>
      <w:lvlJc w:val="right"/>
      <w:pPr>
        <w:ind w:left="6829" w:hanging="180"/>
      </w:pPr>
    </w:lvl>
  </w:abstractNum>
  <w:abstractNum w:abstractNumId="17">
    <w:nsid w:val="53843562"/>
    <w:multiLevelType w:val="hybridMultilevel"/>
    <w:tmpl w:val="3D9E5596"/>
    <w:lvl w:ilvl="0" w:tplc="EE724C5E">
      <w:start w:val="1"/>
      <w:numFmt w:val="decimal"/>
      <w:lvlText w:val="%1."/>
      <w:lvlJc w:val="left"/>
      <w:pPr>
        <w:ind w:left="1211" w:hanging="360"/>
      </w:pPr>
      <w:rPr>
        <w:rFonts w:hint="default"/>
      </w:rPr>
    </w:lvl>
    <w:lvl w:ilvl="1" w:tplc="04220019">
      <w:start w:val="1"/>
      <w:numFmt w:val="lowerLetter"/>
      <w:lvlText w:val="%2."/>
      <w:lvlJc w:val="left"/>
      <w:pPr>
        <w:ind w:left="1931" w:hanging="360"/>
      </w:pPr>
    </w:lvl>
    <w:lvl w:ilvl="2" w:tplc="0422001B">
      <w:start w:val="1"/>
      <w:numFmt w:val="lowerRoman"/>
      <w:lvlText w:val="%3."/>
      <w:lvlJc w:val="right"/>
      <w:pPr>
        <w:ind w:left="2651" w:hanging="180"/>
      </w:pPr>
    </w:lvl>
    <w:lvl w:ilvl="3" w:tplc="0422000F">
      <w:start w:val="1"/>
      <w:numFmt w:val="decimal"/>
      <w:lvlText w:val="%4."/>
      <w:lvlJc w:val="left"/>
      <w:pPr>
        <w:ind w:left="3371" w:hanging="360"/>
      </w:pPr>
    </w:lvl>
    <w:lvl w:ilvl="4" w:tplc="04220019">
      <w:start w:val="1"/>
      <w:numFmt w:val="lowerLetter"/>
      <w:lvlText w:val="%5."/>
      <w:lvlJc w:val="left"/>
      <w:pPr>
        <w:ind w:left="4091" w:hanging="360"/>
      </w:pPr>
    </w:lvl>
    <w:lvl w:ilvl="5" w:tplc="0422001B">
      <w:start w:val="1"/>
      <w:numFmt w:val="lowerRoman"/>
      <w:lvlText w:val="%6."/>
      <w:lvlJc w:val="right"/>
      <w:pPr>
        <w:ind w:left="4811" w:hanging="180"/>
      </w:pPr>
    </w:lvl>
    <w:lvl w:ilvl="6" w:tplc="0422000F">
      <w:start w:val="1"/>
      <w:numFmt w:val="decimal"/>
      <w:lvlText w:val="%7."/>
      <w:lvlJc w:val="left"/>
      <w:pPr>
        <w:ind w:left="5531" w:hanging="360"/>
      </w:pPr>
    </w:lvl>
    <w:lvl w:ilvl="7" w:tplc="04220019">
      <w:start w:val="1"/>
      <w:numFmt w:val="lowerLetter"/>
      <w:lvlText w:val="%8."/>
      <w:lvlJc w:val="left"/>
      <w:pPr>
        <w:ind w:left="6251" w:hanging="360"/>
      </w:pPr>
    </w:lvl>
    <w:lvl w:ilvl="8" w:tplc="0422001B">
      <w:start w:val="1"/>
      <w:numFmt w:val="lowerRoman"/>
      <w:lvlText w:val="%9."/>
      <w:lvlJc w:val="right"/>
      <w:pPr>
        <w:ind w:left="6971" w:hanging="180"/>
      </w:pPr>
    </w:lvl>
  </w:abstractNum>
  <w:abstractNum w:abstractNumId="18">
    <w:nsid w:val="54627918"/>
    <w:multiLevelType w:val="hybridMultilevel"/>
    <w:tmpl w:val="748EF48E"/>
    <w:lvl w:ilvl="0" w:tplc="240AF0D4">
      <w:start w:val="18"/>
      <w:numFmt w:val="bullet"/>
      <w:lvlText w:val="-"/>
      <w:lvlJc w:val="left"/>
      <w:pPr>
        <w:ind w:left="720" w:hanging="360"/>
      </w:pPr>
      <w:rPr>
        <w:rFonts w:ascii="Times New Roman" w:eastAsia="SimSu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19">
    <w:nsid w:val="61596FCF"/>
    <w:multiLevelType w:val="hybridMultilevel"/>
    <w:tmpl w:val="BCEC3310"/>
    <w:lvl w:ilvl="0" w:tplc="3240301A">
      <w:start w:val="1"/>
      <w:numFmt w:val="decimal"/>
      <w:lvlText w:val="%1."/>
      <w:lvlJc w:val="left"/>
      <w:pPr>
        <w:ind w:left="720" w:hanging="360"/>
      </w:pPr>
      <w:rPr>
        <w:rFonts w:ascii="Times New Roman" w:eastAsia="Times New Roman" w:hAnsi="Times New Roman"/>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0">
    <w:nsid w:val="618B628E"/>
    <w:multiLevelType w:val="hybridMultilevel"/>
    <w:tmpl w:val="6DFA8064"/>
    <w:lvl w:ilvl="0" w:tplc="E7A8A1CA">
      <w:start w:val="1"/>
      <w:numFmt w:val="decimal"/>
      <w:lvlText w:val="%1."/>
      <w:lvlJc w:val="left"/>
      <w:pPr>
        <w:ind w:left="1211" w:hanging="360"/>
      </w:pPr>
      <w:rPr>
        <w:rFonts w:hint="default"/>
      </w:rPr>
    </w:lvl>
    <w:lvl w:ilvl="1" w:tplc="04220019">
      <w:start w:val="1"/>
      <w:numFmt w:val="lowerLetter"/>
      <w:lvlText w:val="%2."/>
      <w:lvlJc w:val="left"/>
      <w:pPr>
        <w:ind w:left="1931" w:hanging="360"/>
      </w:pPr>
    </w:lvl>
    <w:lvl w:ilvl="2" w:tplc="0422001B">
      <w:start w:val="1"/>
      <w:numFmt w:val="lowerRoman"/>
      <w:lvlText w:val="%3."/>
      <w:lvlJc w:val="right"/>
      <w:pPr>
        <w:ind w:left="2651" w:hanging="180"/>
      </w:pPr>
    </w:lvl>
    <w:lvl w:ilvl="3" w:tplc="0422000F">
      <w:start w:val="1"/>
      <w:numFmt w:val="decimal"/>
      <w:lvlText w:val="%4."/>
      <w:lvlJc w:val="left"/>
      <w:pPr>
        <w:ind w:left="3371" w:hanging="360"/>
      </w:pPr>
    </w:lvl>
    <w:lvl w:ilvl="4" w:tplc="04220019">
      <w:start w:val="1"/>
      <w:numFmt w:val="lowerLetter"/>
      <w:lvlText w:val="%5."/>
      <w:lvlJc w:val="left"/>
      <w:pPr>
        <w:ind w:left="4091" w:hanging="360"/>
      </w:pPr>
    </w:lvl>
    <w:lvl w:ilvl="5" w:tplc="0422001B">
      <w:start w:val="1"/>
      <w:numFmt w:val="lowerRoman"/>
      <w:lvlText w:val="%6."/>
      <w:lvlJc w:val="right"/>
      <w:pPr>
        <w:ind w:left="4811" w:hanging="180"/>
      </w:pPr>
    </w:lvl>
    <w:lvl w:ilvl="6" w:tplc="0422000F">
      <w:start w:val="1"/>
      <w:numFmt w:val="decimal"/>
      <w:lvlText w:val="%7."/>
      <w:lvlJc w:val="left"/>
      <w:pPr>
        <w:ind w:left="5531" w:hanging="360"/>
      </w:pPr>
    </w:lvl>
    <w:lvl w:ilvl="7" w:tplc="04220019">
      <w:start w:val="1"/>
      <w:numFmt w:val="lowerLetter"/>
      <w:lvlText w:val="%8."/>
      <w:lvlJc w:val="left"/>
      <w:pPr>
        <w:ind w:left="6251" w:hanging="360"/>
      </w:pPr>
    </w:lvl>
    <w:lvl w:ilvl="8" w:tplc="0422001B">
      <w:start w:val="1"/>
      <w:numFmt w:val="lowerRoman"/>
      <w:lvlText w:val="%9."/>
      <w:lvlJc w:val="right"/>
      <w:pPr>
        <w:ind w:left="6971" w:hanging="180"/>
      </w:pPr>
    </w:lvl>
  </w:abstractNum>
  <w:abstractNum w:abstractNumId="21">
    <w:nsid w:val="679A495D"/>
    <w:multiLevelType w:val="hybridMultilevel"/>
    <w:tmpl w:val="D5A6DFDC"/>
    <w:lvl w:ilvl="0" w:tplc="747E63E6">
      <w:start w:val="1"/>
      <w:numFmt w:val="decimal"/>
      <w:lvlText w:val="%1)"/>
      <w:lvlJc w:val="left"/>
      <w:pPr>
        <w:ind w:left="1211" w:hanging="360"/>
      </w:pPr>
      <w:rPr>
        <w:rFonts w:hint="default"/>
      </w:rPr>
    </w:lvl>
    <w:lvl w:ilvl="1" w:tplc="04220019">
      <w:start w:val="1"/>
      <w:numFmt w:val="lowerLetter"/>
      <w:lvlText w:val="%2."/>
      <w:lvlJc w:val="left"/>
      <w:pPr>
        <w:ind w:left="1931" w:hanging="360"/>
      </w:pPr>
    </w:lvl>
    <w:lvl w:ilvl="2" w:tplc="0422001B">
      <w:start w:val="1"/>
      <w:numFmt w:val="lowerRoman"/>
      <w:lvlText w:val="%3."/>
      <w:lvlJc w:val="right"/>
      <w:pPr>
        <w:ind w:left="2651" w:hanging="180"/>
      </w:pPr>
    </w:lvl>
    <w:lvl w:ilvl="3" w:tplc="0422000F">
      <w:start w:val="1"/>
      <w:numFmt w:val="decimal"/>
      <w:lvlText w:val="%4."/>
      <w:lvlJc w:val="left"/>
      <w:pPr>
        <w:ind w:left="3371" w:hanging="360"/>
      </w:pPr>
    </w:lvl>
    <w:lvl w:ilvl="4" w:tplc="04220019">
      <w:start w:val="1"/>
      <w:numFmt w:val="lowerLetter"/>
      <w:lvlText w:val="%5."/>
      <w:lvlJc w:val="left"/>
      <w:pPr>
        <w:ind w:left="4091" w:hanging="360"/>
      </w:pPr>
    </w:lvl>
    <w:lvl w:ilvl="5" w:tplc="0422001B">
      <w:start w:val="1"/>
      <w:numFmt w:val="lowerRoman"/>
      <w:lvlText w:val="%6."/>
      <w:lvlJc w:val="right"/>
      <w:pPr>
        <w:ind w:left="4811" w:hanging="180"/>
      </w:pPr>
    </w:lvl>
    <w:lvl w:ilvl="6" w:tplc="0422000F">
      <w:start w:val="1"/>
      <w:numFmt w:val="decimal"/>
      <w:lvlText w:val="%7."/>
      <w:lvlJc w:val="left"/>
      <w:pPr>
        <w:ind w:left="5531" w:hanging="360"/>
      </w:pPr>
    </w:lvl>
    <w:lvl w:ilvl="7" w:tplc="04220019">
      <w:start w:val="1"/>
      <w:numFmt w:val="lowerLetter"/>
      <w:lvlText w:val="%8."/>
      <w:lvlJc w:val="left"/>
      <w:pPr>
        <w:ind w:left="6251" w:hanging="360"/>
      </w:pPr>
    </w:lvl>
    <w:lvl w:ilvl="8" w:tplc="0422001B">
      <w:start w:val="1"/>
      <w:numFmt w:val="lowerRoman"/>
      <w:lvlText w:val="%9."/>
      <w:lvlJc w:val="right"/>
      <w:pPr>
        <w:ind w:left="6971" w:hanging="180"/>
      </w:pPr>
    </w:lvl>
  </w:abstractNum>
  <w:abstractNum w:abstractNumId="22">
    <w:nsid w:val="68EE3771"/>
    <w:multiLevelType w:val="hybridMultilevel"/>
    <w:tmpl w:val="A23C4DE4"/>
    <w:lvl w:ilvl="0" w:tplc="D68AF174">
      <w:start w:val="1"/>
      <w:numFmt w:val="decimal"/>
      <w:lvlText w:val="%1."/>
      <w:lvlJc w:val="left"/>
      <w:pPr>
        <w:ind w:left="1211" w:hanging="360"/>
      </w:pPr>
      <w:rPr>
        <w:rFonts w:hint="default"/>
      </w:rPr>
    </w:lvl>
    <w:lvl w:ilvl="1" w:tplc="04220019">
      <w:start w:val="1"/>
      <w:numFmt w:val="lowerLetter"/>
      <w:lvlText w:val="%2."/>
      <w:lvlJc w:val="left"/>
      <w:pPr>
        <w:ind w:left="1931" w:hanging="360"/>
      </w:pPr>
    </w:lvl>
    <w:lvl w:ilvl="2" w:tplc="0422001B">
      <w:start w:val="1"/>
      <w:numFmt w:val="lowerRoman"/>
      <w:lvlText w:val="%3."/>
      <w:lvlJc w:val="right"/>
      <w:pPr>
        <w:ind w:left="2651" w:hanging="180"/>
      </w:pPr>
    </w:lvl>
    <w:lvl w:ilvl="3" w:tplc="0422000F">
      <w:start w:val="1"/>
      <w:numFmt w:val="decimal"/>
      <w:lvlText w:val="%4."/>
      <w:lvlJc w:val="left"/>
      <w:pPr>
        <w:ind w:left="3371" w:hanging="360"/>
      </w:pPr>
    </w:lvl>
    <w:lvl w:ilvl="4" w:tplc="04220019">
      <w:start w:val="1"/>
      <w:numFmt w:val="lowerLetter"/>
      <w:lvlText w:val="%5."/>
      <w:lvlJc w:val="left"/>
      <w:pPr>
        <w:ind w:left="4091" w:hanging="360"/>
      </w:pPr>
    </w:lvl>
    <w:lvl w:ilvl="5" w:tplc="0422001B">
      <w:start w:val="1"/>
      <w:numFmt w:val="lowerRoman"/>
      <w:lvlText w:val="%6."/>
      <w:lvlJc w:val="right"/>
      <w:pPr>
        <w:ind w:left="4811" w:hanging="180"/>
      </w:pPr>
    </w:lvl>
    <w:lvl w:ilvl="6" w:tplc="0422000F">
      <w:start w:val="1"/>
      <w:numFmt w:val="decimal"/>
      <w:lvlText w:val="%7."/>
      <w:lvlJc w:val="left"/>
      <w:pPr>
        <w:ind w:left="5531" w:hanging="360"/>
      </w:pPr>
    </w:lvl>
    <w:lvl w:ilvl="7" w:tplc="04220019">
      <w:start w:val="1"/>
      <w:numFmt w:val="lowerLetter"/>
      <w:lvlText w:val="%8."/>
      <w:lvlJc w:val="left"/>
      <w:pPr>
        <w:ind w:left="6251" w:hanging="360"/>
      </w:pPr>
    </w:lvl>
    <w:lvl w:ilvl="8" w:tplc="0422001B">
      <w:start w:val="1"/>
      <w:numFmt w:val="lowerRoman"/>
      <w:lvlText w:val="%9."/>
      <w:lvlJc w:val="right"/>
      <w:pPr>
        <w:ind w:left="6971" w:hanging="180"/>
      </w:pPr>
    </w:lvl>
  </w:abstractNum>
  <w:abstractNum w:abstractNumId="23">
    <w:nsid w:val="695B0BA7"/>
    <w:multiLevelType w:val="hybridMultilevel"/>
    <w:tmpl w:val="573859B2"/>
    <w:lvl w:ilvl="0" w:tplc="E3BAFAD4">
      <w:start w:val="1"/>
      <w:numFmt w:val="decimal"/>
      <w:lvlText w:val="%1."/>
      <w:lvlJc w:val="left"/>
      <w:pPr>
        <w:ind w:left="1069" w:hanging="360"/>
      </w:pPr>
      <w:rPr>
        <w:rFonts w:hint="default"/>
      </w:rPr>
    </w:lvl>
    <w:lvl w:ilvl="1" w:tplc="04220019">
      <w:start w:val="1"/>
      <w:numFmt w:val="lowerLetter"/>
      <w:lvlText w:val="%2."/>
      <w:lvlJc w:val="left"/>
      <w:pPr>
        <w:ind w:left="1789" w:hanging="360"/>
      </w:pPr>
    </w:lvl>
    <w:lvl w:ilvl="2" w:tplc="0422001B">
      <w:start w:val="1"/>
      <w:numFmt w:val="lowerRoman"/>
      <w:lvlText w:val="%3."/>
      <w:lvlJc w:val="right"/>
      <w:pPr>
        <w:ind w:left="2509" w:hanging="180"/>
      </w:pPr>
    </w:lvl>
    <w:lvl w:ilvl="3" w:tplc="0422000F">
      <w:start w:val="1"/>
      <w:numFmt w:val="decimal"/>
      <w:lvlText w:val="%4."/>
      <w:lvlJc w:val="left"/>
      <w:pPr>
        <w:ind w:left="3229" w:hanging="360"/>
      </w:pPr>
    </w:lvl>
    <w:lvl w:ilvl="4" w:tplc="04220019">
      <w:start w:val="1"/>
      <w:numFmt w:val="lowerLetter"/>
      <w:lvlText w:val="%5."/>
      <w:lvlJc w:val="left"/>
      <w:pPr>
        <w:ind w:left="3949" w:hanging="360"/>
      </w:pPr>
    </w:lvl>
    <w:lvl w:ilvl="5" w:tplc="0422001B">
      <w:start w:val="1"/>
      <w:numFmt w:val="lowerRoman"/>
      <w:lvlText w:val="%6."/>
      <w:lvlJc w:val="right"/>
      <w:pPr>
        <w:ind w:left="4669" w:hanging="180"/>
      </w:pPr>
    </w:lvl>
    <w:lvl w:ilvl="6" w:tplc="0422000F">
      <w:start w:val="1"/>
      <w:numFmt w:val="decimal"/>
      <w:lvlText w:val="%7."/>
      <w:lvlJc w:val="left"/>
      <w:pPr>
        <w:ind w:left="5389" w:hanging="360"/>
      </w:pPr>
    </w:lvl>
    <w:lvl w:ilvl="7" w:tplc="04220019">
      <w:start w:val="1"/>
      <w:numFmt w:val="lowerLetter"/>
      <w:lvlText w:val="%8."/>
      <w:lvlJc w:val="left"/>
      <w:pPr>
        <w:ind w:left="6109" w:hanging="360"/>
      </w:pPr>
    </w:lvl>
    <w:lvl w:ilvl="8" w:tplc="0422001B">
      <w:start w:val="1"/>
      <w:numFmt w:val="lowerRoman"/>
      <w:lvlText w:val="%9."/>
      <w:lvlJc w:val="right"/>
      <w:pPr>
        <w:ind w:left="6829" w:hanging="180"/>
      </w:pPr>
    </w:lvl>
  </w:abstractNum>
  <w:abstractNum w:abstractNumId="24">
    <w:nsid w:val="6CC627E5"/>
    <w:multiLevelType w:val="hybridMultilevel"/>
    <w:tmpl w:val="F168CC5A"/>
    <w:lvl w:ilvl="0" w:tplc="14BE4372">
      <w:start w:val="1"/>
      <w:numFmt w:val="decimal"/>
      <w:lvlText w:val="%1."/>
      <w:lvlJc w:val="left"/>
      <w:pPr>
        <w:tabs>
          <w:tab w:val="num" w:pos="1427"/>
        </w:tabs>
        <w:ind w:left="1427" w:hanging="860"/>
      </w:pPr>
      <w:rPr>
        <w:rFonts w:hint="default"/>
      </w:rPr>
    </w:lvl>
    <w:lvl w:ilvl="1" w:tplc="04220019">
      <w:start w:val="1"/>
      <w:numFmt w:val="lowerLetter"/>
      <w:lvlText w:val="%2."/>
      <w:lvlJc w:val="left"/>
      <w:pPr>
        <w:tabs>
          <w:tab w:val="num" w:pos="1647"/>
        </w:tabs>
        <w:ind w:left="1647" w:hanging="360"/>
      </w:pPr>
    </w:lvl>
    <w:lvl w:ilvl="2" w:tplc="0422001B">
      <w:start w:val="1"/>
      <w:numFmt w:val="lowerRoman"/>
      <w:lvlText w:val="%3."/>
      <w:lvlJc w:val="right"/>
      <w:pPr>
        <w:tabs>
          <w:tab w:val="num" w:pos="2367"/>
        </w:tabs>
        <w:ind w:left="2367" w:hanging="180"/>
      </w:pPr>
    </w:lvl>
    <w:lvl w:ilvl="3" w:tplc="0422000F">
      <w:start w:val="1"/>
      <w:numFmt w:val="decimal"/>
      <w:lvlText w:val="%4."/>
      <w:lvlJc w:val="left"/>
      <w:pPr>
        <w:tabs>
          <w:tab w:val="num" w:pos="3087"/>
        </w:tabs>
        <w:ind w:left="3087" w:hanging="360"/>
      </w:pPr>
    </w:lvl>
    <w:lvl w:ilvl="4" w:tplc="04220019">
      <w:start w:val="1"/>
      <w:numFmt w:val="lowerLetter"/>
      <w:lvlText w:val="%5."/>
      <w:lvlJc w:val="left"/>
      <w:pPr>
        <w:tabs>
          <w:tab w:val="num" w:pos="3807"/>
        </w:tabs>
        <w:ind w:left="3807" w:hanging="360"/>
      </w:pPr>
    </w:lvl>
    <w:lvl w:ilvl="5" w:tplc="0422001B">
      <w:start w:val="1"/>
      <w:numFmt w:val="lowerRoman"/>
      <w:lvlText w:val="%6."/>
      <w:lvlJc w:val="right"/>
      <w:pPr>
        <w:tabs>
          <w:tab w:val="num" w:pos="4527"/>
        </w:tabs>
        <w:ind w:left="4527" w:hanging="180"/>
      </w:pPr>
    </w:lvl>
    <w:lvl w:ilvl="6" w:tplc="0422000F">
      <w:start w:val="1"/>
      <w:numFmt w:val="decimal"/>
      <w:lvlText w:val="%7."/>
      <w:lvlJc w:val="left"/>
      <w:pPr>
        <w:tabs>
          <w:tab w:val="num" w:pos="5247"/>
        </w:tabs>
        <w:ind w:left="5247" w:hanging="360"/>
      </w:pPr>
    </w:lvl>
    <w:lvl w:ilvl="7" w:tplc="04220019">
      <w:start w:val="1"/>
      <w:numFmt w:val="lowerLetter"/>
      <w:lvlText w:val="%8."/>
      <w:lvlJc w:val="left"/>
      <w:pPr>
        <w:tabs>
          <w:tab w:val="num" w:pos="5967"/>
        </w:tabs>
        <w:ind w:left="5967" w:hanging="360"/>
      </w:pPr>
    </w:lvl>
    <w:lvl w:ilvl="8" w:tplc="0422001B">
      <w:start w:val="1"/>
      <w:numFmt w:val="lowerRoman"/>
      <w:lvlText w:val="%9."/>
      <w:lvlJc w:val="right"/>
      <w:pPr>
        <w:tabs>
          <w:tab w:val="num" w:pos="6687"/>
        </w:tabs>
        <w:ind w:left="6687" w:hanging="180"/>
      </w:pPr>
    </w:lvl>
  </w:abstractNum>
  <w:abstractNum w:abstractNumId="25">
    <w:nsid w:val="6F613710"/>
    <w:multiLevelType w:val="hybridMultilevel"/>
    <w:tmpl w:val="9740F4AE"/>
    <w:lvl w:ilvl="0" w:tplc="69265BA8">
      <w:start w:val="1"/>
      <w:numFmt w:val="decimal"/>
      <w:lvlText w:val="%1."/>
      <w:lvlJc w:val="left"/>
      <w:pPr>
        <w:tabs>
          <w:tab w:val="num" w:pos="1447"/>
        </w:tabs>
        <w:ind w:left="1447" w:hanging="880"/>
      </w:pPr>
      <w:rPr>
        <w:rFonts w:hint="default"/>
      </w:rPr>
    </w:lvl>
    <w:lvl w:ilvl="1" w:tplc="04220019">
      <w:start w:val="1"/>
      <w:numFmt w:val="lowerLetter"/>
      <w:lvlText w:val="%2."/>
      <w:lvlJc w:val="left"/>
      <w:pPr>
        <w:tabs>
          <w:tab w:val="num" w:pos="1647"/>
        </w:tabs>
        <w:ind w:left="1647" w:hanging="360"/>
      </w:pPr>
    </w:lvl>
    <w:lvl w:ilvl="2" w:tplc="0422001B">
      <w:start w:val="1"/>
      <w:numFmt w:val="lowerRoman"/>
      <w:lvlText w:val="%3."/>
      <w:lvlJc w:val="right"/>
      <w:pPr>
        <w:tabs>
          <w:tab w:val="num" w:pos="2367"/>
        </w:tabs>
        <w:ind w:left="2367" w:hanging="180"/>
      </w:pPr>
    </w:lvl>
    <w:lvl w:ilvl="3" w:tplc="0422000F">
      <w:start w:val="1"/>
      <w:numFmt w:val="decimal"/>
      <w:lvlText w:val="%4."/>
      <w:lvlJc w:val="left"/>
      <w:pPr>
        <w:tabs>
          <w:tab w:val="num" w:pos="3087"/>
        </w:tabs>
        <w:ind w:left="3087" w:hanging="360"/>
      </w:pPr>
    </w:lvl>
    <w:lvl w:ilvl="4" w:tplc="04220019">
      <w:start w:val="1"/>
      <w:numFmt w:val="lowerLetter"/>
      <w:lvlText w:val="%5."/>
      <w:lvlJc w:val="left"/>
      <w:pPr>
        <w:tabs>
          <w:tab w:val="num" w:pos="3807"/>
        </w:tabs>
        <w:ind w:left="3807" w:hanging="360"/>
      </w:pPr>
    </w:lvl>
    <w:lvl w:ilvl="5" w:tplc="0422001B">
      <w:start w:val="1"/>
      <w:numFmt w:val="lowerRoman"/>
      <w:lvlText w:val="%6."/>
      <w:lvlJc w:val="right"/>
      <w:pPr>
        <w:tabs>
          <w:tab w:val="num" w:pos="4527"/>
        </w:tabs>
        <w:ind w:left="4527" w:hanging="180"/>
      </w:pPr>
    </w:lvl>
    <w:lvl w:ilvl="6" w:tplc="0422000F">
      <w:start w:val="1"/>
      <w:numFmt w:val="decimal"/>
      <w:lvlText w:val="%7."/>
      <w:lvlJc w:val="left"/>
      <w:pPr>
        <w:tabs>
          <w:tab w:val="num" w:pos="5247"/>
        </w:tabs>
        <w:ind w:left="5247" w:hanging="360"/>
      </w:pPr>
    </w:lvl>
    <w:lvl w:ilvl="7" w:tplc="04220019">
      <w:start w:val="1"/>
      <w:numFmt w:val="lowerLetter"/>
      <w:lvlText w:val="%8."/>
      <w:lvlJc w:val="left"/>
      <w:pPr>
        <w:tabs>
          <w:tab w:val="num" w:pos="5967"/>
        </w:tabs>
        <w:ind w:left="5967" w:hanging="360"/>
      </w:pPr>
    </w:lvl>
    <w:lvl w:ilvl="8" w:tplc="0422001B">
      <w:start w:val="1"/>
      <w:numFmt w:val="lowerRoman"/>
      <w:lvlText w:val="%9."/>
      <w:lvlJc w:val="right"/>
      <w:pPr>
        <w:tabs>
          <w:tab w:val="num" w:pos="6687"/>
        </w:tabs>
        <w:ind w:left="6687" w:hanging="180"/>
      </w:pPr>
    </w:lvl>
  </w:abstractNum>
  <w:abstractNum w:abstractNumId="26">
    <w:nsid w:val="707B7E0A"/>
    <w:multiLevelType w:val="hybridMultilevel"/>
    <w:tmpl w:val="24C4F514"/>
    <w:lvl w:ilvl="0" w:tplc="7788048E">
      <w:start w:val="1"/>
      <w:numFmt w:val="decimal"/>
      <w:lvlText w:val="%1."/>
      <w:lvlJc w:val="left"/>
      <w:pPr>
        <w:ind w:left="1504" w:hanging="360"/>
      </w:pPr>
      <w:rPr>
        <w:rFonts w:hint="default"/>
      </w:rPr>
    </w:lvl>
    <w:lvl w:ilvl="1" w:tplc="04220019">
      <w:start w:val="1"/>
      <w:numFmt w:val="lowerLetter"/>
      <w:lvlText w:val="%2."/>
      <w:lvlJc w:val="left"/>
      <w:pPr>
        <w:ind w:left="2224" w:hanging="360"/>
      </w:pPr>
    </w:lvl>
    <w:lvl w:ilvl="2" w:tplc="0422001B">
      <w:start w:val="1"/>
      <w:numFmt w:val="lowerRoman"/>
      <w:lvlText w:val="%3."/>
      <w:lvlJc w:val="right"/>
      <w:pPr>
        <w:ind w:left="2944" w:hanging="180"/>
      </w:pPr>
    </w:lvl>
    <w:lvl w:ilvl="3" w:tplc="0422000F">
      <w:start w:val="1"/>
      <w:numFmt w:val="decimal"/>
      <w:lvlText w:val="%4."/>
      <w:lvlJc w:val="left"/>
      <w:pPr>
        <w:ind w:left="3664" w:hanging="360"/>
      </w:pPr>
    </w:lvl>
    <w:lvl w:ilvl="4" w:tplc="04220019">
      <w:start w:val="1"/>
      <w:numFmt w:val="lowerLetter"/>
      <w:lvlText w:val="%5."/>
      <w:lvlJc w:val="left"/>
      <w:pPr>
        <w:ind w:left="4384" w:hanging="360"/>
      </w:pPr>
    </w:lvl>
    <w:lvl w:ilvl="5" w:tplc="0422001B">
      <w:start w:val="1"/>
      <w:numFmt w:val="lowerRoman"/>
      <w:lvlText w:val="%6."/>
      <w:lvlJc w:val="right"/>
      <w:pPr>
        <w:ind w:left="5104" w:hanging="180"/>
      </w:pPr>
    </w:lvl>
    <w:lvl w:ilvl="6" w:tplc="0422000F">
      <w:start w:val="1"/>
      <w:numFmt w:val="decimal"/>
      <w:lvlText w:val="%7."/>
      <w:lvlJc w:val="left"/>
      <w:pPr>
        <w:ind w:left="5824" w:hanging="360"/>
      </w:pPr>
    </w:lvl>
    <w:lvl w:ilvl="7" w:tplc="04220019">
      <w:start w:val="1"/>
      <w:numFmt w:val="lowerLetter"/>
      <w:lvlText w:val="%8."/>
      <w:lvlJc w:val="left"/>
      <w:pPr>
        <w:ind w:left="6544" w:hanging="360"/>
      </w:pPr>
    </w:lvl>
    <w:lvl w:ilvl="8" w:tplc="0422001B">
      <w:start w:val="1"/>
      <w:numFmt w:val="lowerRoman"/>
      <w:lvlText w:val="%9."/>
      <w:lvlJc w:val="right"/>
      <w:pPr>
        <w:ind w:left="7264" w:hanging="180"/>
      </w:pPr>
    </w:lvl>
  </w:abstractNum>
  <w:abstractNum w:abstractNumId="27">
    <w:nsid w:val="7242253A"/>
    <w:multiLevelType w:val="hybridMultilevel"/>
    <w:tmpl w:val="6A62B21E"/>
    <w:lvl w:ilvl="0" w:tplc="B032DA32">
      <w:start w:val="18"/>
      <w:numFmt w:val="bullet"/>
      <w:lvlText w:val="—"/>
      <w:lvlJc w:val="left"/>
      <w:pPr>
        <w:ind w:left="1211" w:hanging="360"/>
      </w:pPr>
      <w:rPr>
        <w:rFonts w:ascii="Times New Roman" w:eastAsia="SimSun" w:hAnsi="Times New Roman" w:hint="default"/>
      </w:rPr>
    </w:lvl>
    <w:lvl w:ilvl="1" w:tplc="04220003">
      <w:start w:val="1"/>
      <w:numFmt w:val="bullet"/>
      <w:lvlText w:val="o"/>
      <w:lvlJc w:val="left"/>
      <w:pPr>
        <w:ind w:left="1931" w:hanging="360"/>
      </w:pPr>
      <w:rPr>
        <w:rFonts w:ascii="Courier New" w:hAnsi="Courier New" w:cs="Courier New" w:hint="default"/>
      </w:rPr>
    </w:lvl>
    <w:lvl w:ilvl="2" w:tplc="04220005">
      <w:start w:val="1"/>
      <w:numFmt w:val="bullet"/>
      <w:lvlText w:val=""/>
      <w:lvlJc w:val="left"/>
      <w:pPr>
        <w:ind w:left="2651" w:hanging="360"/>
      </w:pPr>
      <w:rPr>
        <w:rFonts w:ascii="Wingdings" w:hAnsi="Wingdings" w:cs="Wingdings" w:hint="default"/>
      </w:rPr>
    </w:lvl>
    <w:lvl w:ilvl="3" w:tplc="04220001">
      <w:start w:val="1"/>
      <w:numFmt w:val="bullet"/>
      <w:lvlText w:val=""/>
      <w:lvlJc w:val="left"/>
      <w:pPr>
        <w:ind w:left="3371" w:hanging="360"/>
      </w:pPr>
      <w:rPr>
        <w:rFonts w:ascii="Symbol" w:hAnsi="Symbol" w:cs="Symbol" w:hint="default"/>
      </w:rPr>
    </w:lvl>
    <w:lvl w:ilvl="4" w:tplc="04220003">
      <w:start w:val="1"/>
      <w:numFmt w:val="bullet"/>
      <w:lvlText w:val="o"/>
      <w:lvlJc w:val="left"/>
      <w:pPr>
        <w:ind w:left="4091" w:hanging="360"/>
      </w:pPr>
      <w:rPr>
        <w:rFonts w:ascii="Courier New" w:hAnsi="Courier New" w:cs="Courier New" w:hint="default"/>
      </w:rPr>
    </w:lvl>
    <w:lvl w:ilvl="5" w:tplc="04220005">
      <w:start w:val="1"/>
      <w:numFmt w:val="bullet"/>
      <w:lvlText w:val=""/>
      <w:lvlJc w:val="left"/>
      <w:pPr>
        <w:ind w:left="4811" w:hanging="360"/>
      </w:pPr>
      <w:rPr>
        <w:rFonts w:ascii="Wingdings" w:hAnsi="Wingdings" w:cs="Wingdings" w:hint="default"/>
      </w:rPr>
    </w:lvl>
    <w:lvl w:ilvl="6" w:tplc="04220001">
      <w:start w:val="1"/>
      <w:numFmt w:val="bullet"/>
      <w:lvlText w:val=""/>
      <w:lvlJc w:val="left"/>
      <w:pPr>
        <w:ind w:left="5531" w:hanging="360"/>
      </w:pPr>
      <w:rPr>
        <w:rFonts w:ascii="Symbol" w:hAnsi="Symbol" w:cs="Symbol" w:hint="default"/>
      </w:rPr>
    </w:lvl>
    <w:lvl w:ilvl="7" w:tplc="04220003">
      <w:start w:val="1"/>
      <w:numFmt w:val="bullet"/>
      <w:lvlText w:val="o"/>
      <w:lvlJc w:val="left"/>
      <w:pPr>
        <w:ind w:left="6251" w:hanging="360"/>
      </w:pPr>
      <w:rPr>
        <w:rFonts w:ascii="Courier New" w:hAnsi="Courier New" w:cs="Courier New" w:hint="default"/>
      </w:rPr>
    </w:lvl>
    <w:lvl w:ilvl="8" w:tplc="04220005">
      <w:start w:val="1"/>
      <w:numFmt w:val="bullet"/>
      <w:lvlText w:val=""/>
      <w:lvlJc w:val="left"/>
      <w:pPr>
        <w:ind w:left="6971" w:hanging="360"/>
      </w:pPr>
      <w:rPr>
        <w:rFonts w:ascii="Wingdings" w:hAnsi="Wingdings" w:cs="Wingdings" w:hint="default"/>
      </w:rPr>
    </w:lvl>
  </w:abstractNum>
  <w:abstractNum w:abstractNumId="28">
    <w:nsid w:val="755C1AA3"/>
    <w:multiLevelType w:val="hybridMultilevel"/>
    <w:tmpl w:val="A468D1B2"/>
    <w:lvl w:ilvl="0" w:tplc="07AA7180">
      <w:start w:val="1"/>
      <w:numFmt w:val="decimal"/>
      <w:lvlText w:val="%1."/>
      <w:lvlJc w:val="left"/>
      <w:pPr>
        <w:tabs>
          <w:tab w:val="num" w:pos="900"/>
        </w:tabs>
        <w:ind w:left="900" w:hanging="360"/>
      </w:pPr>
      <w:rPr>
        <w:rFonts w:hint="default"/>
      </w:rPr>
    </w:lvl>
    <w:lvl w:ilvl="1" w:tplc="04220019">
      <w:start w:val="1"/>
      <w:numFmt w:val="lowerLetter"/>
      <w:lvlText w:val="%2."/>
      <w:lvlJc w:val="left"/>
      <w:pPr>
        <w:tabs>
          <w:tab w:val="num" w:pos="1620"/>
        </w:tabs>
        <w:ind w:left="1620" w:hanging="360"/>
      </w:pPr>
    </w:lvl>
    <w:lvl w:ilvl="2" w:tplc="0422001B">
      <w:start w:val="1"/>
      <w:numFmt w:val="lowerRoman"/>
      <w:lvlText w:val="%3."/>
      <w:lvlJc w:val="right"/>
      <w:pPr>
        <w:tabs>
          <w:tab w:val="num" w:pos="2340"/>
        </w:tabs>
        <w:ind w:left="2340" w:hanging="180"/>
      </w:pPr>
    </w:lvl>
    <w:lvl w:ilvl="3" w:tplc="0422000F">
      <w:start w:val="1"/>
      <w:numFmt w:val="decimal"/>
      <w:lvlText w:val="%4."/>
      <w:lvlJc w:val="left"/>
      <w:pPr>
        <w:tabs>
          <w:tab w:val="num" w:pos="3060"/>
        </w:tabs>
        <w:ind w:left="3060" w:hanging="360"/>
      </w:pPr>
    </w:lvl>
    <w:lvl w:ilvl="4" w:tplc="04220019">
      <w:start w:val="1"/>
      <w:numFmt w:val="lowerLetter"/>
      <w:lvlText w:val="%5."/>
      <w:lvlJc w:val="left"/>
      <w:pPr>
        <w:tabs>
          <w:tab w:val="num" w:pos="3780"/>
        </w:tabs>
        <w:ind w:left="3780" w:hanging="360"/>
      </w:pPr>
    </w:lvl>
    <w:lvl w:ilvl="5" w:tplc="0422001B">
      <w:start w:val="1"/>
      <w:numFmt w:val="lowerRoman"/>
      <w:lvlText w:val="%6."/>
      <w:lvlJc w:val="right"/>
      <w:pPr>
        <w:tabs>
          <w:tab w:val="num" w:pos="4500"/>
        </w:tabs>
        <w:ind w:left="4500" w:hanging="180"/>
      </w:pPr>
    </w:lvl>
    <w:lvl w:ilvl="6" w:tplc="0422000F">
      <w:start w:val="1"/>
      <w:numFmt w:val="decimal"/>
      <w:lvlText w:val="%7."/>
      <w:lvlJc w:val="left"/>
      <w:pPr>
        <w:tabs>
          <w:tab w:val="num" w:pos="5220"/>
        </w:tabs>
        <w:ind w:left="5220" w:hanging="360"/>
      </w:pPr>
    </w:lvl>
    <w:lvl w:ilvl="7" w:tplc="04220019">
      <w:start w:val="1"/>
      <w:numFmt w:val="lowerLetter"/>
      <w:lvlText w:val="%8."/>
      <w:lvlJc w:val="left"/>
      <w:pPr>
        <w:tabs>
          <w:tab w:val="num" w:pos="5940"/>
        </w:tabs>
        <w:ind w:left="5940" w:hanging="360"/>
      </w:pPr>
    </w:lvl>
    <w:lvl w:ilvl="8" w:tplc="0422001B">
      <w:start w:val="1"/>
      <w:numFmt w:val="lowerRoman"/>
      <w:lvlText w:val="%9."/>
      <w:lvlJc w:val="right"/>
      <w:pPr>
        <w:tabs>
          <w:tab w:val="num" w:pos="6660"/>
        </w:tabs>
        <w:ind w:left="6660" w:hanging="180"/>
      </w:pPr>
    </w:lvl>
  </w:abstractNum>
  <w:abstractNum w:abstractNumId="29">
    <w:nsid w:val="78BE6F66"/>
    <w:multiLevelType w:val="hybridMultilevel"/>
    <w:tmpl w:val="5510E04C"/>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0">
    <w:nsid w:val="7AAF6BD1"/>
    <w:multiLevelType w:val="hybridMultilevel"/>
    <w:tmpl w:val="06928DCA"/>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1">
    <w:nsid w:val="7F2D2493"/>
    <w:multiLevelType w:val="hybridMultilevel"/>
    <w:tmpl w:val="786E98D8"/>
    <w:lvl w:ilvl="0" w:tplc="900A42C2">
      <w:start w:val="1"/>
      <w:numFmt w:val="decimal"/>
      <w:lvlText w:val="%1."/>
      <w:lvlJc w:val="left"/>
      <w:pPr>
        <w:tabs>
          <w:tab w:val="num" w:pos="900"/>
        </w:tabs>
        <w:ind w:left="900" w:hanging="360"/>
      </w:pPr>
      <w:rPr>
        <w:rFonts w:hint="default"/>
      </w:rPr>
    </w:lvl>
    <w:lvl w:ilvl="1" w:tplc="04220019">
      <w:start w:val="1"/>
      <w:numFmt w:val="lowerLetter"/>
      <w:lvlText w:val="%2."/>
      <w:lvlJc w:val="left"/>
      <w:pPr>
        <w:tabs>
          <w:tab w:val="num" w:pos="1620"/>
        </w:tabs>
        <w:ind w:left="1620" w:hanging="360"/>
      </w:pPr>
    </w:lvl>
    <w:lvl w:ilvl="2" w:tplc="0422001B">
      <w:start w:val="1"/>
      <w:numFmt w:val="lowerRoman"/>
      <w:lvlText w:val="%3."/>
      <w:lvlJc w:val="right"/>
      <w:pPr>
        <w:tabs>
          <w:tab w:val="num" w:pos="2340"/>
        </w:tabs>
        <w:ind w:left="2340" w:hanging="180"/>
      </w:pPr>
    </w:lvl>
    <w:lvl w:ilvl="3" w:tplc="0422000F">
      <w:start w:val="1"/>
      <w:numFmt w:val="decimal"/>
      <w:lvlText w:val="%4."/>
      <w:lvlJc w:val="left"/>
      <w:pPr>
        <w:tabs>
          <w:tab w:val="num" w:pos="3060"/>
        </w:tabs>
        <w:ind w:left="3060" w:hanging="360"/>
      </w:pPr>
    </w:lvl>
    <w:lvl w:ilvl="4" w:tplc="04220019">
      <w:start w:val="1"/>
      <w:numFmt w:val="lowerLetter"/>
      <w:lvlText w:val="%5."/>
      <w:lvlJc w:val="left"/>
      <w:pPr>
        <w:tabs>
          <w:tab w:val="num" w:pos="3780"/>
        </w:tabs>
        <w:ind w:left="3780" w:hanging="360"/>
      </w:pPr>
    </w:lvl>
    <w:lvl w:ilvl="5" w:tplc="0422001B">
      <w:start w:val="1"/>
      <w:numFmt w:val="lowerRoman"/>
      <w:lvlText w:val="%6."/>
      <w:lvlJc w:val="right"/>
      <w:pPr>
        <w:tabs>
          <w:tab w:val="num" w:pos="4500"/>
        </w:tabs>
        <w:ind w:left="4500" w:hanging="180"/>
      </w:pPr>
    </w:lvl>
    <w:lvl w:ilvl="6" w:tplc="0422000F">
      <w:start w:val="1"/>
      <w:numFmt w:val="decimal"/>
      <w:lvlText w:val="%7."/>
      <w:lvlJc w:val="left"/>
      <w:pPr>
        <w:tabs>
          <w:tab w:val="num" w:pos="5220"/>
        </w:tabs>
        <w:ind w:left="5220" w:hanging="360"/>
      </w:pPr>
    </w:lvl>
    <w:lvl w:ilvl="7" w:tplc="04220019">
      <w:start w:val="1"/>
      <w:numFmt w:val="lowerLetter"/>
      <w:lvlText w:val="%8."/>
      <w:lvlJc w:val="left"/>
      <w:pPr>
        <w:tabs>
          <w:tab w:val="num" w:pos="5940"/>
        </w:tabs>
        <w:ind w:left="5940" w:hanging="360"/>
      </w:pPr>
    </w:lvl>
    <w:lvl w:ilvl="8" w:tplc="0422001B">
      <w:start w:val="1"/>
      <w:numFmt w:val="lowerRoman"/>
      <w:lvlText w:val="%9."/>
      <w:lvlJc w:val="right"/>
      <w:pPr>
        <w:tabs>
          <w:tab w:val="num" w:pos="6660"/>
        </w:tabs>
        <w:ind w:left="6660" w:hanging="180"/>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31"/>
  </w:num>
  <w:num w:numId="17">
    <w:abstractNumId w:val="28"/>
  </w:num>
  <w:num w:numId="18">
    <w:abstractNumId w:val="10"/>
  </w:num>
  <w:num w:numId="19">
    <w:abstractNumId w:val="24"/>
  </w:num>
  <w:num w:numId="20">
    <w:abstractNumId w:val="8"/>
  </w:num>
  <w:num w:numId="21">
    <w:abstractNumId w:val="14"/>
  </w:num>
  <w:num w:numId="22">
    <w:abstractNumId w:val="7"/>
  </w:num>
  <w:num w:numId="23">
    <w:abstractNumId w:val="25"/>
  </w:num>
  <w:num w:numId="24">
    <w:abstractNumId w:val="2"/>
  </w:num>
  <w:num w:numId="25">
    <w:abstractNumId w:val="12"/>
  </w:num>
  <w:num w:numId="26">
    <w:abstractNumId w:val="15"/>
  </w:num>
  <w:num w:numId="27">
    <w:abstractNumId w:val="30"/>
  </w:num>
  <w:num w:numId="28">
    <w:abstractNumId w:val="23"/>
  </w:num>
  <w:num w:numId="29">
    <w:abstractNumId w:val="21"/>
  </w:num>
  <w:num w:numId="30">
    <w:abstractNumId w:val="5"/>
  </w:num>
  <w:num w:numId="31">
    <w:abstractNumId w:val="16"/>
  </w:num>
  <w:num w:numId="32">
    <w:abstractNumId w:val="3"/>
  </w:num>
  <w:num w:numId="33">
    <w:abstractNumId w:val="17"/>
  </w:num>
  <w:num w:numId="34">
    <w:abstractNumId w:val="29"/>
  </w:num>
  <w:num w:numId="35">
    <w:abstractNumId w:val="19"/>
  </w:num>
  <w:num w:numId="36">
    <w:abstractNumId w:val="9"/>
  </w:num>
  <w:num w:numId="37">
    <w:abstractNumId w:val="26"/>
  </w:num>
  <w:num w:numId="38">
    <w:abstractNumId w:val="13"/>
  </w:num>
  <w:num w:numId="39">
    <w:abstractNumId w:val="6"/>
  </w:num>
  <w:num w:numId="40">
    <w:abstractNumId w:val="4"/>
  </w:num>
  <w:num w:numId="41">
    <w:abstractNumId w:val="22"/>
  </w:num>
  <w:num w:numId="42">
    <w:abstractNumId w:val="20"/>
  </w:num>
  <w:num w:numId="43">
    <w:abstractNumId w:val="27"/>
  </w:num>
  <w:num w:numId="44">
    <w:abstractNumId w:val="1"/>
  </w:num>
  <w:num w:numId="45">
    <w:abstractNumId w:val="11"/>
  </w:num>
  <w:num w:numId="46">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9"/>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strictFirstAndLastChar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666A5"/>
    <w:rsid w:val="0000100D"/>
    <w:rsid w:val="00003A61"/>
    <w:rsid w:val="00003EE1"/>
    <w:rsid w:val="00004C5A"/>
    <w:rsid w:val="00005390"/>
    <w:rsid w:val="0000542B"/>
    <w:rsid w:val="00005BB8"/>
    <w:rsid w:val="00006A47"/>
    <w:rsid w:val="0000799F"/>
    <w:rsid w:val="00007CE9"/>
    <w:rsid w:val="0001008C"/>
    <w:rsid w:val="000102B1"/>
    <w:rsid w:val="000105F4"/>
    <w:rsid w:val="00010CDA"/>
    <w:rsid w:val="0001145C"/>
    <w:rsid w:val="00011D4A"/>
    <w:rsid w:val="00012C9E"/>
    <w:rsid w:val="00012E4F"/>
    <w:rsid w:val="000131E7"/>
    <w:rsid w:val="0001333C"/>
    <w:rsid w:val="000145DA"/>
    <w:rsid w:val="00015278"/>
    <w:rsid w:val="00015600"/>
    <w:rsid w:val="00016076"/>
    <w:rsid w:val="000162E1"/>
    <w:rsid w:val="000163E6"/>
    <w:rsid w:val="00016BBA"/>
    <w:rsid w:val="00020135"/>
    <w:rsid w:val="00020B6D"/>
    <w:rsid w:val="00021102"/>
    <w:rsid w:val="00021A5E"/>
    <w:rsid w:val="000221F6"/>
    <w:rsid w:val="00022E43"/>
    <w:rsid w:val="0002329F"/>
    <w:rsid w:val="00023319"/>
    <w:rsid w:val="00023718"/>
    <w:rsid w:val="00023C56"/>
    <w:rsid w:val="0002416D"/>
    <w:rsid w:val="00024C87"/>
    <w:rsid w:val="000252B8"/>
    <w:rsid w:val="000255C1"/>
    <w:rsid w:val="00025E7D"/>
    <w:rsid w:val="00026556"/>
    <w:rsid w:val="00026F71"/>
    <w:rsid w:val="000271D7"/>
    <w:rsid w:val="00030133"/>
    <w:rsid w:val="0003048F"/>
    <w:rsid w:val="00030E28"/>
    <w:rsid w:val="00030EDB"/>
    <w:rsid w:val="00031D6C"/>
    <w:rsid w:val="00031E6F"/>
    <w:rsid w:val="000328F7"/>
    <w:rsid w:val="00032B59"/>
    <w:rsid w:val="00033A2B"/>
    <w:rsid w:val="000350B3"/>
    <w:rsid w:val="00035D86"/>
    <w:rsid w:val="000363D5"/>
    <w:rsid w:val="000372FD"/>
    <w:rsid w:val="000401AA"/>
    <w:rsid w:val="00040C84"/>
    <w:rsid w:val="00040D84"/>
    <w:rsid w:val="00040EB7"/>
    <w:rsid w:val="0004177E"/>
    <w:rsid w:val="000417A7"/>
    <w:rsid w:val="000429FE"/>
    <w:rsid w:val="0004371C"/>
    <w:rsid w:val="00043B31"/>
    <w:rsid w:val="00044021"/>
    <w:rsid w:val="00044F79"/>
    <w:rsid w:val="00046AF9"/>
    <w:rsid w:val="00046E53"/>
    <w:rsid w:val="00046F18"/>
    <w:rsid w:val="00047699"/>
    <w:rsid w:val="000504F2"/>
    <w:rsid w:val="00052E24"/>
    <w:rsid w:val="00053F44"/>
    <w:rsid w:val="00054683"/>
    <w:rsid w:val="00054AC5"/>
    <w:rsid w:val="00055970"/>
    <w:rsid w:val="00055CB5"/>
    <w:rsid w:val="000565D7"/>
    <w:rsid w:val="00056CCA"/>
    <w:rsid w:val="00060207"/>
    <w:rsid w:val="00060548"/>
    <w:rsid w:val="0006094B"/>
    <w:rsid w:val="00061EFA"/>
    <w:rsid w:val="0006241A"/>
    <w:rsid w:val="000627F4"/>
    <w:rsid w:val="00062807"/>
    <w:rsid w:val="00062ADC"/>
    <w:rsid w:val="000636F9"/>
    <w:rsid w:val="00063EC7"/>
    <w:rsid w:val="00064C20"/>
    <w:rsid w:val="00064C4C"/>
    <w:rsid w:val="00064C7B"/>
    <w:rsid w:val="00064E1A"/>
    <w:rsid w:val="0006513E"/>
    <w:rsid w:val="0006603A"/>
    <w:rsid w:val="000674B7"/>
    <w:rsid w:val="00070ACF"/>
    <w:rsid w:val="00071B0B"/>
    <w:rsid w:val="0007263F"/>
    <w:rsid w:val="000733E0"/>
    <w:rsid w:val="00073618"/>
    <w:rsid w:val="00073B62"/>
    <w:rsid w:val="00074460"/>
    <w:rsid w:val="0007531E"/>
    <w:rsid w:val="00075D89"/>
    <w:rsid w:val="00076F41"/>
    <w:rsid w:val="0007746F"/>
    <w:rsid w:val="000775CA"/>
    <w:rsid w:val="0008051F"/>
    <w:rsid w:val="00081A7B"/>
    <w:rsid w:val="00083468"/>
    <w:rsid w:val="00083749"/>
    <w:rsid w:val="000846DC"/>
    <w:rsid w:val="00084CC3"/>
    <w:rsid w:val="00085A14"/>
    <w:rsid w:val="00085DEF"/>
    <w:rsid w:val="0008614C"/>
    <w:rsid w:val="00086A77"/>
    <w:rsid w:val="0008720A"/>
    <w:rsid w:val="00087398"/>
    <w:rsid w:val="00087B7E"/>
    <w:rsid w:val="000902C1"/>
    <w:rsid w:val="00090B8A"/>
    <w:rsid w:val="00091D6B"/>
    <w:rsid w:val="000939E9"/>
    <w:rsid w:val="0009474D"/>
    <w:rsid w:val="00094974"/>
    <w:rsid w:val="00095064"/>
    <w:rsid w:val="00095110"/>
    <w:rsid w:val="000951F5"/>
    <w:rsid w:val="0009606B"/>
    <w:rsid w:val="00096EF3"/>
    <w:rsid w:val="000A0043"/>
    <w:rsid w:val="000A0969"/>
    <w:rsid w:val="000A0C65"/>
    <w:rsid w:val="000A1C24"/>
    <w:rsid w:val="000A2983"/>
    <w:rsid w:val="000A4216"/>
    <w:rsid w:val="000A436B"/>
    <w:rsid w:val="000A4C9A"/>
    <w:rsid w:val="000A585B"/>
    <w:rsid w:val="000A6282"/>
    <w:rsid w:val="000A7A63"/>
    <w:rsid w:val="000A7CA4"/>
    <w:rsid w:val="000B02C2"/>
    <w:rsid w:val="000B050B"/>
    <w:rsid w:val="000B080A"/>
    <w:rsid w:val="000B1977"/>
    <w:rsid w:val="000B1B38"/>
    <w:rsid w:val="000B21EB"/>
    <w:rsid w:val="000B2E43"/>
    <w:rsid w:val="000B4A1B"/>
    <w:rsid w:val="000B5831"/>
    <w:rsid w:val="000B5B99"/>
    <w:rsid w:val="000B61F6"/>
    <w:rsid w:val="000B7AF5"/>
    <w:rsid w:val="000C139E"/>
    <w:rsid w:val="000C195F"/>
    <w:rsid w:val="000C1FCA"/>
    <w:rsid w:val="000C210A"/>
    <w:rsid w:val="000C266D"/>
    <w:rsid w:val="000C26B6"/>
    <w:rsid w:val="000C2B38"/>
    <w:rsid w:val="000C2D17"/>
    <w:rsid w:val="000C2F36"/>
    <w:rsid w:val="000C2FBE"/>
    <w:rsid w:val="000C3ABF"/>
    <w:rsid w:val="000C45E0"/>
    <w:rsid w:val="000C5549"/>
    <w:rsid w:val="000C577C"/>
    <w:rsid w:val="000C61B9"/>
    <w:rsid w:val="000C6586"/>
    <w:rsid w:val="000C6EA7"/>
    <w:rsid w:val="000C7321"/>
    <w:rsid w:val="000C74FF"/>
    <w:rsid w:val="000D0A9C"/>
    <w:rsid w:val="000D0C99"/>
    <w:rsid w:val="000D0D00"/>
    <w:rsid w:val="000D0F5A"/>
    <w:rsid w:val="000D22DB"/>
    <w:rsid w:val="000D23A5"/>
    <w:rsid w:val="000D2588"/>
    <w:rsid w:val="000D28BA"/>
    <w:rsid w:val="000D4123"/>
    <w:rsid w:val="000D48D5"/>
    <w:rsid w:val="000D495A"/>
    <w:rsid w:val="000D4B7E"/>
    <w:rsid w:val="000D4C7B"/>
    <w:rsid w:val="000D5685"/>
    <w:rsid w:val="000D7A86"/>
    <w:rsid w:val="000E059C"/>
    <w:rsid w:val="000E070C"/>
    <w:rsid w:val="000E0979"/>
    <w:rsid w:val="000E22D4"/>
    <w:rsid w:val="000E30FE"/>
    <w:rsid w:val="000E39EF"/>
    <w:rsid w:val="000E3EF2"/>
    <w:rsid w:val="000E419C"/>
    <w:rsid w:val="000E4588"/>
    <w:rsid w:val="000E48E2"/>
    <w:rsid w:val="000E4FB5"/>
    <w:rsid w:val="000E5493"/>
    <w:rsid w:val="000E5D79"/>
    <w:rsid w:val="000E68AD"/>
    <w:rsid w:val="000E744A"/>
    <w:rsid w:val="000E7B71"/>
    <w:rsid w:val="000F0702"/>
    <w:rsid w:val="000F0BF3"/>
    <w:rsid w:val="000F14B9"/>
    <w:rsid w:val="000F14DD"/>
    <w:rsid w:val="000F1944"/>
    <w:rsid w:val="000F2230"/>
    <w:rsid w:val="000F2760"/>
    <w:rsid w:val="000F312E"/>
    <w:rsid w:val="000F32BF"/>
    <w:rsid w:val="000F3B12"/>
    <w:rsid w:val="000F3BA3"/>
    <w:rsid w:val="000F41CF"/>
    <w:rsid w:val="000F47E8"/>
    <w:rsid w:val="000F5220"/>
    <w:rsid w:val="000F57F8"/>
    <w:rsid w:val="000F5D4B"/>
    <w:rsid w:val="000F5D77"/>
    <w:rsid w:val="000F72B3"/>
    <w:rsid w:val="000F7FEE"/>
    <w:rsid w:val="00100645"/>
    <w:rsid w:val="0010194C"/>
    <w:rsid w:val="00102016"/>
    <w:rsid w:val="001035A8"/>
    <w:rsid w:val="00105C5B"/>
    <w:rsid w:val="001064C4"/>
    <w:rsid w:val="001064F9"/>
    <w:rsid w:val="0010683F"/>
    <w:rsid w:val="00107262"/>
    <w:rsid w:val="00107E2A"/>
    <w:rsid w:val="00110DCB"/>
    <w:rsid w:val="0011149A"/>
    <w:rsid w:val="00111B57"/>
    <w:rsid w:val="00111DF8"/>
    <w:rsid w:val="00112A22"/>
    <w:rsid w:val="00112A6E"/>
    <w:rsid w:val="0011484C"/>
    <w:rsid w:val="00114999"/>
    <w:rsid w:val="00115CB4"/>
    <w:rsid w:val="00115DC6"/>
    <w:rsid w:val="001165F0"/>
    <w:rsid w:val="00116695"/>
    <w:rsid w:val="00116923"/>
    <w:rsid w:val="00116C67"/>
    <w:rsid w:val="0011764D"/>
    <w:rsid w:val="00117B6C"/>
    <w:rsid w:val="001204B0"/>
    <w:rsid w:val="0012063C"/>
    <w:rsid w:val="001208A7"/>
    <w:rsid w:val="001212D7"/>
    <w:rsid w:val="00121AA7"/>
    <w:rsid w:val="001228E5"/>
    <w:rsid w:val="00122A75"/>
    <w:rsid w:val="001242FA"/>
    <w:rsid w:val="00124BF0"/>
    <w:rsid w:val="00125C9B"/>
    <w:rsid w:val="00125E5A"/>
    <w:rsid w:val="001266C1"/>
    <w:rsid w:val="001305D6"/>
    <w:rsid w:val="00130E87"/>
    <w:rsid w:val="00132565"/>
    <w:rsid w:val="00132747"/>
    <w:rsid w:val="00132BA4"/>
    <w:rsid w:val="001334CC"/>
    <w:rsid w:val="001336B4"/>
    <w:rsid w:val="00133A42"/>
    <w:rsid w:val="0013474D"/>
    <w:rsid w:val="00134FF8"/>
    <w:rsid w:val="00135102"/>
    <w:rsid w:val="0013725F"/>
    <w:rsid w:val="00137F11"/>
    <w:rsid w:val="00140847"/>
    <w:rsid w:val="0014093A"/>
    <w:rsid w:val="00140F65"/>
    <w:rsid w:val="00141691"/>
    <w:rsid w:val="00142116"/>
    <w:rsid w:val="00143980"/>
    <w:rsid w:val="0014427C"/>
    <w:rsid w:val="0014508B"/>
    <w:rsid w:val="001451B5"/>
    <w:rsid w:val="00145F33"/>
    <w:rsid w:val="001460FC"/>
    <w:rsid w:val="001462CF"/>
    <w:rsid w:val="0014696A"/>
    <w:rsid w:val="0014726C"/>
    <w:rsid w:val="00150412"/>
    <w:rsid w:val="001505D0"/>
    <w:rsid w:val="001519BC"/>
    <w:rsid w:val="00152AE5"/>
    <w:rsid w:val="00153364"/>
    <w:rsid w:val="00153F34"/>
    <w:rsid w:val="00153F92"/>
    <w:rsid w:val="001566B7"/>
    <w:rsid w:val="00156865"/>
    <w:rsid w:val="001568E7"/>
    <w:rsid w:val="00156CCC"/>
    <w:rsid w:val="00160997"/>
    <w:rsid w:val="00160E41"/>
    <w:rsid w:val="00161A04"/>
    <w:rsid w:val="00161A48"/>
    <w:rsid w:val="00161C79"/>
    <w:rsid w:val="0016224D"/>
    <w:rsid w:val="0016407F"/>
    <w:rsid w:val="001640FA"/>
    <w:rsid w:val="00165256"/>
    <w:rsid w:val="0016598D"/>
    <w:rsid w:val="00165DBE"/>
    <w:rsid w:val="00166091"/>
    <w:rsid w:val="001664E9"/>
    <w:rsid w:val="00166A81"/>
    <w:rsid w:val="001676CA"/>
    <w:rsid w:val="0016779E"/>
    <w:rsid w:val="00170FD3"/>
    <w:rsid w:val="00171101"/>
    <w:rsid w:val="00171D54"/>
    <w:rsid w:val="001730B6"/>
    <w:rsid w:val="001732B5"/>
    <w:rsid w:val="00173831"/>
    <w:rsid w:val="00173EB2"/>
    <w:rsid w:val="001740E3"/>
    <w:rsid w:val="00174157"/>
    <w:rsid w:val="0017433A"/>
    <w:rsid w:val="0017455C"/>
    <w:rsid w:val="00174CA6"/>
    <w:rsid w:val="001755DD"/>
    <w:rsid w:val="00175791"/>
    <w:rsid w:val="00176805"/>
    <w:rsid w:val="00177497"/>
    <w:rsid w:val="001775C9"/>
    <w:rsid w:val="00177A78"/>
    <w:rsid w:val="00177FCA"/>
    <w:rsid w:val="00181908"/>
    <w:rsid w:val="00181A55"/>
    <w:rsid w:val="00181CA2"/>
    <w:rsid w:val="0018217D"/>
    <w:rsid w:val="001826DF"/>
    <w:rsid w:val="00182C27"/>
    <w:rsid w:val="00182DD5"/>
    <w:rsid w:val="00183327"/>
    <w:rsid w:val="00184A06"/>
    <w:rsid w:val="00184A0C"/>
    <w:rsid w:val="0018508D"/>
    <w:rsid w:val="0018510E"/>
    <w:rsid w:val="00185954"/>
    <w:rsid w:val="00185FF2"/>
    <w:rsid w:val="0018604B"/>
    <w:rsid w:val="0018663B"/>
    <w:rsid w:val="0019037C"/>
    <w:rsid w:val="00190CC4"/>
    <w:rsid w:val="00191AA9"/>
    <w:rsid w:val="001923B9"/>
    <w:rsid w:val="001926C7"/>
    <w:rsid w:val="00192B49"/>
    <w:rsid w:val="00192C60"/>
    <w:rsid w:val="00192E06"/>
    <w:rsid w:val="00193241"/>
    <w:rsid w:val="0019492E"/>
    <w:rsid w:val="00195BEC"/>
    <w:rsid w:val="001A0483"/>
    <w:rsid w:val="001A054F"/>
    <w:rsid w:val="001A08B0"/>
    <w:rsid w:val="001A08E7"/>
    <w:rsid w:val="001A10E8"/>
    <w:rsid w:val="001A2772"/>
    <w:rsid w:val="001A2865"/>
    <w:rsid w:val="001A369D"/>
    <w:rsid w:val="001A3C97"/>
    <w:rsid w:val="001A4462"/>
    <w:rsid w:val="001A4C9F"/>
    <w:rsid w:val="001A5554"/>
    <w:rsid w:val="001A5AEF"/>
    <w:rsid w:val="001A5CC3"/>
    <w:rsid w:val="001A716B"/>
    <w:rsid w:val="001A75FE"/>
    <w:rsid w:val="001B00B1"/>
    <w:rsid w:val="001B0791"/>
    <w:rsid w:val="001B0EB9"/>
    <w:rsid w:val="001B22DE"/>
    <w:rsid w:val="001B28D2"/>
    <w:rsid w:val="001B409C"/>
    <w:rsid w:val="001B4321"/>
    <w:rsid w:val="001B51AF"/>
    <w:rsid w:val="001B5A1B"/>
    <w:rsid w:val="001B6D51"/>
    <w:rsid w:val="001B747D"/>
    <w:rsid w:val="001B7CFF"/>
    <w:rsid w:val="001C12D8"/>
    <w:rsid w:val="001C1FC6"/>
    <w:rsid w:val="001C2648"/>
    <w:rsid w:val="001C26C1"/>
    <w:rsid w:val="001C3A3E"/>
    <w:rsid w:val="001C3EB9"/>
    <w:rsid w:val="001C4088"/>
    <w:rsid w:val="001C4768"/>
    <w:rsid w:val="001C5079"/>
    <w:rsid w:val="001C6E7D"/>
    <w:rsid w:val="001C7D81"/>
    <w:rsid w:val="001D073A"/>
    <w:rsid w:val="001D0EFB"/>
    <w:rsid w:val="001D1C27"/>
    <w:rsid w:val="001D2298"/>
    <w:rsid w:val="001D4618"/>
    <w:rsid w:val="001D4642"/>
    <w:rsid w:val="001D4681"/>
    <w:rsid w:val="001D478E"/>
    <w:rsid w:val="001D47BB"/>
    <w:rsid w:val="001D4B03"/>
    <w:rsid w:val="001D4D0D"/>
    <w:rsid w:val="001D4F16"/>
    <w:rsid w:val="001D4F30"/>
    <w:rsid w:val="001D51BE"/>
    <w:rsid w:val="001D5763"/>
    <w:rsid w:val="001D59A8"/>
    <w:rsid w:val="001D5B96"/>
    <w:rsid w:val="001D66BA"/>
    <w:rsid w:val="001D678A"/>
    <w:rsid w:val="001D6C43"/>
    <w:rsid w:val="001D74BA"/>
    <w:rsid w:val="001D7A75"/>
    <w:rsid w:val="001D7CBC"/>
    <w:rsid w:val="001E195F"/>
    <w:rsid w:val="001E1B45"/>
    <w:rsid w:val="001E1E2F"/>
    <w:rsid w:val="001E1E35"/>
    <w:rsid w:val="001E2121"/>
    <w:rsid w:val="001E22F1"/>
    <w:rsid w:val="001E23E7"/>
    <w:rsid w:val="001E25AA"/>
    <w:rsid w:val="001E4594"/>
    <w:rsid w:val="001E5181"/>
    <w:rsid w:val="001E60A8"/>
    <w:rsid w:val="001F029C"/>
    <w:rsid w:val="001F05AE"/>
    <w:rsid w:val="001F06FE"/>
    <w:rsid w:val="001F2598"/>
    <w:rsid w:val="001F2A70"/>
    <w:rsid w:val="001F3F56"/>
    <w:rsid w:val="001F4415"/>
    <w:rsid w:val="001F45B2"/>
    <w:rsid w:val="001F4962"/>
    <w:rsid w:val="001F542C"/>
    <w:rsid w:val="001F703F"/>
    <w:rsid w:val="001F7194"/>
    <w:rsid w:val="0020095E"/>
    <w:rsid w:val="00200D54"/>
    <w:rsid w:val="002013DF"/>
    <w:rsid w:val="002029B8"/>
    <w:rsid w:val="00202F0C"/>
    <w:rsid w:val="002046D0"/>
    <w:rsid w:val="002047DF"/>
    <w:rsid w:val="002061A4"/>
    <w:rsid w:val="00207581"/>
    <w:rsid w:val="00207CFA"/>
    <w:rsid w:val="00210632"/>
    <w:rsid w:val="002121A1"/>
    <w:rsid w:val="0021264A"/>
    <w:rsid w:val="00212A5B"/>
    <w:rsid w:val="00212D6A"/>
    <w:rsid w:val="00212FD5"/>
    <w:rsid w:val="002136FF"/>
    <w:rsid w:val="00213D13"/>
    <w:rsid w:val="00215E82"/>
    <w:rsid w:val="0021670E"/>
    <w:rsid w:val="0021696F"/>
    <w:rsid w:val="00216F44"/>
    <w:rsid w:val="00217224"/>
    <w:rsid w:val="0021783A"/>
    <w:rsid w:val="00217883"/>
    <w:rsid w:val="00217A7D"/>
    <w:rsid w:val="00217AB9"/>
    <w:rsid w:val="00220133"/>
    <w:rsid w:val="002207C4"/>
    <w:rsid w:val="00221634"/>
    <w:rsid w:val="002218EB"/>
    <w:rsid w:val="002244BE"/>
    <w:rsid w:val="00224BBF"/>
    <w:rsid w:val="0022583A"/>
    <w:rsid w:val="002266BD"/>
    <w:rsid w:val="0022788B"/>
    <w:rsid w:val="0022796B"/>
    <w:rsid w:val="00227B68"/>
    <w:rsid w:val="00227E94"/>
    <w:rsid w:val="00230B2D"/>
    <w:rsid w:val="002311AD"/>
    <w:rsid w:val="00231DEA"/>
    <w:rsid w:val="0023241B"/>
    <w:rsid w:val="00232D29"/>
    <w:rsid w:val="00232F7C"/>
    <w:rsid w:val="00233075"/>
    <w:rsid w:val="0023338B"/>
    <w:rsid w:val="0023376A"/>
    <w:rsid w:val="00233EEE"/>
    <w:rsid w:val="002340EE"/>
    <w:rsid w:val="002356D3"/>
    <w:rsid w:val="00235B1D"/>
    <w:rsid w:val="00235B3E"/>
    <w:rsid w:val="00235FC9"/>
    <w:rsid w:val="00236354"/>
    <w:rsid w:val="00236771"/>
    <w:rsid w:val="00237FC1"/>
    <w:rsid w:val="0024039E"/>
    <w:rsid w:val="002405BF"/>
    <w:rsid w:val="00241178"/>
    <w:rsid w:val="002419E4"/>
    <w:rsid w:val="00241BB4"/>
    <w:rsid w:val="00241E4D"/>
    <w:rsid w:val="00242AD0"/>
    <w:rsid w:val="0024420F"/>
    <w:rsid w:val="0024521C"/>
    <w:rsid w:val="00246267"/>
    <w:rsid w:val="00246551"/>
    <w:rsid w:val="00246D41"/>
    <w:rsid w:val="00247139"/>
    <w:rsid w:val="002472AD"/>
    <w:rsid w:val="0024795F"/>
    <w:rsid w:val="00250308"/>
    <w:rsid w:val="0025085E"/>
    <w:rsid w:val="00250D8F"/>
    <w:rsid w:val="00250E3A"/>
    <w:rsid w:val="00251827"/>
    <w:rsid w:val="0025284F"/>
    <w:rsid w:val="002528A2"/>
    <w:rsid w:val="002529CE"/>
    <w:rsid w:val="002531A6"/>
    <w:rsid w:val="002531D5"/>
    <w:rsid w:val="00253BA7"/>
    <w:rsid w:val="00253D40"/>
    <w:rsid w:val="00253D92"/>
    <w:rsid w:val="00253EBF"/>
    <w:rsid w:val="00253F1D"/>
    <w:rsid w:val="0025435D"/>
    <w:rsid w:val="0025435E"/>
    <w:rsid w:val="00254DAF"/>
    <w:rsid w:val="00255D2E"/>
    <w:rsid w:val="002567D7"/>
    <w:rsid w:val="0025757A"/>
    <w:rsid w:val="0025787B"/>
    <w:rsid w:val="00260CBD"/>
    <w:rsid w:val="00260D1C"/>
    <w:rsid w:val="00261E3E"/>
    <w:rsid w:val="00262BBE"/>
    <w:rsid w:val="00262F3C"/>
    <w:rsid w:val="00263A0D"/>
    <w:rsid w:val="00263C61"/>
    <w:rsid w:val="00263FC0"/>
    <w:rsid w:val="00264099"/>
    <w:rsid w:val="00264B88"/>
    <w:rsid w:val="00265AB2"/>
    <w:rsid w:val="0026674C"/>
    <w:rsid w:val="00267217"/>
    <w:rsid w:val="002706CD"/>
    <w:rsid w:val="002715DE"/>
    <w:rsid w:val="00272160"/>
    <w:rsid w:val="00272B22"/>
    <w:rsid w:val="00274E9E"/>
    <w:rsid w:val="0027534D"/>
    <w:rsid w:val="00275836"/>
    <w:rsid w:val="00275C48"/>
    <w:rsid w:val="002765D0"/>
    <w:rsid w:val="00276636"/>
    <w:rsid w:val="00277DFE"/>
    <w:rsid w:val="00277F11"/>
    <w:rsid w:val="0028002E"/>
    <w:rsid w:val="00280224"/>
    <w:rsid w:val="00280882"/>
    <w:rsid w:val="00280E88"/>
    <w:rsid w:val="0028250F"/>
    <w:rsid w:val="00282B33"/>
    <w:rsid w:val="002844B6"/>
    <w:rsid w:val="00285442"/>
    <w:rsid w:val="00285FDA"/>
    <w:rsid w:val="002869E3"/>
    <w:rsid w:val="002869E8"/>
    <w:rsid w:val="00287D72"/>
    <w:rsid w:val="002901EF"/>
    <w:rsid w:val="002902F4"/>
    <w:rsid w:val="00290CC2"/>
    <w:rsid w:val="00290DC0"/>
    <w:rsid w:val="002912C0"/>
    <w:rsid w:val="0029180D"/>
    <w:rsid w:val="00291B8A"/>
    <w:rsid w:val="0029282D"/>
    <w:rsid w:val="00292869"/>
    <w:rsid w:val="00292E4C"/>
    <w:rsid w:val="00293BB9"/>
    <w:rsid w:val="0029435B"/>
    <w:rsid w:val="002943EF"/>
    <w:rsid w:val="002944C8"/>
    <w:rsid w:val="00295484"/>
    <w:rsid w:val="00295BA5"/>
    <w:rsid w:val="002961CD"/>
    <w:rsid w:val="002965A9"/>
    <w:rsid w:val="00296B07"/>
    <w:rsid w:val="00296B30"/>
    <w:rsid w:val="002978AE"/>
    <w:rsid w:val="002A0008"/>
    <w:rsid w:val="002A078C"/>
    <w:rsid w:val="002A0931"/>
    <w:rsid w:val="002A17B9"/>
    <w:rsid w:val="002A2F95"/>
    <w:rsid w:val="002A3A28"/>
    <w:rsid w:val="002A5360"/>
    <w:rsid w:val="002A5DB1"/>
    <w:rsid w:val="002A7176"/>
    <w:rsid w:val="002A7383"/>
    <w:rsid w:val="002A74EF"/>
    <w:rsid w:val="002A760D"/>
    <w:rsid w:val="002A7939"/>
    <w:rsid w:val="002A7BC4"/>
    <w:rsid w:val="002B08D0"/>
    <w:rsid w:val="002B09CC"/>
    <w:rsid w:val="002B19AE"/>
    <w:rsid w:val="002B1DA0"/>
    <w:rsid w:val="002B1E08"/>
    <w:rsid w:val="002B216C"/>
    <w:rsid w:val="002B26E7"/>
    <w:rsid w:val="002B3B8E"/>
    <w:rsid w:val="002B442C"/>
    <w:rsid w:val="002B5A11"/>
    <w:rsid w:val="002B74BC"/>
    <w:rsid w:val="002B7695"/>
    <w:rsid w:val="002B78FD"/>
    <w:rsid w:val="002C2A5E"/>
    <w:rsid w:val="002C2E11"/>
    <w:rsid w:val="002C2ECC"/>
    <w:rsid w:val="002C3BA0"/>
    <w:rsid w:val="002C3E05"/>
    <w:rsid w:val="002C4397"/>
    <w:rsid w:val="002C4A85"/>
    <w:rsid w:val="002C635B"/>
    <w:rsid w:val="002C67F3"/>
    <w:rsid w:val="002C6E13"/>
    <w:rsid w:val="002C7119"/>
    <w:rsid w:val="002D00FC"/>
    <w:rsid w:val="002D172D"/>
    <w:rsid w:val="002D386B"/>
    <w:rsid w:val="002D3BF5"/>
    <w:rsid w:val="002D4454"/>
    <w:rsid w:val="002D4799"/>
    <w:rsid w:val="002D5163"/>
    <w:rsid w:val="002D579A"/>
    <w:rsid w:val="002D57D9"/>
    <w:rsid w:val="002D5E81"/>
    <w:rsid w:val="002D60F8"/>
    <w:rsid w:val="002D6B7F"/>
    <w:rsid w:val="002D70B2"/>
    <w:rsid w:val="002D7111"/>
    <w:rsid w:val="002E03B0"/>
    <w:rsid w:val="002E07D7"/>
    <w:rsid w:val="002E0AE3"/>
    <w:rsid w:val="002E0B5A"/>
    <w:rsid w:val="002E1D81"/>
    <w:rsid w:val="002E23A2"/>
    <w:rsid w:val="002E2E69"/>
    <w:rsid w:val="002E3EB6"/>
    <w:rsid w:val="002E40A7"/>
    <w:rsid w:val="002E6338"/>
    <w:rsid w:val="002E6D22"/>
    <w:rsid w:val="002E75E9"/>
    <w:rsid w:val="002F0A66"/>
    <w:rsid w:val="002F0CFD"/>
    <w:rsid w:val="002F0FBB"/>
    <w:rsid w:val="002F197C"/>
    <w:rsid w:val="002F2395"/>
    <w:rsid w:val="002F2638"/>
    <w:rsid w:val="002F2CBB"/>
    <w:rsid w:val="002F3755"/>
    <w:rsid w:val="002F3E28"/>
    <w:rsid w:val="002F468E"/>
    <w:rsid w:val="002F4824"/>
    <w:rsid w:val="002F4BE9"/>
    <w:rsid w:val="002F5959"/>
    <w:rsid w:val="002F59EE"/>
    <w:rsid w:val="002F6495"/>
    <w:rsid w:val="002F677A"/>
    <w:rsid w:val="002F69C8"/>
    <w:rsid w:val="002F6AD0"/>
    <w:rsid w:val="002F70C7"/>
    <w:rsid w:val="002F729F"/>
    <w:rsid w:val="002F7A5D"/>
    <w:rsid w:val="00300331"/>
    <w:rsid w:val="00300C0F"/>
    <w:rsid w:val="00301134"/>
    <w:rsid w:val="00302B82"/>
    <w:rsid w:val="00302D50"/>
    <w:rsid w:val="00302E84"/>
    <w:rsid w:val="00302F35"/>
    <w:rsid w:val="00304493"/>
    <w:rsid w:val="00304900"/>
    <w:rsid w:val="00304E2F"/>
    <w:rsid w:val="00305165"/>
    <w:rsid w:val="003057D7"/>
    <w:rsid w:val="003062CE"/>
    <w:rsid w:val="00306A18"/>
    <w:rsid w:val="00306BBF"/>
    <w:rsid w:val="00306F5B"/>
    <w:rsid w:val="003079DC"/>
    <w:rsid w:val="00307AC7"/>
    <w:rsid w:val="003100B6"/>
    <w:rsid w:val="00310279"/>
    <w:rsid w:val="0031084E"/>
    <w:rsid w:val="00311325"/>
    <w:rsid w:val="00311C4F"/>
    <w:rsid w:val="00311D4D"/>
    <w:rsid w:val="00311DC4"/>
    <w:rsid w:val="0031247C"/>
    <w:rsid w:val="00312EB9"/>
    <w:rsid w:val="003130DB"/>
    <w:rsid w:val="003134D2"/>
    <w:rsid w:val="003135C6"/>
    <w:rsid w:val="003144ED"/>
    <w:rsid w:val="00314CDD"/>
    <w:rsid w:val="00316B4E"/>
    <w:rsid w:val="003172D3"/>
    <w:rsid w:val="003206BE"/>
    <w:rsid w:val="003218A8"/>
    <w:rsid w:val="00321A1C"/>
    <w:rsid w:val="00321BCF"/>
    <w:rsid w:val="003226CF"/>
    <w:rsid w:val="00323121"/>
    <w:rsid w:val="003235A1"/>
    <w:rsid w:val="00323E1A"/>
    <w:rsid w:val="00324478"/>
    <w:rsid w:val="00324B1A"/>
    <w:rsid w:val="00324C9F"/>
    <w:rsid w:val="00324DF6"/>
    <w:rsid w:val="00324F55"/>
    <w:rsid w:val="0032517C"/>
    <w:rsid w:val="00326292"/>
    <w:rsid w:val="00326CCC"/>
    <w:rsid w:val="0032779A"/>
    <w:rsid w:val="00327C80"/>
    <w:rsid w:val="0033059F"/>
    <w:rsid w:val="00330831"/>
    <w:rsid w:val="00330926"/>
    <w:rsid w:val="00330A14"/>
    <w:rsid w:val="00330C6E"/>
    <w:rsid w:val="00330E43"/>
    <w:rsid w:val="00331CA2"/>
    <w:rsid w:val="00331CFB"/>
    <w:rsid w:val="00334E58"/>
    <w:rsid w:val="00336972"/>
    <w:rsid w:val="00337A2C"/>
    <w:rsid w:val="00337EB3"/>
    <w:rsid w:val="00340409"/>
    <w:rsid w:val="0034075A"/>
    <w:rsid w:val="00340794"/>
    <w:rsid w:val="00340BCC"/>
    <w:rsid w:val="00340D37"/>
    <w:rsid w:val="00341943"/>
    <w:rsid w:val="0034194B"/>
    <w:rsid w:val="003422A5"/>
    <w:rsid w:val="00342FE2"/>
    <w:rsid w:val="0034337F"/>
    <w:rsid w:val="00343633"/>
    <w:rsid w:val="00343D98"/>
    <w:rsid w:val="00344180"/>
    <w:rsid w:val="003447B0"/>
    <w:rsid w:val="00344FC3"/>
    <w:rsid w:val="0034550D"/>
    <w:rsid w:val="00345933"/>
    <w:rsid w:val="00345D52"/>
    <w:rsid w:val="003460A8"/>
    <w:rsid w:val="0034617B"/>
    <w:rsid w:val="00346929"/>
    <w:rsid w:val="00346999"/>
    <w:rsid w:val="00346BD8"/>
    <w:rsid w:val="00347E35"/>
    <w:rsid w:val="00350432"/>
    <w:rsid w:val="00351AB7"/>
    <w:rsid w:val="00353D08"/>
    <w:rsid w:val="00354527"/>
    <w:rsid w:val="00354829"/>
    <w:rsid w:val="003559B8"/>
    <w:rsid w:val="003563B0"/>
    <w:rsid w:val="00357A68"/>
    <w:rsid w:val="00357C32"/>
    <w:rsid w:val="0036125B"/>
    <w:rsid w:val="00361C6D"/>
    <w:rsid w:val="00362D4E"/>
    <w:rsid w:val="00362E2E"/>
    <w:rsid w:val="00363101"/>
    <w:rsid w:val="003650F9"/>
    <w:rsid w:val="00365C77"/>
    <w:rsid w:val="00366F91"/>
    <w:rsid w:val="00367072"/>
    <w:rsid w:val="00367737"/>
    <w:rsid w:val="0037014C"/>
    <w:rsid w:val="00370B16"/>
    <w:rsid w:val="00370BCC"/>
    <w:rsid w:val="003710F5"/>
    <w:rsid w:val="003711EF"/>
    <w:rsid w:val="00371E87"/>
    <w:rsid w:val="00372C40"/>
    <w:rsid w:val="00374685"/>
    <w:rsid w:val="0037501A"/>
    <w:rsid w:val="00375085"/>
    <w:rsid w:val="00375BAA"/>
    <w:rsid w:val="003760D2"/>
    <w:rsid w:val="00376507"/>
    <w:rsid w:val="00376695"/>
    <w:rsid w:val="00376ECA"/>
    <w:rsid w:val="0038001E"/>
    <w:rsid w:val="00381020"/>
    <w:rsid w:val="003810D3"/>
    <w:rsid w:val="003821B4"/>
    <w:rsid w:val="00382BFA"/>
    <w:rsid w:val="0038348D"/>
    <w:rsid w:val="00383A4A"/>
    <w:rsid w:val="00384340"/>
    <w:rsid w:val="00385412"/>
    <w:rsid w:val="00386181"/>
    <w:rsid w:val="0039012D"/>
    <w:rsid w:val="00390BCF"/>
    <w:rsid w:val="00391075"/>
    <w:rsid w:val="00391945"/>
    <w:rsid w:val="00392C45"/>
    <w:rsid w:val="00393165"/>
    <w:rsid w:val="0039388A"/>
    <w:rsid w:val="00393E52"/>
    <w:rsid w:val="00394810"/>
    <w:rsid w:val="0039548C"/>
    <w:rsid w:val="00395626"/>
    <w:rsid w:val="00395735"/>
    <w:rsid w:val="003957E9"/>
    <w:rsid w:val="0039596E"/>
    <w:rsid w:val="00395974"/>
    <w:rsid w:val="00395A62"/>
    <w:rsid w:val="00395B0E"/>
    <w:rsid w:val="00396C6A"/>
    <w:rsid w:val="00396E33"/>
    <w:rsid w:val="003970A6"/>
    <w:rsid w:val="0039712D"/>
    <w:rsid w:val="00397772"/>
    <w:rsid w:val="003A0FA8"/>
    <w:rsid w:val="003A16E4"/>
    <w:rsid w:val="003A1A86"/>
    <w:rsid w:val="003A20FA"/>
    <w:rsid w:val="003A22DB"/>
    <w:rsid w:val="003A253D"/>
    <w:rsid w:val="003A25E3"/>
    <w:rsid w:val="003A2658"/>
    <w:rsid w:val="003A30C5"/>
    <w:rsid w:val="003A3853"/>
    <w:rsid w:val="003A3C29"/>
    <w:rsid w:val="003A3F2E"/>
    <w:rsid w:val="003A3F7E"/>
    <w:rsid w:val="003A5FFA"/>
    <w:rsid w:val="003A7519"/>
    <w:rsid w:val="003B05CD"/>
    <w:rsid w:val="003B07A6"/>
    <w:rsid w:val="003B191B"/>
    <w:rsid w:val="003B2469"/>
    <w:rsid w:val="003B3FC3"/>
    <w:rsid w:val="003B3FED"/>
    <w:rsid w:val="003B42F6"/>
    <w:rsid w:val="003B436E"/>
    <w:rsid w:val="003B465D"/>
    <w:rsid w:val="003B46A0"/>
    <w:rsid w:val="003B5681"/>
    <w:rsid w:val="003B603C"/>
    <w:rsid w:val="003B71CF"/>
    <w:rsid w:val="003B7CB0"/>
    <w:rsid w:val="003C0A02"/>
    <w:rsid w:val="003C0CEA"/>
    <w:rsid w:val="003C13F6"/>
    <w:rsid w:val="003C1838"/>
    <w:rsid w:val="003C1B91"/>
    <w:rsid w:val="003C2406"/>
    <w:rsid w:val="003C2A66"/>
    <w:rsid w:val="003C3719"/>
    <w:rsid w:val="003C4F53"/>
    <w:rsid w:val="003C5160"/>
    <w:rsid w:val="003C51B2"/>
    <w:rsid w:val="003C5D3F"/>
    <w:rsid w:val="003C5F79"/>
    <w:rsid w:val="003C620C"/>
    <w:rsid w:val="003C66AD"/>
    <w:rsid w:val="003C6E3A"/>
    <w:rsid w:val="003C7069"/>
    <w:rsid w:val="003C73EE"/>
    <w:rsid w:val="003D0A14"/>
    <w:rsid w:val="003D0C4D"/>
    <w:rsid w:val="003D2967"/>
    <w:rsid w:val="003D33A8"/>
    <w:rsid w:val="003D3F1D"/>
    <w:rsid w:val="003D3FFA"/>
    <w:rsid w:val="003D4113"/>
    <w:rsid w:val="003D4F3F"/>
    <w:rsid w:val="003D59CA"/>
    <w:rsid w:val="003D63F3"/>
    <w:rsid w:val="003D63FF"/>
    <w:rsid w:val="003D751C"/>
    <w:rsid w:val="003E213A"/>
    <w:rsid w:val="003E243F"/>
    <w:rsid w:val="003E2C49"/>
    <w:rsid w:val="003E32B1"/>
    <w:rsid w:val="003E3CD4"/>
    <w:rsid w:val="003E4114"/>
    <w:rsid w:val="003E57CC"/>
    <w:rsid w:val="003E5AA7"/>
    <w:rsid w:val="003E5F32"/>
    <w:rsid w:val="003E607C"/>
    <w:rsid w:val="003E6C00"/>
    <w:rsid w:val="003E737A"/>
    <w:rsid w:val="003E7DCC"/>
    <w:rsid w:val="003E7F27"/>
    <w:rsid w:val="003F0D9D"/>
    <w:rsid w:val="003F18CB"/>
    <w:rsid w:val="003F1D63"/>
    <w:rsid w:val="003F2114"/>
    <w:rsid w:val="003F2A2B"/>
    <w:rsid w:val="003F3926"/>
    <w:rsid w:val="003F4B07"/>
    <w:rsid w:val="003F4D27"/>
    <w:rsid w:val="003F5215"/>
    <w:rsid w:val="003F5ADD"/>
    <w:rsid w:val="003F627F"/>
    <w:rsid w:val="003F62C0"/>
    <w:rsid w:val="003F6B7C"/>
    <w:rsid w:val="003F72E3"/>
    <w:rsid w:val="003F7568"/>
    <w:rsid w:val="00400477"/>
    <w:rsid w:val="00400660"/>
    <w:rsid w:val="00400674"/>
    <w:rsid w:val="0040070E"/>
    <w:rsid w:val="00400952"/>
    <w:rsid w:val="00402358"/>
    <w:rsid w:val="00403B28"/>
    <w:rsid w:val="00403FCC"/>
    <w:rsid w:val="004047FF"/>
    <w:rsid w:val="00404D05"/>
    <w:rsid w:val="00404D8F"/>
    <w:rsid w:val="004051E8"/>
    <w:rsid w:val="004057B2"/>
    <w:rsid w:val="004075EE"/>
    <w:rsid w:val="00407C1A"/>
    <w:rsid w:val="004103D0"/>
    <w:rsid w:val="004112BC"/>
    <w:rsid w:val="004113CD"/>
    <w:rsid w:val="00412A2C"/>
    <w:rsid w:val="004134D8"/>
    <w:rsid w:val="004143CB"/>
    <w:rsid w:val="00414FC7"/>
    <w:rsid w:val="00416AC4"/>
    <w:rsid w:val="00417414"/>
    <w:rsid w:val="004176ED"/>
    <w:rsid w:val="00417D75"/>
    <w:rsid w:val="004200FD"/>
    <w:rsid w:val="00420926"/>
    <w:rsid w:val="00420DEA"/>
    <w:rsid w:val="004219ED"/>
    <w:rsid w:val="00421B4C"/>
    <w:rsid w:val="00422CB4"/>
    <w:rsid w:val="00423268"/>
    <w:rsid w:val="00425993"/>
    <w:rsid w:val="00425AEA"/>
    <w:rsid w:val="00425C4B"/>
    <w:rsid w:val="00425D61"/>
    <w:rsid w:val="00425E66"/>
    <w:rsid w:val="00426DA8"/>
    <w:rsid w:val="0042701C"/>
    <w:rsid w:val="00427D89"/>
    <w:rsid w:val="00430389"/>
    <w:rsid w:val="004305B1"/>
    <w:rsid w:val="00430600"/>
    <w:rsid w:val="00430F4D"/>
    <w:rsid w:val="00431428"/>
    <w:rsid w:val="004319C7"/>
    <w:rsid w:val="004330F5"/>
    <w:rsid w:val="0043361E"/>
    <w:rsid w:val="004341D0"/>
    <w:rsid w:val="0043564E"/>
    <w:rsid w:val="00435B51"/>
    <w:rsid w:val="00435C56"/>
    <w:rsid w:val="004362F9"/>
    <w:rsid w:val="00436510"/>
    <w:rsid w:val="00436A09"/>
    <w:rsid w:val="004405F9"/>
    <w:rsid w:val="00440C07"/>
    <w:rsid w:val="00440E3B"/>
    <w:rsid w:val="0044227D"/>
    <w:rsid w:val="00442360"/>
    <w:rsid w:val="0044331A"/>
    <w:rsid w:val="00443489"/>
    <w:rsid w:val="00443DFC"/>
    <w:rsid w:val="00443E78"/>
    <w:rsid w:val="00444334"/>
    <w:rsid w:val="00444B91"/>
    <w:rsid w:val="00444D86"/>
    <w:rsid w:val="004467E8"/>
    <w:rsid w:val="00446BC5"/>
    <w:rsid w:val="00447B56"/>
    <w:rsid w:val="00450BD1"/>
    <w:rsid w:val="004522A1"/>
    <w:rsid w:val="004528D8"/>
    <w:rsid w:val="00452F0C"/>
    <w:rsid w:val="00453348"/>
    <w:rsid w:val="00453818"/>
    <w:rsid w:val="004550D2"/>
    <w:rsid w:val="004567E5"/>
    <w:rsid w:val="00457C09"/>
    <w:rsid w:val="00461BF9"/>
    <w:rsid w:val="004620B7"/>
    <w:rsid w:val="00462CCA"/>
    <w:rsid w:val="00463131"/>
    <w:rsid w:val="0046343F"/>
    <w:rsid w:val="00463527"/>
    <w:rsid w:val="004637E4"/>
    <w:rsid w:val="00463A08"/>
    <w:rsid w:val="00463C8E"/>
    <w:rsid w:val="00463FA0"/>
    <w:rsid w:val="00464113"/>
    <w:rsid w:val="0046462E"/>
    <w:rsid w:val="00464A93"/>
    <w:rsid w:val="00464BD2"/>
    <w:rsid w:val="00464E5B"/>
    <w:rsid w:val="00465241"/>
    <w:rsid w:val="0046744E"/>
    <w:rsid w:val="00470071"/>
    <w:rsid w:val="004705F6"/>
    <w:rsid w:val="0047102C"/>
    <w:rsid w:val="0047125D"/>
    <w:rsid w:val="004723AE"/>
    <w:rsid w:val="00472618"/>
    <w:rsid w:val="004732C8"/>
    <w:rsid w:val="00473DA4"/>
    <w:rsid w:val="00474014"/>
    <w:rsid w:val="00474106"/>
    <w:rsid w:val="0047493D"/>
    <w:rsid w:val="0047676E"/>
    <w:rsid w:val="00476917"/>
    <w:rsid w:val="00476F6C"/>
    <w:rsid w:val="00477781"/>
    <w:rsid w:val="00477CE6"/>
    <w:rsid w:val="004803C6"/>
    <w:rsid w:val="00481647"/>
    <w:rsid w:val="00482D19"/>
    <w:rsid w:val="00482E4B"/>
    <w:rsid w:val="004839C1"/>
    <w:rsid w:val="00484622"/>
    <w:rsid w:val="00485186"/>
    <w:rsid w:val="004863D7"/>
    <w:rsid w:val="00487018"/>
    <w:rsid w:val="004878BB"/>
    <w:rsid w:val="00490923"/>
    <w:rsid w:val="00490A6B"/>
    <w:rsid w:val="00490CD2"/>
    <w:rsid w:val="004913D7"/>
    <w:rsid w:val="0049144D"/>
    <w:rsid w:val="004914B3"/>
    <w:rsid w:val="00491A85"/>
    <w:rsid w:val="00491B8B"/>
    <w:rsid w:val="004920A5"/>
    <w:rsid w:val="00492634"/>
    <w:rsid w:val="00492EFA"/>
    <w:rsid w:val="004933EB"/>
    <w:rsid w:val="00493DAB"/>
    <w:rsid w:val="0049473B"/>
    <w:rsid w:val="004949EE"/>
    <w:rsid w:val="004956C1"/>
    <w:rsid w:val="00495701"/>
    <w:rsid w:val="00495ADE"/>
    <w:rsid w:val="004960A0"/>
    <w:rsid w:val="00496B37"/>
    <w:rsid w:val="004A0065"/>
    <w:rsid w:val="004A0C85"/>
    <w:rsid w:val="004A0CA2"/>
    <w:rsid w:val="004A1010"/>
    <w:rsid w:val="004A1381"/>
    <w:rsid w:val="004A1542"/>
    <w:rsid w:val="004A1DD7"/>
    <w:rsid w:val="004A24A2"/>
    <w:rsid w:val="004A2EA6"/>
    <w:rsid w:val="004A4042"/>
    <w:rsid w:val="004A40EC"/>
    <w:rsid w:val="004A4691"/>
    <w:rsid w:val="004A6D72"/>
    <w:rsid w:val="004A7F54"/>
    <w:rsid w:val="004B0376"/>
    <w:rsid w:val="004B08C9"/>
    <w:rsid w:val="004B0D04"/>
    <w:rsid w:val="004B1541"/>
    <w:rsid w:val="004B1A46"/>
    <w:rsid w:val="004B1C17"/>
    <w:rsid w:val="004B23AF"/>
    <w:rsid w:val="004B26EC"/>
    <w:rsid w:val="004B347C"/>
    <w:rsid w:val="004B577C"/>
    <w:rsid w:val="004B62E3"/>
    <w:rsid w:val="004B6762"/>
    <w:rsid w:val="004B7B7B"/>
    <w:rsid w:val="004B7D9B"/>
    <w:rsid w:val="004C03C5"/>
    <w:rsid w:val="004C0A10"/>
    <w:rsid w:val="004C1281"/>
    <w:rsid w:val="004C190B"/>
    <w:rsid w:val="004C2776"/>
    <w:rsid w:val="004C2887"/>
    <w:rsid w:val="004C2E89"/>
    <w:rsid w:val="004C376A"/>
    <w:rsid w:val="004C456B"/>
    <w:rsid w:val="004C457D"/>
    <w:rsid w:val="004C4792"/>
    <w:rsid w:val="004C522B"/>
    <w:rsid w:val="004C5472"/>
    <w:rsid w:val="004C5BFB"/>
    <w:rsid w:val="004C6081"/>
    <w:rsid w:val="004C655E"/>
    <w:rsid w:val="004C73DF"/>
    <w:rsid w:val="004C79D5"/>
    <w:rsid w:val="004C7B22"/>
    <w:rsid w:val="004C7BE8"/>
    <w:rsid w:val="004C7C7E"/>
    <w:rsid w:val="004C7F43"/>
    <w:rsid w:val="004D08AE"/>
    <w:rsid w:val="004D0F86"/>
    <w:rsid w:val="004D1693"/>
    <w:rsid w:val="004D2045"/>
    <w:rsid w:val="004D27AE"/>
    <w:rsid w:val="004D3749"/>
    <w:rsid w:val="004D3BC8"/>
    <w:rsid w:val="004D4108"/>
    <w:rsid w:val="004D4260"/>
    <w:rsid w:val="004D4926"/>
    <w:rsid w:val="004D66E3"/>
    <w:rsid w:val="004D6855"/>
    <w:rsid w:val="004D68F5"/>
    <w:rsid w:val="004D773F"/>
    <w:rsid w:val="004E0D71"/>
    <w:rsid w:val="004E14BB"/>
    <w:rsid w:val="004E1A82"/>
    <w:rsid w:val="004E1F64"/>
    <w:rsid w:val="004E1FE2"/>
    <w:rsid w:val="004E2D43"/>
    <w:rsid w:val="004E2EDF"/>
    <w:rsid w:val="004E3DB4"/>
    <w:rsid w:val="004E3F7B"/>
    <w:rsid w:val="004E45BD"/>
    <w:rsid w:val="004E7213"/>
    <w:rsid w:val="004E7739"/>
    <w:rsid w:val="004E780B"/>
    <w:rsid w:val="004F0B0E"/>
    <w:rsid w:val="004F0BAD"/>
    <w:rsid w:val="004F0CDC"/>
    <w:rsid w:val="004F12EF"/>
    <w:rsid w:val="004F1D20"/>
    <w:rsid w:val="004F283C"/>
    <w:rsid w:val="004F42B9"/>
    <w:rsid w:val="004F4392"/>
    <w:rsid w:val="004F4F5D"/>
    <w:rsid w:val="004F509F"/>
    <w:rsid w:val="004F601F"/>
    <w:rsid w:val="004F74B5"/>
    <w:rsid w:val="004F782D"/>
    <w:rsid w:val="004F78A1"/>
    <w:rsid w:val="004F7A71"/>
    <w:rsid w:val="00502898"/>
    <w:rsid w:val="00504700"/>
    <w:rsid w:val="0050486D"/>
    <w:rsid w:val="005049B3"/>
    <w:rsid w:val="00504FD4"/>
    <w:rsid w:val="00505502"/>
    <w:rsid w:val="00505AA1"/>
    <w:rsid w:val="00506651"/>
    <w:rsid w:val="0050690F"/>
    <w:rsid w:val="00506A41"/>
    <w:rsid w:val="00506C5F"/>
    <w:rsid w:val="0050767B"/>
    <w:rsid w:val="00507E38"/>
    <w:rsid w:val="00510127"/>
    <w:rsid w:val="0051035E"/>
    <w:rsid w:val="00510E4C"/>
    <w:rsid w:val="005115C0"/>
    <w:rsid w:val="00512C59"/>
    <w:rsid w:val="00512D39"/>
    <w:rsid w:val="005145DB"/>
    <w:rsid w:val="00515011"/>
    <w:rsid w:val="00515133"/>
    <w:rsid w:val="00515FBF"/>
    <w:rsid w:val="005161D6"/>
    <w:rsid w:val="0051636F"/>
    <w:rsid w:val="005176EE"/>
    <w:rsid w:val="005177DF"/>
    <w:rsid w:val="0051790D"/>
    <w:rsid w:val="005179FD"/>
    <w:rsid w:val="00520232"/>
    <w:rsid w:val="00521450"/>
    <w:rsid w:val="005214EB"/>
    <w:rsid w:val="0052501B"/>
    <w:rsid w:val="0052542A"/>
    <w:rsid w:val="00526450"/>
    <w:rsid w:val="0052690A"/>
    <w:rsid w:val="00526FB8"/>
    <w:rsid w:val="005270ED"/>
    <w:rsid w:val="00527BE4"/>
    <w:rsid w:val="00527BF2"/>
    <w:rsid w:val="005309C8"/>
    <w:rsid w:val="00530D4B"/>
    <w:rsid w:val="005328FE"/>
    <w:rsid w:val="00533210"/>
    <w:rsid w:val="00533A31"/>
    <w:rsid w:val="00534CD2"/>
    <w:rsid w:val="00535A30"/>
    <w:rsid w:val="00535CAC"/>
    <w:rsid w:val="00535D6F"/>
    <w:rsid w:val="005366BB"/>
    <w:rsid w:val="00536A3C"/>
    <w:rsid w:val="00536A76"/>
    <w:rsid w:val="005372CA"/>
    <w:rsid w:val="005377C9"/>
    <w:rsid w:val="005408AA"/>
    <w:rsid w:val="005418B0"/>
    <w:rsid w:val="005419E6"/>
    <w:rsid w:val="005422AA"/>
    <w:rsid w:val="00542646"/>
    <w:rsid w:val="00542BD8"/>
    <w:rsid w:val="00542FFA"/>
    <w:rsid w:val="00543336"/>
    <w:rsid w:val="005434FD"/>
    <w:rsid w:val="00544117"/>
    <w:rsid w:val="0054519A"/>
    <w:rsid w:val="00545451"/>
    <w:rsid w:val="00545D3F"/>
    <w:rsid w:val="00546588"/>
    <w:rsid w:val="005468C3"/>
    <w:rsid w:val="00546F57"/>
    <w:rsid w:val="0054749D"/>
    <w:rsid w:val="00547B1B"/>
    <w:rsid w:val="0055011F"/>
    <w:rsid w:val="00550C6E"/>
    <w:rsid w:val="00550CA3"/>
    <w:rsid w:val="00551BE9"/>
    <w:rsid w:val="00552688"/>
    <w:rsid w:val="0055270E"/>
    <w:rsid w:val="00552A72"/>
    <w:rsid w:val="00552C01"/>
    <w:rsid w:val="00552CA2"/>
    <w:rsid w:val="00553B7D"/>
    <w:rsid w:val="00553EA6"/>
    <w:rsid w:val="005542AD"/>
    <w:rsid w:val="005550C1"/>
    <w:rsid w:val="0055542A"/>
    <w:rsid w:val="00555EC8"/>
    <w:rsid w:val="005563D9"/>
    <w:rsid w:val="0055661C"/>
    <w:rsid w:val="005572E5"/>
    <w:rsid w:val="0055789B"/>
    <w:rsid w:val="00557CE5"/>
    <w:rsid w:val="005603C7"/>
    <w:rsid w:val="005608AE"/>
    <w:rsid w:val="005609ED"/>
    <w:rsid w:val="005614F6"/>
    <w:rsid w:val="00561E55"/>
    <w:rsid w:val="00563896"/>
    <w:rsid w:val="00563B76"/>
    <w:rsid w:val="00565AD6"/>
    <w:rsid w:val="00565B24"/>
    <w:rsid w:val="00565BC3"/>
    <w:rsid w:val="00567C52"/>
    <w:rsid w:val="00567EF4"/>
    <w:rsid w:val="00570000"/>
    <w:rsid w:val="00570952"/>
    <w:rsid w:val="00570A7E"/>
    <w:rsid w:val="00570AE4"/>
    <w:rsid w:val="00570C58"/>
    <w:rsid w:val="00570EA2"/>
    <w:rsid w:val="0057102E"/>
    <w:rsid w:val="005730EC"/>
    <w:rsid w:val="005736F9"/>
    <w:rsid w:val="0057423A"/>
    <w:rsid w:val="00574902"/>
    <w:rsid w:val="005749ED"/>
    <w:rsid w:val="0057542B"/>
    <w:rsid w:val="00576206"/>
    <w:rsid w:val="0057692F"/>
    <w:rsid w:val="005774B0"/>
    <w:rsid w:val="005779A3"/>
    <w:rsid w:val="00580699"/>
    <w:rsid w:val="00580D41"/>
    <w:rsid w:val="00581333"/>
    <w:rsid w:val="005818AF"/>
    <w:rsid w:val="00582696"/>
    <w:rsid w:val="00582BCC"/>
    <w:rsid w:val="00583CD9"/>
    <w:rsid w:val="00583D72"/>
    <w:rsid w:val="005845FC"/>
    <w:rsid w:val="00585249"/>
    <w:rsid w:val="0058622C"/>
    <w:rsid w:val="00586E22"/>
    <w:rsid w:val="00586E9E"/>
    <w:rsid w:val="00590343"/>
    <w:rsid w:val="00591857"/>
    <w:rsid w:val="00593401"/>
    <w:rsid w:val="00593ED3"/>
    <w:rsid w:val="005940AE"/>
    <w:rsid w:val="0059440F"/>
    <w:rsid w:val="0059446E"/>
    <w:rsid w:val="00594E0D"/>
    <w:rsid w:val="00595294"/>
    <w:rsid w:val="005952B6"/>
    <w:rsid w:val="00595658"/>
    <w:rsid w:val="00595683"/>
    <w:rsid w:val="00595D6B"/>
    <w:rsid w:val="00597876"/>
    <w:rsid w:val="005A06D7"/>
    <w:rsid w:val="005A12B5"/>
    <w:rsid w:val="005A1907"/>
    <w:rsid w:val="005A1B6B"/>
    <w:rsid w:val="005A3146"/>
    <w:rsid w:val="005A3214"/>
    <w:rsid w:val="005A353A"/>
    <w:rsid w:val="005A37D5"/>
    <w:rsid w:val="005A4598"/>
    <w:rsid w:val="005A5F9C"/>
    <w:rsid w:val="005A69EB"/>
    <w:rsid w:val="005A6BA7"/>
    <w:rsid w:val="005A7AD2"/>
    <w:rsid w:val="005B0639"/>
    <w:rsid w:val="005B083C"/>
    <w:rsid w:val="005B08F7"/>
    <w:rsid w:val="005B1118"/>
    <w:rsid w:val="005B190D"/>
    <w:rsid w:val="005B19CC"/>
    <w:rsid w:val="005B2288"/>
    <w:rsid w:val="005B271B"/>
    <w:rsid w:val="005B375C"/>
    <w:rsid w:val="005B3990"/>
    <w:rsid w:val="005B4903"/>
    <w:rsid w:val="005B5A43"/>
    <w:rsid w:val="005B62CB"/>
    <w:rsid w:val="005B7814"/>
    <w:rsid w:val="005B7859"/>
    <w:rsid w:val="005B7959"/>
    <w:rsid w:val="005B7A9C"/>
    <w:rsid w:val="005C2B01"/>
    <w:rsid w:val="005C304D"/>
    <w:rsid w:val="005C3988"/>
    <w:rsid w:val="005C3C37"/>
    <w:rsid w:val="005C3F60"/>
    <w:rsid w:val="005C5571"/>
    <w:rsid w:val="005C5759"/>
    <w:rsid w:val="005C5BBB"/>
    <w:rsid w:val="005C6416"/>
    <w:rsid w:val="005C6832"/>
    <w:rsid w:val="005D09F4"/>
    <w:rsid w:val="005D0AFC"/>
    <w:rsid w:val="005D0DF5"/>
    <w:rsid w:val="005D2067"/>
    <w:rsid w:val="005D23D5"/>
    <w:rsid w:val="005D32FF"/>
    <w:rsid w:val="005D372A"/>
    <w:rsid w:val="005D374B"/>
    <w:rsid w:val="005D3751"/>
    <w:rsid w:val="005D3BD6"/>
    <w:rsid w:val="005D4F1F"/>
    <w:rsid w:val="005D59A3"/>
    <w:rsid w:val="005D59C7"/>
    <w:rsid w:val="005D67BF"/>
    <w:rsid w:val="005D6823"/>
    <w:rsid w:val="005D6DD7"/>
    <w:rsid w:val="005D7686"/>
    <w:rsid w:val="005D7A13"/>
    <w:rsid w:val="005E0EDA"/>
    <w:rsid w:val="005E11C4"/>
    <w:rsid w:val="005E1B86"/>
    <w:rsid w:val="005E1DF8"/>
    <w:rsid w:val="005E2FBA"/>
    <w:rsid w:val="005E3B3C"/>
    <w:rsid w:val="005E3B76"/>
    <w:rsid w:val="005E3DD6"/>
    <w:rsid w:val="005E478D"/>
    <w:rsid w:val="005E5115"/>
    <w:rsid w:val="005E535E"/>
    <w:rsid w:val="005E55FC"/>
    <w:rsid w:val="005E5A53"/>
    <w:rsid w:val="005E62FE"/>
    <w:rsid w:val="005E68E2"/>
    <w:rsid w:val="005E7148"/>
    <w:rsid w:val="005E7E22"/>
    <w:rsid w:val="005F080D"/>
    <w:rsid w:val="005F1D21"/>
    <w:rsid w:val="005F2CDF"/>
    <w:rsid w:val="005F342A"/>
    <w:rsid w:val="005F47B0"/>
    <w:rsid w:val="005F5272"/>
    <w:rsid w:val="005F52DE"/>
    <w:rsid w:val="005F5396"/>
    <w:rsid w:val="005F641F"/>
    <w:rsid w:val="005F68E5"/>
    <w:rsid w:val="005F6A70"/>
    <w:rsid w:val="005F7282"/>
    <w:rsid w:val="00600CD1"/>
    <w:rsid w:val="00601106"/>
    <w:rsid w:val="006012DC"/>
    <w:rsid w:val="0060148A"/>
    <w:rsid w:val="00601FB9"/>
    <w:rsid w:val="006025F3"/>
    <w:rsid w:val="00603652"/>
    <w:rsid w:val="00603A1E"/>
    <w:rsid w:val="00603F55"/>
    <w:rsid w:val="006047A5"/>
    <w:rsid w:val="00606283"/>
    <w:rsid w:val="00606A1B"/>
    <w:rsid w:val="0060785B"/>
    <w:rsid w:val="00607884"/>
    <w:rsid w:val="00607959"/>
    <w:rsid w:val="006101C0"/>
    <w:rsid w:val="00610253"/>
    <w:rsid w:val="0061049C"/>
    <w:rsid w:val="00610595"/>
    <w:rsid w:val="0061171E"/>
    <w:rsid w:val="00611BAF"/>
    <w:rsid w:val="00612143"/>
    <w:rsid w:val="00612AD5"/>
    <w:rsid w:val="00613188"/>
    <w:rsid w:val="00613234"/>
    <w:rsid w:val="00613737"/>
    <w:rsid w:val="00613E46"/>
    <w:rsid w:val="00614500"/>
    <w:rsid w:val="00614EE3"/>
    <w:rsid w:val="006154F8"/>
    <w:rsid w:val="006157FA"/>
    <w:rsid w:val="0061694C"/>
    <w:rsid w:val="00616D5E"/>
    <w:rsid w:val="00616F5D"/>
    <w:rsid w:val="00617C6E"/>
    <w:rsid w:val="00620DEC"/>
    <w:rsid w:val="00620F48"/>
    <w:rsid w:val="0062135B"/>
    <w:rsid w:val="006218ED"/>
    <w:rsid w:val="006235EE"/>
    <w:rsid w:val="00623B41"/>
    <w:rsid w:val="00623D69"/>
    <w:rsid w:val="00623D6C"/>
    <w:rsid w:val="00624AC0"/>
    <w:rsid w:val="00624DE4"/>
    <w:rsid w:val="006250DB"/>
    <w:rsid w:val="0062553C"/>
    <w:rsid w:val="0062584E"/>
    <w:rsid w:val="00626651"/>
    <w:rsid w:val="00626F66"/>
    <w:rsid w:val="00627558"/>
    <w:rsid w:val="006275EC"/>
    <w:rsid w:val="006314F1"/>
    <w:rsid w:val="00631525"/>
    <w:rsid w:val="00631878"/>
    <w:rsid w:val="00631B07"/>
    <w:rsid w:val="00631D04"/>
    <w:rsid w:val="006320C3"/>
    <w:rsid w:val="00632402"/>
    <w:rsid w:val="00632477"/>
    <w:rsid w:val="0063374E"/>
    <w:rsid w:val="00633862"/>
    <w:rsid w:val="00634EF8"/>
    <w:rsid w:val="0063518F"/>
    <w:rsid w:val="00635DFD"/>
    <w:rsid w:val="00635F86"/>
    <w:rsid w:val="00641994"/>
    <w:rsid w:val="006419E3"/>
    <w:rsid w:val="00641BAC"/>
    <w:rsid w:val="00642A1D"/>
    <w:rsid w:val="00643067"/>
    <w:rsid w:val="00643251"/>
    <w:rsid w:val="00644449"/>
    <w:rsid w:val="0064580A"/>
    <w:rsid w:val="006479DF"/>
    <w:rsid w:val="006507F5"/>
    <w:rsid w:val="0065130E"/>
    <w:rsid w:val="00652677"/>
    <w:rsid w:val="00654031"/>
    <w:rsid w:val="006540B7"/>
    <w:rsid w:val="006542F2"/>
    <w:rsid w:val="00654908"/>
    <w:rsid w:val="00655101"/>
    <w:rsid w:val="006556B1"/>
    <w:rsid w:val="00655B6F"/>
    <w:rsid w:val="00655BE0"/>
    <w:rsid w:val="006567A5"/>
    <w:rsid w:val="0066099E"/>
    <w:rsid w:val="00662250"/>
    <w:rsid w:val="006627B7"/>
    <w:rsid w:val="006633AB"/>
    <w:rsid w:val="00663741"/>
    <w:rsid w:val="00664109"/>
    <w:rsid w:val="00665E2B"/>
    <w:rsid w:val="00666E9D"/>
    <w:rsid w:val="006717AF"/>
    <w:rsid w:val="006717F7"/>
    <w:rsid w:val="00672158"/>
    <w:rsid w:val="00672429"/>
    <w:rsid w:val="0067245C"/>
    <w:rsid w:val="00672C64"/>
    <w:rsid w:val="00672E56"/>
    <w:rsid w:val="00673DD4"/>
    <w:rsid w:val="00674E4F"/>
    <w:rsid w:val="006752A0"/>
    <w:rsid w:val="00675518"/>
    <w:rsid w:val="006758F1"/>
    <w:rsid w:val="00675DE7"/>
    <w:rsid w:val="0067632A"/>
    <w:rsid w:val="00676F61"/>
    <w:rsid w:val="006771B6"/>
    <w:rsid w:val="006779B0"/>
    <w:rsid w:val="00677FB1"/>
    <w:rsid w:val="0068053E"/>
    <w:rsid w:val="00681ABF"/>
    <w:rsid w:val="0068217B"/>
    <w:rsid w:val="0068276C"/>
    <w:rsid w:val="00683D22"/>
    <w:rsid w:val="006844DF"/>
    <w:rsid w:val="006849B9"/>
    <w:rsid w:val="0068557D"/>
    <w:rsid w:val="00685605"/>
    <w:rsid w:val="00685E33"/>
    <w:rsid w:val="0068676C"/>
    <w:rsid w:val="00687385"/>
    <w:rsid w:val="006873CA"/>
    <w:rsid w:val="00687A15"/>
    <w:rsid w:val="0069104B"/>
    <w:rsid w:val="00691F54"/>
    <w:rsid w:val="006920E6"/>
    <w:rsid w:val="00692B7E"/>
    <w:rsid w:val="00692EC0"/>
    <w:rsid w:val="00694333"/>
    <w:rsid w:val="006948DF"/>
    <w:rsid w:val="00694D81"/>
    <w:rsid w:val="006950BE"/>
    <w:rsid w:val="00695C56"/>
    <w:rsid w:val="00695FC3"/>
    <w:rsid w:val="006969FC"/>
    <w:rsid w:val="00697D43"/>
    <w:rsid w:val="006A1136"/>
    <w:rsid w:val="006A14C6"/>
    <w:rsid w:val="006A1B37"/>
    <w:rsid w:val="006A277C"/>
    <w:rsid w:val="006A2F17"/>
    <w:rsid w:val="006A36D0"/>
    <w:rsid w:val="006A39F8"/>
    <w:rsid w:val="006A3C93"/>
    <w:rsid w:val="006A4CF0"/>
    <w:rsid w:val="006A555B"/>
    <w:rsid w:val="006A5C26"/>
    <w:rsid w:val="006A717E"/>
    <w:rsid w:val="006A7AFA"/>
    <w:rsid w:val="006A7E05"/>
    <w:rsid w:val="006B0037"/>
    <w:rsid w:val="006B03BD"/>
    <w:rsid w:val="006B1E36"/>
    <w:rsid w:val="006B2697"/>
    <w:rsid w:val="006B379E"/>
    <w:rsid w:val="006B39FE"/>
    <w:rsid w:val="006B3FB8"/>
    <w:rsid w:val="006B462A"/>
    <w:rsid w:val="006B5BE0"/>
    <w:rsid w:val="006B5F1D"/>
    <w:rsid w:val="006B6D2B"/>
    <w:rsid w:val="006B6F57"/>
    <w:rsid w:val="006B7DA6"/>
    <w:rsid w:val="006B7E49"/>
    <w:rsid w:val="006C0595"/>
    <w:rsid w:val="006C11E8"/>
    <w:rsid w:val="006C1313"/>
    <w:rsid w:val="006C13AB"/>
    <w:rsid w:val="006C13D5"/>
    <w:rsid w:val="006C1B44"/>
    <w:rsid w:val="006C1BE8"/>
    <w:rsid w:val="006C1D0F"/>
    <w:rsid w:val="006C2314"/>
    <w:rsid w:val="006C25E9"/>
    <w:rsid w:val="006C264A"/>
    <w:rsid w:val="006C2AF5"/>
    <w:rsid w:val="006C345D"/>
    <w:rsid w:val="006C3A7D"/>
    <w:rsid w:val="006C489F"/>
    <w:rsid w:val="006C4A8D"/>
    <w:rsid w:val="006C5259"/>
    <w:rsid w:val="006C6FB0"/>
    <w:rsid w:val="006C7160"/>
    <w:rsid w:val="006C7D82"/>
    <w:rsid w:val="006D0AC1"/>
    <w:rsid w:val="006D0B2E"/>
    <w:rsid w:val="006D0F7B"/>
    <w:rsid w:val="006D0FDD"/>
    <w:rsid w:val="006D148A"/>
    <w:rsid w:val="006D1C5D"/>
    <w:rsid w:val="006D1E4A"/>
    <w:rsid w:val="006D3553"/>
    <w:rsid w:val="006D42A5"/>
    <w:rsid w:val="006D4E4D"/>
    <w:rsid w:val="006D5044"/>
    <w:rsid w:val="006D5394"/>
    <w:rsid w:val="006D564D"/>
    <w:rsid w:val="006D57B2"/>
    <w:rsid w:val="006D691D"/>
    <w:rsid w:val="006D6941"/>
    <w:rsid w:val="006D76B8"/>
    <w:rsid w:val="006D7787"/>
    <w:rsid w:val="006D7E6D"/>
    <w:rsid w:val="006E0308"/>
    <w:rsid w:val="006E0432"/>
    <w:rsid w:val="006E1778"/>
    <w:rsid w:val="006E18D1"/>
    <w:rsid w:val="006E264E"/>
    <w:rsid w:val="006E2E45"/>
    <w:rsid w:val="006E34E4"/>
    <w:rsid w:val="006E356D"/>
    <w:rsid w:val="006E3D97"/>
    <w:rsid w:val="006E416E"/>
    <w:rsid w:val="006E418E"/>
    <w:rsid w:val="006E47B2"/>
    <w:rsid w:val="006E4A0C"/>
    <w:rsid w:val="006E4F56"/>
    <w:rsid w:val="006E6487"/>
    <w:rsid w:val="006E691D"/>
    <w:rsid w:val="006E6C40"/>
    <w:rsid w:val="006E6D95"/>
    <w:rsid w:val="006E77E5"/>
    <w:rsid w:val="006E7DA4"/>
    <w:rsid w:val="006F0477"/>
    <w:rsid w:val="006F08DA"/>
    <w:rsid w:val="006F117D"/>
    <w:rsid w:val="006F31EA"/>
    <w:rsid w:val="006F322B"/>
    <w:rsid w:val="006F3668"/>
    <w:rsid w:val="006F393D"/>
    <w:rsid w:val="006F3FDE"/>
    <w:rsid w:val="006F4825"/>
    <w:rsid w:val="006F5886"/>
    <w:rsid w:val="006F6DF0"/>
    <w:rsid w:val="006F7496"/>
    <w:rsid w:val="006F7528"/>
    <w:rsid w:val="006F781D"/>
    <w:rsid w:val="00700FC7"/>
    <w:rsid w:val="00701BF5"/>
    <w:rsid w:val="0070206A"/>
    <w:rsid w:val="00702241"/>
    <w:rsid w:val="00702755"/>
    <w:rsid w:val="00702CD2"/>
    <w:rsid w:val="00703E11"/>
    <w:rsid w:val="00704C6D"/>
    <w:rsid w:val="0070555B"/>
    <w:rsid w:val="007057E2"/>
    <w:rsid w:val="00706A61"/>
    <w:rsid w:val="00706B28"/>
    <w:rsid w:val="00707AB1"/>
    <w:rsid w:val="00707D6F"/>
    <w:rsid w:val="007109CB"/>
    <w:rsid w:val="00710C66"/>
    <w:rsid w:val="00711052"/>
    <w:rsid w:val="0071174C"/>
    <w:rsid w:val="007118E1"/>
    <w:rsid w:val="00711929"/>
    <w:rsid w:val="00711D27"/>
    <w:rsid w:val="0071221E"/>
    <w:rsid w:val="007157A5"/>
    <w:rsid w:val="007160D3"/>
    <w:rsid w:val="00716B9A"/>
    <w:rsid w:val="007173D8"/>
    <w:rsid w:val="00720211"/>
    <w:rsid w:val="007212DF"/>
    <w:rsid w:val="00721726"/>
    <w:rsid w:val="00721F9D"/>
    <w:rsid w:val="00723062"/>
    <w:rsid w:val="007233CD"/>
    <w:rsid w:val="00723BF9"/>
    <w:rsid w:val="00724AA0"/>
    <w:rsid w:val="00725B9A"/>
    <w:rsid w:val="00727243"/>
    <w:rsid w:val="00727B5A"/>
    <w:rsid w:val="00730216"/>
    <w:rsid w:val="0073073F"/>
    <w:rsid w:val="007313D9"/>
    <w:rsid w:val="00731C0B"/>
    <w:rsid w:val="00731F36"/>
    <w:rsid w:val="00732402"/>
    <w:rsid w:val="00732AE3"/>
    <w:rsid w:val="007333F4"/>
    <w:rsid w:val="00734F11"/>
    <w:rsid w:val="00735507"/>
    <w:rsid w:val="007374B8"/>
    <w:rsid w:val="00737650"/>
    <w:rsid w:val="00740504"/>
    <w:rsid w:val="00741393"/>
    <w:rsid w:val="007417FA"/>
    <w:rsid w:val="007417FC"/>
    <w:rsid w:val="00741D75"/>
    <w:rsid w:val="00741DCB"/>
    <w:rsid w:val="00743CB1"/>
    <w:rsid w:val="00744717"/>
    <w:rsid w:val="00744D04"/>
    <w:rsid w:val="007458B6"/>
    <w:rsid w:val="00745B9A"/>
    <w:rsid w:val="0074741B"/>
    <w:rsid w:val="00747AD8"/>
    <w:rsid w:val="00747D96"/>
    <w:rsid w:val="0075042C"/>
    <w:rsid w:val="007505E0"/>
    <w:rsid w:val="00750757"/>
    <w:rsid w:val="00750C48"/>
    <w:rsid w:val="00750C56"/>
    <w:rsid w:val="0075188C"/>
    <w:rsid w:val="007533F7"/>
    <w:rsid w:val="00753839"/>
    <w:rsid w:val="00753AC9"/>
    <w:rsid w:val="00753B76"/>
    <w:rsid w:val="00754F07"/>
    <w:rsid w:val="007554C5"/>
    <w:rsid w:val="007555BF"/>
    <w:rsid w:val="00756B27"/>
    <w:rsid w:val="00757498"/>
    <w:rsid w:val="007611FA"/>
    <w:rsid w:val="0076196D"/>
    <w:rsid w:val="00762E9B"/>
    <w:rsid w:val="00763E62"/>
    <w:rsid w:val="00764BEE"/>
    <w:rsid w:val="00766055"/>
    <w:rsid w:val="00766D33"/>
    <w:rsid w:val="007671D5"/>
    <w:rsid w:val="00767486"/>
    <w:rsid w:val="00767537"/>
    <w:rsid w:val="00767FD1"/>
    <w:rsid w:val="007701AC"/>
    <w:rsid w:val="007701C2"/>
    <w:rsid w:val="00770436"/>
    <w:rsid w:val="00770602"/>
    <w:rsid w:val="00770D32"/>
    <w:rsid w:val="00770F88"/>
    <w:rsid w:val="00771138"/>
    <w:rsid w:val="0077144E"/>
    <w:rsid w:val="007719AC"/>
    <w:rsid w:val="007735ED"/>
    <w:rsid w:val="00773D54"/>
    <w:rsid w:val="00774758"/>
    <w:rsid w:val="007748B5"/>
    <w:rsid w:val="00776875"/>
    <w:rsid w:val="00776F0B"/>
    <w:rsid w:val="0077738F"/>
    <w:rsid w:val="00777A7D"/>
    <w:rsid w:val="007802CD"/>
    <w:rsid w:val="0078084F"/>
    <w:rsid w:val="00780CA4"/>
    <w:rsid w:val="00780EEE"/>
    <w:rsid w:val="00782A61"/>
    <w:rsid w:val="00782B07"/>
    <w:rsid w:val="00783E9E"/>
    <w:rsid w:val="00784870"/>
    <w:rsid w:val="00784B00"/>
    <w:rsid w:val="007854BA"/>
    <w:rsid w:val="00785A94"/>
    <w:rsid w:val="00785BED"/>
    <w:rsid w:val="00786FC0"/>
    <w:rsid w:val="00786FDF"/>
    <w:rsid w:val="00787715"/>
    <w:rsid w:val="00787A24"/>
    <w:rsid w:val="00787BBA"/>
    <w:rsid w:val="00787C73"/>
    <w:rsid w:val="00793C6D"/>
    <w:rsid w:val="00794BAF"/>
    <w:rsid w:val="00794F4D"/>
    <w:rsid w:val="0079501C"/>
    <w:rsid w:val="00795598"/>
    <w:rsid w:val="007955B0"/>
    <w:rsid w:val="00795C81"/>
    <w:rsid w:val="00795EB1"/>
    <w:rsid w:val="00795F89"/>
    <w:rsid w:val="0079675B"/>
    <w:rsid w:val="00796870"/>
    <w:rsid w:val="007969F0"/>
    <w:rsid w:val="007A0D81"/>
    <w:rsid w:val="007A0FA0"/>
    <w:rsid w:val="007A15C3"/>
    <w:rsid w:val="007A2536"/>
    <w:rsid w:val="007A25ED"/>
    <w:rsid w:val="007A3C5B"/>
    <w:rsid w:val="007A423F"/>
    <w:rsid w:val="007A47B5"/>
    <w:rsid w:val="007A49CD"/>
    <w:rsid w:val="007A6946"/>
    <w:rsid w:val="007A6BD0"/>
    <w:rsid w:val="007A72B2"/>
    <w:rsid w:val="007A7C39"/>
    <w:rsid w:val="007A7D77"/>
    <w:rsid w:val="007A7E08"/>
    <w:rsid w:val="007B1181"/>
    <w:rsid w:val="007B222E"/>
    <w:rsid w:val="007B24F8"/>
    <w:rsid w:val="007B2822"/>
    <w:rsid w:val="007B29BA"/>
    <w:rsid w:val="007B35E0"/>
    <w:rsid w:val="007B3969"/>
    <w:rsid w:val="007B3D8C"/>
    <w:rsid w:val="007B6565"/>
    <w:rsid w:val="007B724E"/>
    <w:rsid w:val="007B7937"/>
    <w:rsid w:val="007B7EC7"/>
    <w:rsid w:val="007C04DD"/>
    <w:rsid w:val="007C10FB"/>
    <w:rsid w:val="007C1BB0"/>
    <w:rsid w:val="007C1D99"/>
    <w:rsid w:val="007C24A0"/>
    <w:rsid w:val="007C28DD"/>
    <w:rsid w:val="007C2AC3"/>
    <w:rsid w:val="007C3DD8"/>
    <w:rsid w:val="007C5A99"/>
    <w:rsid w:val="007C5EC6"/>
    <w:rsid w:val="007C682D"/>
    <w:rsid w:val="007C6AC4"/>
    <w:rsid w:val="007C7086"/>
    <w:rsid w:val="007C761F"/>
    <w:rsid w:val="007C7C35"/>
    <w:rsid w:val="007C7DF1"/>
    <w:rsid w:val="007D0935"/>
    <w:rsid w:val="007D0D2E"/>
    <w:rsid w:val="007D11D4"/>
    <w:rsid w:val="007D15EC"/>
    <w:rsid w:val="007D1F3F"/>
    <w:rsid w:val="007D1F49"/>
    <w:rsid w:val="007D277E"/>
    <w:rsid w:val="007D29E4"/>
    <w:rsid w:val="007D5C75"/>
    <w:rsid w:val="007D5DC7"/>
    <w:rsid w:val="007D69FE"/>
    <w:rsid w:val="007D6D1D"/>
    <w:rsid w:val="007D7298"/>
    <w:rsid w:val="007D787F"/>
    <w:rsid w:val="007E04C9"/>
    <w:rsid w:val="007E23CE"/>
    <w:rsid w:val="007E2C91"/>
    <w:rsid w:val="007E336E"/>
    <w:rsid w:val="007E3CF7"/>
    <w:rsid w:val="007E3F98"/>
    <w:rsid w:val="007E4017"/>
    <w:rsid w:val="007E40A9"/>
    <w:rsid w:val="007E4462"/>
    <w:rsid w:val="007E45E9"/>
    <w:rsid w:val="007E5333"/>
    <w:rsid w:val="007E6AE6"/>
    <w:rsid w:val="007E7465"/>
    <w:rsid w:val="007E7D41"/>
    <w:rsid w:val="007F0D90"/>
    <w:rsid w:val="007F109A"/>
    <w:rsid w:val="007F24B3"/>
    <w:rsid w:val="007F2B72"/>
    <w:rsid w:val="007F3040"/>
    <w:rsid w:val="007F58C1"/>
    <w:rsid w:val="007F610B"/>
    <w:rsid w:val="007F6309"/>
    <w:rsid w:val="007F68B2"/>
    <w:rsid w:val="007F6C4C"/>
    <w:rsid w:val="007F7119"/>
    <w:rsid w:val="00800058"/>
    <w:rsid w:val="00800E83"/>
    <w:rsid w:val="00800F51"/>
    <w:rsid w:val="00802128"/>
    <w:rsid w:val="008029E3"/>
    <w:rsid w:val="00802B3A"/>
    <w:rsid w:val="00802E31"/>
    <w:rsid w:val="00802F68"/>
    <w:rsid w:val="008036DC"/>
    <w:rsid w:val="008036FF"/>
    <w:rsid w:val="008055B1"/>
    <w:rsid w:val="008067A4"/>
    <w:rsid w:val="00806A0A"/>
    <w:rsid w:val="00807520"/>
    <w:rsid w:val="008114EB"/>
    <w:rsid w:val="008122B0"/>
    <w:rsid w:val="00812A8B"/>
    <w:rsid w:val="00813D51"/>
    <w:rsid w:val="00816162"/>
    <w:rsid w:val="0081650F"/>
    <w:rsid w:val="00817DED"/>
    <w:rsid w:val="00820578"/>
    <w:rsid w:val="008206EC"/>
    <w:rsid w:val="00821046"/>
    <w:rsid w:val="0082138B"/>
    <w:rsid w:val="00821ED9"/>
    <w:rsid w:val="008220C5"/>
    <w:rsid w:val="008230EA"/>
    <w:rsid w:val="008232A3"/>
    <w:rsid w:val="00824069"/>
    <w:rsid w:val="008241DA"/>
    <w:rsid w:val="00824700"/>
    <w:rsid w:val="008248AA"/>
    <w:rsid w:val="008248D4"/>
    <w:rsid w:val="0082509D"/>
    <w:rsid w:val="008250D0"/>
    <w:rsid w:val="008257D9"/>
    <w:rsid w:val="00826399"/>
    <w:rsid w:val="00826BC7"/>
    <w:rsid w:val="008271D3"/>
    <w:rsid w:val="008274BD"/>
    <w:rsid w:val="0082754A"/>
    <w:rsid w:val="008279D7"/>
    <w:rsid w:val="0083004E"/>
    <w:rsid w:val="00832335"/>
    <w:rsid w:val="008328B9"/>
    <w:rsid w:val="00832993"/>
    <w:rsid w:val="00832DA5"/>
    <w:rsid w:val="008340F0"/>
    <w:rsid w:val="00834227"/>
    <w:rsid w:val="008346BA"/>
    <w:rsid w:val="008349B6"/>
    <w:rsid w:val="00834B66"/>
    <w:rsid w:val="00835357"/>
    <w:rsid w:val="00835B33"/>
    <w:rsid w:val="00836E4B"/>
    <w:rsid w:val="00840516"/>
    <w:rsid w:val="00840902"/>
    <w:rsid w:val="008410B6"/>
    <w:rsid w:val="00842265"/>
    <w:rsid w:val="00842670"/>
    <w:rsid w:val="00843329"/>
    <w:rsid w:val="008433A7"/>
    <w:rsid w:val="00843A3F"/>
    <w:rsid w:val="00843DAA"/>
    <w:rsid w:val="00845218"/>
    <w:rsid w:val="00845585"/>
    <w:rsid w:val="00845728"/>
    <w:rsid w:val="0084573A"/>
    <w:rsid w:val="00845F8B"/>
    <w:rsid w:val="008471B2"/>
    <w:rsid w:val="00851007"/>
    <w:rsid w:val="0085131F"/>
    <w:rsid w:val="0085219C"/>
    <w:rsid w:val="00852AEB"/>
    <w:rsid w:val="00852C91"/>
    <w:rsid w:val="008537B3"/>
    <w:rsid w:val="00853CFD"/>
    <w:rsid w:val="00854195"/>
    <w:rsid w:val="008547E2"/>
    <w:rsid w:val="00854ED9"/>
    <w:rsid w:val="00855A6D"/>
    <w:rsid w:val="008569FA"/>
    <w:rsid w:val="00857910"/>
    <w:rsid w:val="00857F7A"/>
    <w:rsid w:val="00860BA1"/>
    <w:rsid w:val="008612F1"/>
    <w:rsid w:val="00861956"/>
    <w:rsid w:val="00862B91"/>
    <w:rsid w:val="00863F4F"/>
    <w:rsid w:val="008655A4"/>
    <w:rsid w:val="00866652"/>
    <w:rsid w:val="00866F22"/>
    <w:rsid w:val="00867B98"/>
    <w:rsid w:val="00867BAF"/>
    <w:rsid w:val="00867D0C"/>
    <w:rsid w:val="00867EFF"/>
    <w:rsid w:val="0087004F"/>
    <w:rsid w:val="008701BC"/>
    <w:rsid w:val="008709BD"/>
    <w:rsid w:val="00870C25"/>
    <w:rsid w:val="00871C54"/>
    <w:rsid w:val="0087209A"/>
    <w:rsid w:val="0087369E"/>
    <w:rsid w:val="00873A5D"/>
    <w:rsid w:val="00874007"/>
    <w:rsid w:val="00874D35"/>
    <w:rsid w:val="008756FA"/>
    <w:rsid w:val="00875A43"/>
    <w:rsid w:val="00875B33"/>
    <w:rsid w:val="00876330"/>
    <w:rsid w:val="00876B32"/>
    <w:rsid w:val="00877029"/>
    <w:rsid w:val="008770EE"/>
    <w:rsid w:val="0087795A"/>
    <w:rsid w:val="0088083D"/>
    <w:rsid w:val="00880D1C"/>
    <w:rsid w:val="008810F1"/>
    <w:rsid w:val="008820E4"/>
    <w:rsid w:val="008822C4"/>
    <w:rsid w:val="008847D4"/>
    <w:rsid w:val="0088617A"/>
    <w:rsid w:val="00886C9A"/>
    <w:rsid w:val="00887DB7"/>
    <w:rsid w:val="00890009"/>
    <w:rsid w:val="008900C4"/>
    <w:rsid w:val="00890D6E"/>
    <w:rsid w:val="00891125"/>
    <w:rsid w:val="008911CD"/>
    <w:rsid w:val="00891EFD"/>
    <w:rsid w:val="00891F72"/>
    <w:rsid w:val="00892FC7"/>
    <w:rsid w:val="00895284"/>
    <w:rsid w:val="00895485"/>
    <w:rsid w:val="00895676"/>
    <w:rsid w:val="00896AFC"/>
    <w:rsid w:val="00897974"/>
    <w:rsid w:val="00897B08"/>
    <w:rsid w:val="008A0692"/>
    <w:rsid w:val="008A092C"/>
    <w:rsid w:val="008A10F0"/>
    <w:rsid w:val="008A20FD"/>
    <w:rsid w:val="008A3A6B"/>
    <w:rsid w:val="008A3B63"/>
    <w:rsid w:val="008A4AAA"/>
    <w:rsid w:val="008A53A6"/>
    <w:rsid w:val="008A5DE4"/>
    <w:rsid w:val="008A6083"/>
    <w:rsid w:val="008A6B4E"/>
    <w:rsid w:val="008A7350"/>
    <w:rsid w:val="008B02F3"/>
    <w:rsid w:val="008B047F"/>
    <w:rsid w:val="008B05DF"/>
    <w:rsid w:val="008B11E6"/>
    <w:rsid w:val="008B2094"/>
    <w:rsid w:val="008B22D3"/>
    <w:rsid w:val="008B289D"/>
    <w:rsid w:val="008B31A9"/>
    <w:rsid w:val="008B3C1F"/>
    <w:rsid w:val="008B3D3F"/>
    <w:rsid w:val="008B5625"/>
    <w:rsid w:val="008B617D"/>
    <w:rsid w:val="008B635C"/>
    <w:rsid w:val="008B63A2"/>
    <w:rsid w:val="008B63EB"/>
    <w:rsid w:val="008B665B"/>
    <w:rsid w:val="008B71B0"/>
    <w:rsid w:val="008C0361"/>
    <w:rsid w:val="008C03E8"/>
    <w:rsid w:val="008C053E"/>
    <w:rsid w:val="008C0961"/>
    <w:rsid w:val="008C270C"/>
    <w:rsid w:val="008C28AB"/>
    <w:rsid w:val="008C466B"/>
    <w:rsid w:val="008C4A4C"/>
    <w:rsid w:val="008C4E28"/>
    <w:rsid w:val="008C51E0"/>
    <w:rsid w:val="008C5F1E"/>
    <w:rsid w:val="008C6815"/>
    <w:rsid w:val="008C6D04"/>
    <w:rsid w:val="008C7CCB"/>
    <w:rsid w:val="008D0D19"/>
    <w:rsid w:val="008D0F73"/>
    <w:rsid w:val="008D25ED"/>
    <w:rsid w:val="008D26CC"/>
    <w:rsid w:val="008D32EB"/>
    <w:rsid w:val="008D4899"/>
    <w:rsid w:val="008D56FF"/>
    <w:rsid w:val="008D5796"/>
    <w:rsid w:val="008E027F"/>
    <w:rsid w:val="008E1545"/>
    <w:rsid w:val="008E1840"/>
    <w:rsid w:val="008E26A3"/>
    <w:rsid w:val="008E2986"/>
    <w:rsid w:val="008E3375"/>
    <w:rsid w:val="008E4340"/>
    <w:rsid w:val="008E45BA"/>
    <w:rsid w:val="008E4E1E"/>
    <w:rsid w:val="008E52C6"/>
    <w:rsid w:val="008E7A89"/>
    <w:rsid w:val="008E7DCA"/>
    <w:rsid w:val="008F07A2"/>
    <w:rsid w:val="008F16BA"/>
    <w:rsid w:val="008F1F65"/>
    <w:rsid w:val="008F2376"/>
    <w:rsid w:val="008F27FC"/>
    <w:rsid w:val="008F311A"/>
    <w:rsid w:val="008F34C2"/>
    <w:rsid w:val="008F3530"/>
    <w:rsid w:val="008F3D5B"/>
    <w:rsid w:val="008F4018"/>
    <w:rsid w:val="008F41F3"/>
    <w:rsid w:val="008F424B"/>
    <w:rsid w:val="008F4621"/>
    <w:rsid w:val="008F48E2"/>
    <w:rsid w:val="008F6111"/>
    <w:rsid w:val="008F671B"/>
    <w:rsid w:val="008F67DF"/>
    <w:rsid w:val="008F7798"/>
    <w:rsid w:val="008F7FD0"/>
    <w:rsid w:val="00900D6A"/>
    <w:rsid w:val="00901345"/>
    <w:rsid w:val="00901737"/>
    <w:rsid w:val="00903ECA"/>
    <w:rsid w:val="00905481"/>
    <w:rsid w:val="00905EC8"/>
    <w:rsid w:val="00906582"/>
    <w:rsid w:val="0090672B"/>
    <w:rsid w:val="009068EA"/>
    <w:rsid w:val="0090739A"/>
    <w:rsid w:val="0091104B"/>
    <w:rsid w:val="00912589"/>
    <w:rsid w:val="00912654"/>
    <w:rsid w:val="00912D45"/>
    <w:rsid w:val="00912FE2"/>
    <w:rsid w:val="009131F6"/>
    <w:rsid w:val="009136DF"/>
    <w:rsid w:val="0091381B"/>
    <w:rsid w:val="00913FD0"/>
    <w:rsid w:val="009145A5"/>
    <w:rsid w:val="009151CC"/>
    <w:rsid w:val="00915F17"/>
    <w:rsid w:val="00916254"/>
    <w:rsid w:val="00917A56"/>
    <w:rsid w:val="009204A2"/>
    <w:rsid w:val="009218B4"/>
    <w:rsid w:val="00921F60"/>
    <w:rsid w:val="00922142"/>
    <w:rsid w:val="009224B2"/>
    <w:rsid w:val="00922542"/>
    <w:rsid w:val="00923371"/>
    <w:rsid w:val="00923773"/>
    <w:rsid w:val="009247A0"/>
    <w:rsid w:val="00924AFA"/>
    <w:rsid w:val="00925650"/>
    <w:rsid w:val="0092570B"/>
    <w:rsid w:val="00927446"/>
    <w:rsid w:val="00927562"/>
    <w:rsid w:val="00927ACF"/>
    <w:rsid w:val="00927CDF"/>
    <w:rsid w:val="00930E3D"/>
    <w:rsid w:val="00930F2E"/>
    <w:rsid w:val="0093155D"/>
    <w:rsid w:val="00931B42"/>
    <w:rsid w:val="00931F36"/>
    <w:rsid w:val="0093209F"/>
    <w:rsid w:val="00932811"/>
    <w:rsid w:val="009329AA"/>
    <w:rsid w:val="009341D9"/>
    <w:rsid w:val="00935636"/>
    <w:rsid w:val="00935EC9"/>
    <w:rsid w:val="009362CC"/>
    <w:rsid w:val="00936694"/>
    <w:rsid w:val="00936A39"/>
    <w:rsid w:val="00936E3E"/>
    <w:rsid w:val="00936F46"/>
    <w:rsid w:val="0093706D"/>
    <w:rsid w:val="00937998"/>
    <w:rsid w:val="00937DEB"/>
    <w:rsid w:val="00940F93"/>
    <w:rsid w:val="009416B0"/>
    <w:rsid w:val="00941722"/>
    <w:rsid w:val="00941B72"/>
    <w:rsid w:val="00942568"/>
    <w:rsid w:val="00942F0A"/>
    <w:rsid w:val="00945034"/>
    <w:rsid w:val="00945D82"/>
    <w:rsid w:val="0094610B"/>
    <w:rsid w:val="00946306"/>
    <w:rsid w:val="009470D1"/>
    <w:rsid w:val="00947A53"/>
    <w:rsid w:val="00947D61"/>
    <w:rsid w:val="0095073E"/>
    <w:rsid w:val="0095105D"/>
    <w:rsid w:val="009511C0"/>
    <w:rsid w:val="00952966"/>
    <w:rsid w:val="0095371F"/>
    <w:rsid w:val="009541B7"/>
    <w:rsid w:val="00954330"/>
    <w:rsid w:val="009553AE"/>
    <w:rsid w:val="009555F4"/>
    <w:rsid w:val="00955C51"/>
    <w:rsid w:val="00956E92"/>
    <w:rsid w:val="0095761F"/>
    <w:rsid w:val="00957835"/>
    <w:rsid w:val="00957C6F"/>
    <w:rsid w:val="00957D41"/>
    <w:rsid w:val="00960127"/>
    <w:rsid w:val="00962869"/>
    <w:rsid w:val="009644A1"/>
    <w:rsid w:val="00964B08"/>
    <w:rsid w:val="00964D59"/>
    <w:rsid w:val="00965AEC"/>
    <w:rsid w:val="00965FA3"/>
    <w:rsid w:val="009660C0"/>
    <w:rsid w:val="00966D3B"/>
    <w:rsid w:val="00966E06"/>
    <w:rsid w:val="009677B5"/>
    <w:rsid w:val="009702EB"/>
    <w:rsid w:val="00970A27"/>
    <w:rsid w:val="009730C0"/>
    <w:rsid w:val="0097330B"/>
    <w:rsid w:val="00974DCD"/>
    <w:rsid w:val="00975A95"/>
    <w:rsid w:val="00975DA5"/>
    <w:rsid w:val="009764C8"/>
    <w:rsid w:val="009766C4"/>
    <w:rsid w:val="00980358"/>
    <w:rsid w:val="00981252"/>
    <w:rsid w:val="00981443"/>
    <w:rsid w:val="00981AB6"/>
    <w:rsid w:val="00981FC5"/>
    <w:rsid w:val="009826A3"/>
    <w:rsid w:val="00982C47"/>
    <w:rsid w:val="0098438A"/>
    <w:rsid w:val="00984DA1"/>
    <w:rsid w:val="009855D1"/>
    <w:rsid w:val="00985635"/>
    <w:rsid w:val="00986C7A"/>
    <w:rsid w:val="00987300"/>
    <w:rsid w:val="009875E4"/>
    <w:rsid w:val="009901AB"/>
    <w:rsid w:val="0099176A"/>
    <w:rsid w:val="0099190E"/>
    <w:rsid w:val="0099200D"/>
    <w:rsid w:val="00992242"/>
    <w:rsid w:val="00993E92"/>
    <w:rsid w:val="009940EE"/>
    <w:rsid w:val="00994983"/>
    <w:rsid w:val="00995886"/>
    <w:rsid w:val="00995AF9"/>
    <w:rsid w:val="00995F61"/>
    <w:rsid w:val="009973BD"/>
    <w:rsid w:val="009973C5"/>
    <w:rsid w:val="00997AD9"/>
    <w:rsid w:val="009A04B4"/>
    <w:rsid w:val="009A07FC"/>
    <w:rsid w:val="009A1692"/>
    <w:rsid w:val="009A16F8"/>
    <w:rsid w:val="009A1F5F"/>
    <w:rsid w:val="009A2301"/>
    <w:rsid w:val="009A2403"/>
    <w:rsid w:val="009A2A4B"/>
    <w:rsid w:val="009A2C4B"/>
    <w:rsid w:val="009A3BBD"/>
    <w:rsid w:val="009A4C31"/>
    <w:rsid w:val="009A5564"/>
    <w:rsid w:val="009A5E0A"/>
    <w:rsid w:val="009A7C20"/>
    <w:rsid w:val="009A7E5B"/>
    <w:rsid w:val="009B1D05"/>
    <w:rsid w:val="009B1D42"/>
    <w:rsid w:val="009B1E68"/>
    <w:rsid w:val="009B2774"/>
    <w:rsid w:val="009B2C29"/>
    <w:rsid w:val="009B2E3F"/>
    <w:rsid w:val="009B341E"/>
    <w:rsid w:val="009B40D4"/>
    <w:rsid w:val="009B412F"/>
    <w:rsid w:val="009B46B7"/>
    <w:rsid w:val="009B527B"/>
    <w:rsid w:val="009B540C"/>
    <w:rsid w:val="009B752A"/>
    <w:rsid w:val="009B7CFE"/>
    <w:rsid w:val="009C091F"/>
    <w:rsid w:val="009C1244"/>
    <w:rsid w:val="009C538C"/>
    <w:rsid w:val="009C72F4"/>
    <w:rsid w:val="009D16C9"/>
    <w:rsid w:val="009D1B4F"/>
    <w:rsid w:val="009D23AD"/>
    <w:rsid w:val="009D30C3"/>
    <w:rsid w:val="009D4250"/>
    <w:rsid w:val="009D4602"/>
    <w:rsid w:val="009D4925"/>
    <w:rsid w:val="009D5626"/>
    <w:rsid w:val="009D5C8A"/>
    <w:rsid w:val="009D602A"/>
    <w:rsid w:val="009D6681"/>
    <w:rsid w:val="009E00AA"/>
    <w:rsid w:val="009E00B9"/>
    <w:rsid w:val="009E0C2C"/>
    <w:rsid w:val="009E0F8B"/>
    <w:rsid w:val="009E163B"/>
    <w:rsid w:val="009E200E"/>
    <w:rsid w:val="009E2AE2"/>
    <w:rsid w:val="009E3BA3"/>
    <w:rsid w:val="009E3DB3"/>
    <w:rsid w:val="009E4150"/>
    <w:rsid w:val="009E4210"/>
    <w:rsid w:val="009E47DD"/>
    <w:rsid w:val="009E484C"/>
    <w:rsid w:val="009E4948"/>
    <w:rsid w:val="009E5C26"/>
    <w:rsid w:val="009E6BCA"/>
    <w:rsid w:val="009E7714"/>
    <w:rsid w:val="009E7FDA"/>
    <w:rsid w:val="009F02AD"/>
    <w:rsid w:val="009F0581"/>
    <w:rsid w:val="009F08F6"/>
    <w:rsid w:val="009F0956"/>
    <w:rsid w:val="009F0B16"/>
    <w:rsid w:val="009F1477"/>
    <w:rsid w:val="009F158B"/>
    <w:rsid w:val="009F2B7C"/>
    <w:rsid w:val="009F2E24"/>
    <w:rsid w:val="009F2E4E"/>
    <w:rsid w:val="009F2FDE"/>
    <w:rsid w:val="009F35EB"/>
    <w:rsid w:val="009F3DCA"/>
    <w:rsid w:val="009F4281"/>
    <w:rsid w:val="009F5701"/>
    <w:rsid w:val="009F5D3C"/>
    <w:rsid w:val="009F5F33"/>
    <w:rsid w:val="009F6421"/>
    <w:rsid w:val="009F647C"/>
    <w:rsid w:val="009F7A09"/>
    <w:rsid w:val="009F7A7B"/>
    <w:rsid w:val="00A0017E"/>
    <w:rsid w:val="00A00195"/>
    <w:rsid w:val="00A01153"/>
    <w:rsid w:val="00A013B8"/>
    <w:rsid w:val="00A038ED"/>
    <w:rsid w:val="00A04FA8"/>
    <w:rsid w:val="00A0601F"/>
    <w:rsid w:val="00A0666C"/>
    <w:rsid w:val="00A06FB3"/>
    <w:rsid w:val="00A07A69"/>
    <w:rsid w:val="00A07BD6"/>
    <w:rsid w:val="00A07D55"/>
    <w:rsid w:val="00A07FF4"/>
    <w:rsid w:val="00A10789"/>
    <w:rsid w:val="00A11787"/>
    <w:rsid w:val="00A11B09"/>
    <w:rsid w:val="00A12C91"/>
    <w:rsid w:val="00A1321E"/>
    <w:rsid w:val="00A148EF"/>
    <w:rsid w:val="00A14931"/>
    <w:rsid w:val="00A155FD"/>
    <w:rsid w:val="00A16084"/>
    <w:rsid w:val="00A16848"/>
    <w:rsid w:val="00A16A3A"/>
    <w:rsid w:val="00A17059"/>
    <w:rsid w:val="00A17E0D"/>
    <w:rsid w:val="00A2053D"/>
    <w:rsid w:val="00A21867"/>
    <w:rsid w:val="00A22158"/>
    <w:rsid w:val="00A22857"/>
    <w:rsid w:val="00A22EE1"/>
    <w:rsid w:val="00A239CC"/>
    <w:rsid w:val="00A23BFE"/>
    <w:rsid w:val="00A24163"/>
    <w:rsid w:val="00A246B2"/>
    <w:rsid w:val="00A24838"/>
    <w:rsid w:val="00A249C3"/>
    <w:rsid w:val="00A24A9D"/>
    <w:rsid w:val="00A2518E"/>
    <w:rsid w:val="00A25BB6"/>
    <w:rsid w:val="00A26B59"/>
    <w:rsid w:val="00A26F2D"/>
    <w:rsid w:val="00A27152"/>
    <w:rsid w:val="00A2734E"/>
    <w:rsid w:val="00A27D8E"/>
    <w:rsid w:val="00A302BF"/>
    <w:rsid w:val="00A309A1"/>
    <w:rsid w:val="00A30DEF"/>
    <w:rsid w:val="00A31519"/>
    <w:rsid w:val="00A31E99"/>
    <w:rsid w:val="00A320D1"/>
    <w:rsid w:val="00A3260C"/>
    <w:rsid w:val="00A3291B"/>
    <w:rsid w:val="00A33AC4"/>
    <w:rsid w:val="00A3458E"/>
    <w:rsid w:val="00A34A00"/>
    <w:rsid w:val="00A35541"/>
    <w:rsid w:val="00A36294"/>
    <w:rsid w:val="00A3632B"/>
    <w:rsid w:val="00A36806"/>
    <w:rsid w:val="00A36BFF"/>
    <w:rsid w:val="00A37B13"/>
    <w:rsid w:val="00A4154C"/>
    <w:rsid w:val="00A424B2"/>
    <w:rsid w:val="00A42869"/>
    <w:rsid w:val="00A43038"/>
    <w:rsid w:val="00A439BD"/>
    <w:rsid w:val="00A44816"/>
    <w:rsid w:val="00A44A8F"/>
    <w:rsid w:val="00A44B3B"/>
    <w:rsid w:val="00A44D05"/>
    <w:rsid w:val="00A45320"/>
    <w:rsid w:val="00A458F9"/>
    <w:rsid w:val="00A45C92"/>
    <w:rsid w:val="00A47415"/>
    <w:rsid w:val="00A47E21"/>
    <w:rsid w:val="00A47F93"/>
    <w:rsid w:val="00A50AFA"/>
    <w:rsid w:val="00A50D8E"/>
    <w:rsid w:val="00A511AA"/>
    <w:rsid w:val="00A51711"/>
    <w:rsid w:val="00A51B14"/>
    <w:rsid w:val="00A5296D"/>
    <w:rsid w:val="00A5439D"/>
    <w:rsid w:val="00A55695"/>
    <w:rsid w:val="00A55813"/>
    <w:rsid w:val="00A565C1"/>
    <w:rsid w:val="00A5782D"/>
    <w:rsid w:val="00A62477"/>
    <w:rsid w:val="00A627F6"/>
    <w:rsid w:val="00A62D8B"/>
    <w:rsid w:val="00A62F27"/>
    <w:rsid w:val="00A64B43"/>
    <w:rsid w:val="00A666A5"/>
    <w:rsid w:val="00A66CD4"/>
    <w:rsid w:val="00A66E99"/>
    <w:rsid w:val="00A67C3F"/>
    <w:rsid w:val="00A70190"/>
    <w:rsid w:val="00A7093B"/>
    <w:rsid w:val="00A70D64"/>
    <w:rsid w:val="00A70F8D"/>
    <w:rsid w:val="00A71626"/>
    <w:rsid w:val="00A721BF"/>
    <w:rsid w:val="00A736DC"/>
    <w:rsid w:val="00A73860"/>
    <w:rsid w:val="00A73D09"/>
    <w:rsid w:val="00A7625C"/>
    <w:rsid w:val="00A762ED"/>
    <w:rsid w:val="00A765EF"/>
    <w:rsid w:val="00A76FA5"/>
    <w:rsid w:val="00A773C4"/>
    <w:rsid w:val="00A77453"/>
    <w:rsid w:val="00A816CC"/>
    <w:rsid w:val="00A819AF"/>
    <w:rsid w:val="00A81C09"/>
    <w:rsid w:val="00A81CAE"/>
    <w:rsid w:val="00A85003"/>
    <w:rsid w:val="00A85941"/>
    <w:rsid w:val="00A85B1F"/>
    <w:rsid w:val="00A905E7"/>
    <w:rsid w:val="00A909C8"/>
    <w:rsid w:val="00A911CA"/>
    <w:rsid w:val="00A920E7"/>
    <w:rsid w:val="00A929E5"/>
    <w:rsid w:val="00A92DC9"/>
    <w:rsid w:val="00A93341"/>
    <w:rsid w:val="00A936AF"/>
    <w:rsid w:val="00A93C17"/>
    <w:rsid w:val="00A946DD"/>
    <w:rsid w:val="00A94EEE"/>
    <w:rsid w:val="00A95E30"/>
    <w:rsid w:val="00A96457"/>
    <w:rsid w:val="00AA01F4"/>
    <w:rsid w:val="00AA06FA"/>
    <w:rsid w:val="00AA090C"/>
    <w:rsid w:val="00AA0C3A"/>
    <w:rsid w:val="00AA102A"/>
    <w:rsid w:val="00AA2383"/>
    <w:rsid w:val="00AA3339"/>
    <w:rsid w:val="00AA366A"/>
    <w:rsid w:val="00AA41A9"/>
    <w:rsid w:val="00AA433B"/>
    <w:rsid w:val="00AA4F74"/>
    <w:rsid w:val="00AA5176"/>
    <w:rsid w:val="00AA749A"/>
    <w:rsid w:val="00AA76DD"/>
    <w:rsid w:val="00AA79CA"/>
    <w:rsid w:val="00AA7EE6"/>
    <w:rsid w:val="00AB0250"/>
    <w:rsid w:val="00AB1212"/>
    <w:rsid w:val="00AB257A"/>
    <w:rsid w:val="00AB2C16"/>
    <w:rsid w:val="00AB2DA3"/>
    <w:rsid w:val="00AB3496"/>
    <w:rsid w:val="00AB4CF7"/>
    <w:rsid w:val="00AB4E80"/>
    <w:rsid w:val="00AB5353"/>
    <w:rsid w:val="00AB53CB"/>
    <w:rsid w:val="00AB54BA"/>
    <w:rsid w:val="00AB55FF"/>
    <w:rsid w:val="00AB583C"/>
    <w:rsid w:val="00AB5873"/>
    <w:rsid w:val="00AB5DBC"/>
    <w:rsid w:val="00AB64B0"/>
    <w:rsid w:val="00AB674A"/>
    <w:rsid w:val="00AB6F90"/>
    <w:rsid w:val="00AC1137"/>
    <w:rsid w:val="00AC1720"/>
    <w:rsid w:val="00AC1963"/>
    <w:rsid w:val="00AC22EE"/>
    <w:rsid w:val="00AC2E4D"/>
    <w:rsid w:val="00AC3C3A"/>
    <w:rsid w:val="00AC3C81"/>
    <w:rsid w:val="00AC3DE3"/>
    <w:rsid w:val="00AC465F"/>
    <w:rsid w:val="00AC48B7"/>
    <w:rsid w:val="00AC4EF5"/>
    <w:rsid w:val="00AC557D"/>
    <w:rsid w:val="00AC59E8"/>
    <w:rsid w:val="00AC5AFB"/>
    <w:rsid w:val="00AC6BB9"/>
    <w:rsid w:val="00AC6BF5"/>
    <w:rsid w:val="00AC70A7"/>
    <w:rsid w:val="00AC742D"/>
    <w:rsid w:val="00AD0AB1"/>
    <w:rsid w:val="00AD301E"/>
    <w:rsid w:val="00AD3075"/>
    <w:rsid w:val="00AD3790"/>
    <w:rsid w:val="00AD577F"/>
    <w:rsid w:val="00AD5B9C"/>
    <w:rsid w:val="00AD5C6C"/>
    <w:rsid w:val="00AD69BA"/>
    <w:rsid w:val="00AD6C76"/>
    <w:rsid w:val="00AD70BA"/>
    <w:rsid w:val="00AD77EC"/>
    <w:rsid w:val="00AD7E9A"/>
    <w:rsid w:val="00AE0FEC"/>
    <w:rsid w:val="00AE221B"/>
    <w:rsid w:val="00AE2619"/>
    <w:rsid w:val="00AE4CF2"/>
    <w:rsid w:val="00AE5ACC"/>
    <w:rsid w:val="00AE6A90"/>
    <w:rsid w:val="00AE7005"/>
    <w:rsid w:val="00AE725B"/>
    <w:rsid w:val="00AE7475"/>
    <w:rsid w:val="00AE7A02"/>
    <w:rsid w:val="00AF0F35"/>
    <w:rsid w:val="00AF2BDC"/>
    <w:rsid w:val="00AF434A"/>
    <w:rsid w:val="00AF45C1"/>
    <w:rsid w:val="00AF4B37"/>
    <w:rsid w:val="00AF4ED7"/>
    <w:rsid w:val="00AF4F74"/>
    <w:rsid w:val="00AF5531"/>
    <w:rsid w:val="00AF55CE"/>
    <w:rsid w:val="00AF58B7"/>
    <w:rsid w:val="00AF5997"/>
    <w:rsid w:val="00AF5B33"/>
    <w:rsid w:val="00AF5DF4"/>
    <w:rsid w:val="00AF6391"/>
    <w:rsid w:val="00AF7807"/>
    <w:rsid w:val="00B00F6E"/>
    <w:rsid w:val="00B01344"/>
    <w:rsid w:val="00B0305A"/>
    <w:rsid w:val="00B036DC"/>
    <w:rsid w:val="00B03DA1"/>
    <w:rsid w:val="00B0488F"/>
    <w:rsid w:val="00B0547B"/>
    <w:rsid w:val="00B06166"/>
    <w:rsid w:val="00B06FDE"/>
    <w:rsid w:val="00B07823"/>
    <w:rsid w:val="00B100BC"/>
    <w:rsid w:val="00B10381"/>
    <w:rsid w:val="00B10A4C"/>
    <w:rsid w:val="00B112E6"/>
    <w:rsid w:val="00B1133D"/>
    <w:rsid w:val="00B114EA"/>
    <w:rsid w:val="00B12300"/>
    <w:rsid w:val="00B14C52"/>
    <w:rsid w:val="00B15201"/>
    <w:rsid w:val="00B15676"/>
    <w:rsid w:val="00B15F03"/>
    <w:rsid w:val="00B168A9"/>
    <w:rsid w:val="00B20866"/>
    <w:rsid w:val="00B20DDC"/>
    <w:rsid w:val="00B219F5"/>
    <w:rsid w:val="00B21C29"/>
    <w:rsid w:val="00B220B8"/>
    <w:rsid w:val="00B2219D"/>
    <w:rsid w:val="00B237FB"/>
    <w:rsid w:val="00B2397D"/>
    <w:rsid w:val="00B24533"/>
    <w:rsid w:val="00B24E27"/>
    <w:rsid w:val="00B25E20"/>
    <w:rsid w:val="00B266C0"/>
    <w:rsid w:val="00B267FE"/>
    <w:rsid w:val="00B27040"/>
    <w:rsid w:val="00B270BD"/>
    <w:rsid w:val="00B275AD"/>
    <w:rsid w:val="00B27A9B"/>
    <w:rsid w:val="00B302F0"/>
    <w:rsid w:val="00B30763"/>
    <w:rsid w:val="00B31EBF"/>
    <w:rsid w:val="00B31EE0"/>
    <w:rsid w:val="00B32122"/>
    <w:rsid w:val="00B32759"/>
    <w:rsid w:val="00B32F85"/>
    <w:rsid w:val="00B3401E"/>
    <w:rsid w:val="00B34058"/>
    <w:rsid w:val="00B34479"/>
    <w:rsid w:val="00B34FAE"/>
    <w:rsid w:val="00B350D6"/>
    <w:rsid w:val="00B354BB"/>
    <w:rsid w:val="00B35C63"/>
    <w:rsid w:val="00B363FF"/>
    <w:rsid w:val="00B3700E"/>
    <w:rsid w:val="00B3723C"/>
    <w:rsid w:val="00B37C9C"/>
    <w:rsid w:val="00B40109"/>
    <w:rsid w:val="00B40DED"/>
    <w:rsid w:val="00B41112"/>
    <w:rsid w:val="00B417E7"/>
    <w:rsid w:val="00B420B3"/>
    <w:rsid w:val="00B42E3C"/>
    <w:rsid w:val="00B42FAC"/>
    <w:rsid w:val="00B4349C"/>
    <w:rsid w:val="00B435AF"/>
    <w:rsid w:val="00B43CE2"/>
    <w:rsid w:val="00B449BF"/>
    <w:rsid w:val="00B45442"/>
    <w:rsid w:val="00B46802"/>
    <w:rsid w:val="00B46C92"/>
    <w:rsid w:val="00B50627"/>
    <w:rsid w:val="00B513D8"/>
    <w:rsid w:val="00B517E2"/>
    <w:rsid w:val="00B51CE1"/>
    <w:rsid w:val="00B52053"/>
    <w:rsid w:val="00B522B5"/>
    <w:rsid w:val="00B52CBD"/>
    <w:rsid w:val="00B530C4"/>
    <w:rsid w:val="00B5327B"/>
    <w:rsid w:val="00B535B6"/>
    <w:rsid w:val="00B54BEB"/>
    <w:rsid w:val="00B55607"/>
    <w:rsid w:val="00B56207"/>
    <w:rsid w:val="00B603CA"/>
    <w:rsid w:val="00B619F5"/>
    <w:rsid w:val="00B61BFF"/>
    <w:rsid w:val="00B61F12"/>
    <w:rsid w:val="00B62249"/>
    <w:rsid w:val="00B63461"/>
    <w:rsid w:val="00B6372D"/>
    <w:rsid w:val="00B641BA"/>
    <w:rsid w:val="00B65BCB"/>
    <w:rsid w:val="00B65E3B"/>
    <w:rsid w:val="00B65FBA"/>
    <w:rsid w:val="00B6624A"/>
    <w:rsid w:val="00B664A4"/>
    <w:rsid w:val="00B666C3"/>
    <w:rsid w:val="00B6673C"/>
    <w:rsid w:val="00B67CA7"/>
    <w:rsid w:val="00B67E49"/>
    <w:rsid w:val="00B7046D"/>
    <w:rsid w:val="00B70DCE"/>
    <w:rsid w:val="00B71358"/>
    <w:rsid w:val="00B72CE3"/>
    <w:rsid w:val="00B7342B"/>
    <w:rsid w:val="00B73EF1"/>
    <w:rsid w:val="00B7585C"/>
    <w:rsid w:val="00B7656B"/>
    <w:rsid w:val="00B7671D"/>
    <w:rsid w:val="00B775E3"/>
    <w:rsid w:val="00B77E62"/>
    <w:rsid w:val="00B77E69"/>
    <w:rsid w:val="00B80209"/>
    <w:rsid w:val="00B819D0"/>
    <w:rsid w:val="00B829AF"/>
    <w:rsid w:val="00B8359E"/>
    <w:rsid w:val="00B83888"/>
    <w:rsid w:val="00B84120"/>
    <w:rsid w:val="00B84194"/>
    <w:rsid w:val="00B844B4"/>
    <w:rsid w:val="00B84CC6"/>
    <w:rsid w:val="00B84E17"/>
    <w:rsid w:val="00B85F85"/>
    <w:rsid w:val="00B86139"/>
    <w:rsid w:val="00B86624"/>
    <w:rsid w:val="00B875F1"/>
    <w:rsid w:val="00B90188"/>
    <w:rsid w:val="00B903F4"/>
    <w:rsid w:val="00B90848"/>
    <w:rsid w:val="00B91328"/>
    <w:rsid w:val="00B92004"/>
    <w:rsid w:val="00B92347"/>
    <w:rsid w:val="00B929D1"/>
    <w:rsid w:val="00B929DE"/>
    <w:rsid w:val="00B93434"/>
    <w:rsid w:val="00B935BA"/>
    <w:rsid w:val="00B938EE"/>
    <w:rsid w:val="00B93BC3"/>
    <w:rsid w:val="00B9426E"/>
    <w:rsid w:val="00B94655"/>
    <w:rsid w:val="00B94B7F"/>
    <w:rsid w:val="00B94F30"/>
    <w:rsid w:val="00B973A3"/>
    <w:rsid w:val="00B97690"/>
    <w:rsid w:val="00B97B77"/>
    <w:rsid w:val="00B97E6A"/>
    <w:rsid w:val="00B97F1C"/>
    <w:rsid w:val="00BA1F0F"/>
    <w:rsid w:val="00BA2360"/>
    <w:rsid w:val="00BA3CFE"/>
    <w:rsid w:val="00BA3D5E"/>
    <w:rsid w:val="00BA42C6"/>
    <w:rsid w:val="00BA4A5E"/>
    <w:rsid w:val="00BA4E1A"/>
    <w:rsid w:val="00BA50B6"/>
    <w:rsid w:val="00BA5C08"/>
    <w:rsid w:val="00BA5E4C"/>
    <w:rsid w:val="00BA64D3"/>
    <w:rsid w:val="00BA6D5E"/>
    <w:rsid w:val="00BA6E88"/>
    <w:rsid w:val="00BA78BE"/>
    <w:rsid w:val="00BB3392"/>
    <w:rsid w:val="00BB370F"/>
    <w:rsid w:val="00BB4179"/>
    <w:rsid w:val="00BB4C01"/>
    <w:rsid w:val="00BB4C5C"/>
    <w:rsid w:val="00BB5458"/>
    <w:rsid w:val="00BB5D53"/>
    <w:rsid w:val="00BB5EA0"/>
    <w:rsid w:val="00BB7D42"/>
    <w:rsid w:val="00BC0BDC"/>
    <w:rsid w:val="00BC1367"/>
    <w:rsid w:val="00BC13AF"/>
    <w:rsid w:val="00BC206A"/>
    <w:rsid w:val="00BC2E61"/>
    <w:rsid w:val="00BC3712"/>
    <w:rsid w:val="00BC37E3"/>
    <w:rsid w:val="00BC418A"/>
    <w:rsid w:val="00BC5EE9"/>
    <w:rsid w:val="00BC5F4E"/>
    <w:rsid w:val="00BD0C1A"/>
    <w:rsid w:val="00BD17A3"/>
    <w:rsid w:val="00BD1F71"/>
    <w:rsid w:val="00BD36EC"/>
    <w:rsid w:val="00BD516A"/>
    <w:rsid w:val="00BD5A2A"/>
    <w:rsid w:val="00BD6592"/>
    <w:rsid w:val="00BD7584"/>
    <w:rsid w:val="00BD7F80"/>
    <w:rsid w:val="00BE0081"/>
    <w:rsid w:val="00BE1F0B"/>
    <w:rsid w:val="00BE2163"/>
    <w:rsid w:val="00BE36F9"/>
    <w:rsid w:val="00BE389C"/>
    <w:rsid w:val="00BE51D2"/>
    <w:rsid w:val="00BE593F"/>
    <w:rsid w:val="00BE6900"/>
    <w:rsid w:val="00BE713B"/>
    <w:rsid w:val="00BE72AD"/>
    <w:rsid w:val="00BF0A32"/>
    <w:rsid w:val="00BF0FAF"/>
    <w:rsid w:val="00BF2E7C"/>
    <w:rsid w:val="00BF3949"/>
    <w:rsid w:val="00BF4B15"/>
    <w:rsid w:val="00BF516B"/>
    <w:rsid w:val="00BF6312"/>
    <w:rsid w:val="00BF7AF5"/>
    <w:rsid w:val="00C005C7"/>
    <w:rsid w:val="00C007B9"/>
    <w:rsid w:val="00C01B0E"/>
    <w:rsid w:val="00C02E12"/>
    <w:rsid w:val="00C02E31"/>
    <w:rsid w:val="00C030BF"/>
    <w:rsid w:val="00C039A1"/>
    <w:rsid w:val="00C06A0B"/>
    <w:rsid w:val="00C06FF6"/>
    <w:rsid w:val="00C07BEE"/>
    <w:rsid w:val="00C10821"/>
    <w:rsid w:val="00C10E3E"/>
    <w:rsid w:val="00C11154"/>
    <w:rsid w:val="00C113D1"/>
    <w:rsid w:val="00C11464"/>
    <w:rsid w:val="00C11C3B"/>
    <w:rsid w:val="00C12002"/>
    <w:rsid w:val="00C12AB6"/>
    <w:rsid w:val="00C12FA7"/>
    <w:rsid w:val="00C1393F"/>
    <w:rsid w:val="00C152AC"/>
    <w:rsid w:val="00C15AF6"/>
    <w:rsid w:val="00C16050"/>
    <w:rsid w:val="00C16A09"/>
    <w:rsid w:val="00C17970"/>
    <w:rsid w:val="00C17CD3"/>
    <w:rsid w:val="00C20AC7"/>
    <w:rsid w:val="00C21399"/>
    <w:rsid w:val="00C21ED0"/>
    <w:rsid w:val="00C22694"/>
    <w:rsid w:val="00C22D38"/>
    <w:rsid w:val="00C232CE"/>
    <w:rsid w:val="00C23ACC"/>
    <w:rsid w:val="00C23F3F"/>
    <w:rsid w:val="00C24029"/>
    <w:rsid w:val="00C2466F"/>
    <w:rsid w:val="00C24D0B"/>
    <w:rsid w:val="00C24F8F"/>
    <w:rsid w:val="00C25D02"/>
    <w:rsid w:val="00C260FA"/>
    <w:rsid w:val="00C26A5D"/>
    <w:rsid w:val="00C26D97"/>
    <w:rsid w:val="00C2708F"/>
    <w:rsid w:val="00C27192"/>
    <w:rsid w:val="00C27ECC"/>
    <w:rsid w:val="00C3106C"/>
    <w:rsid w:val="00C314F9"/>
    <w:rsid w:val="00C3171A"/>
    <w:rsid w:val="00C31A99"/>
    <w:rsid w:val="00C3211C"/>
    <w:rsid w:val="00C325F9"/>
    <w:rsid w:val="00C32E0A"/>
    <w:rsid w:val="00C32E3E"/>
    <w:rsid w:val="00C331BB"/>
    <w:rsid w:val="00C34635"/>
    <w:rsid w:val="00C34D8D"/>
    <w:rsid w:val="00C34DAC"/>
    <w:rsid w:val="00C34E73"/>
    <w:rsid w:val="00C35205"/>
    <w:rsid w:val="00C35389"/>
    <w:rsid w:val="00C36393"/>
    <w:rsid w:val="00C36A1F"/>
    <w:rsid w:val="00C3778D"/>
    <w:rsid w:val="00C377F4"/>
    <w:rsid w:val="00C37A85"/>
    <w:rsid w:val="00C4027B"/>
    <w:rsid w:val="00C4029D"/>
    <w:rsid w:val="00C40496"/>
    <w:rsid w:val="00C40E14"/>
    <w:rsid w:val="00C40EE9"/>
    <w:rsid w:val="00C411D2"/>
    <w:rsid w:val="00C41AE6"/>
    <w:rsid w:val="00C42666"/>
    <w:rsid w:val="00C439D8"/>
    <w:rsid w:val="00C443F7"/>
    <w:rsid w:val="00C44A63"/>
    <w:rsid w:val="00C46959"/>
    <w:rsid w:val="00C46DBE"/>
    <w:rsid w:val="00C47133"/>
    <w:rsid w:val="00C4748B"/>
    <w:rsid w:val="00C476AB"/>
    <w:rsid w:val="00C50176"/>
    <w:rsid w:val="00C50521"/>
    <w:rsid w:val="00C5061F"/>
    <w:rsid w:val="00C50B74"/>
    <w:rsid w:val="00C50CCE"/>
    <w:rsid w:val="00C511C2"/>
    <w:rsid w:val="00C518D1"/>
    <w:rsid w:val="00C51BC9"/>
    <w:rsid w:val="00C52CA2"/>
    <w:rsid w:val="00C52EE2"/>
    <w:rsid w:val="00C541BF"/>
    <w:rsid w:val="00C542D9"/>
    <w:rsid w:val="00C544F7"/>
    <w:rsid w:val="00C54BFD"/>
    <w:rsid w:val="00C54DF3"/>
    <w:rsid w:val="00C5513A"/>
    <w:rsid w:val="00C55847"/>
    <w:rsid w:val="00C55C0D"/>
    <w:rsid w:val="00C60B00"/>
    <w:rsid w:val="00C61B07"/>
    <w:rsid w:val="00C61BD3"/>
    <w:rsid w:val="00C62710"/>
    <w:rsid w:val="00C62792"/>
    <w:rsid w:val="00C6279A"/>
    <w:rsid w:val="00C62AB3"/>
    <w:rsid w:val="00C62D4A"/>
    <w:rsid w:val="00C637F9"/>
    <w:rsid w:val="00C63B80"/>
    <w:rsid w:val="00C63C6F"/>
    <w:rsid w:val="00C640FA"/>
    <w:rsid w:val="00C6431B"/>
    <w:rsid w:val="00C64DC4"/>
    <w:rsid w:val="00C64FCB"/>
    <w:rsid w:val="00C6612C"/>
    <w:rsid w:val="00C66C9A"/>
    <w:rsid w:val="00C671CA"/>
    <w:rsid w:val="00C675E2"/>
    <w:rsid w:val="00C67C80"/>
    <w:rsid w:val="00C70020"/>
    <w:rsid w:val="00C70875"/>
    <w:rsid w:val="00C70C81"/>
    <w:rsid w:val="00C714D9"/>
    <w:rsid w:val="00C71E10"/>
    <w:rsid w:val="00C7250A"/>
    <w:rsid w:val="00C72C7C"/>
    <w:rsid w:val="00C72E67"/>
    <w:rsid w:val="00C73366"/>
    <w:rsid w:val="00C73526"/>
    <w:rsid w:val="00C7371E"/>
    <w:rsid w:val="00C73F15"/>
    <w:rsid w:val="00C73F2B"/>
    <w:rsid w:val="00C744F5"/>
    <w:rsid w:val="00C74BDC"/>
    <w:rsid w:val="00C75445"/>
    <w:rsid w:val="00C775B0"/>
    <w:rsid w:val="00C803D0"/>
    <w:rsid w:val="00C812EC"/>
    <w:rsid w:val="00C813C5"/>
    <w:rsid w:val="00C8215C"/>
    <w:rsid w:val="00C83D4D"/>
    <w:rsid w:val="00C84284"/>
    <w:rsid w:val="00C84AB7"/>
    <w:rsid w:val="00C85ED6"/>
    <w:rsid w:val="00C864FA"/>
    <w:rsid w:val="00C87399"/>
    <w:rsid w:val="00C8771A"/>
    <w:rsid w:val="00C8778F"/>
    <w:rsid w:val="00C908C9"/>
    <w:rsid w:val="00C90A2A"/>
    <w:rsid w:val="00C90D9D"/>
    <w:rsid w:val="00C914E3"/>
    <w:rsid w:val="00C918FE"/>
    <w:rsid w:val="00C91F59"/>
    <w:rsid w:val="00C92860"/>
    <w:rsid w:val="00C9297E"/>
    <w:rsid w:val="00C93385"/>
    <w:rsid w:val="00C938A2"/>
    <w:rsid w:val="00C93A12"/>
    <w:rsid w:val="00C942C5"/>
    <w:rsid w:val="00C95DA6"/>
    <w:rsid w:val="00C96555"/>
    <w:rsid w:val="00C96615"/>
    <w:rsid w:val="00C96AA9"/>
    <w:rsid w:val="00C973FB"/>
    <w:rsid w:val="00C97A49"/>
    <w:rsid w:val="00CA0BF0"/>
    <w:rsid w:val="00CA2214"/>
    <w:rsid w:val="00CA2228"/>
    <w:rsid w:val="00CA22F1"/>
    <w:rsid w:val="00CA2D1B"/>
    <w:rsid w:val="00CA3A3D"/>
    <w:rsid w:val="00CA3DC0"/>
    <w:rsid w:val="00CA453F"/>
    <w:rsid w:val="00CA4720"/>
    <w:rsid w:val="00CA5575"/>
    <w:rsid w:val="00CA56B8"/>
    <w:rsid w:val="00CA5B47"/>
    <w:rsid w:val="00CA654C"/>
    <w:rsid w:val="00CA672D"/>
    <w:rsid w:val="00CA6C5D"/>
    <w:rsid w:val="00CB0676"/>
    <w:rsid w:val="00CB1972"/>
    <w:rsid w:val="00CB1E9C"/>
    <w:rsid w:val="00CB1F4F"/>
    <w:rsid w:val="00CB2590"/>
    <w:rsid w:val="00CB2883"/>
    <w:rsid w:val="00CB2E8B"/>
    <w:rsid w:val="00CB2F3A"/>
    <w:rsid w:val="00CB3680"/>
    <w:rsid w:val="00CB4203"/>
    <w:rsid w:val="00CB42A5"/>
    <w:rsid w:val="00CB4CF1"/>
    <w:rsid w:val="00CB5462"/>
    <w:rsid w:val="00CB5756"/>
    <w:rsid w:val="00CB5E35"/>
    <w:rsid w:val="00CB611E"/>
    <w:rsid w:val="00CB69F1"/>
    <w:rsid w:val="00CB747B"/>
    <w:rsid w:val="00CB7D0C"/>
    <w:rsid w:val="00CC01FE"/>
    <w:rsid w:val="00CC1277"/>
    <w:rsid w:val="00CC12D2"/>
    <w:rsid w:val="00CC18BD"/>
    <w:rsid w:val="00CC1D1A"/>
    <w:rsid w:val="00CC21F3"/>
    <w:rsid w:val="00CC3AC2"/>
    <w:rsid w:val="00CC4255"/>
    <w:rsid w:val="00CC5511"/>
    <w:rsid w:val="00CC552E"/>
    <w:rsid w:val="00CC5A9C"/>
    <w:rsid w:val="00CC5C09"/>
    <w:rsid w:val="00CC72BB"/>
    <w:rsid w:val="00CD045C"/>
    <w:rsid w:val="00CD081D"/>
    <w:rsid w:val="00CD0B73"/>
    <w:rsid w:val="00CD13F0"/>
    <w:rsid w:val="00CD3167"/>
    <w:rsid w:val="00CD33E5"/>
    <w:rsid w:val="00CD360C"/>
    <w:rsid w:val="00CD3AE3"/>
    <w:rsid w:val="00CD3DFC"/>
    <w:rsid w:val="00CD404F"/>
    <w:rsid w:val="00CD558E"/>
    <w:rsid w:val="00CD5814"/>
    <w:rsid w:val="00CD5D28"/>
    <w:rsid w:val="00CD6307"/>
    <w:rsid w:val="00CD6B11"/>
    <w:rsid w:val="00CD6D90"/>
    <w:rsid w:val="00CE053F"/>
    <w:rsid w:val="00CE1B13"/>
    <w:rsid w:val="00CE24FC"/>
    <w:rsid w:val="00CE2DE5"/>
    <w:rsid w:val="00CE30AC"/>
    <w:rsid w:val="00CE3268"/>
    <w:rsid w:val="00CE37FA"/>
    <w:rsid w:val="00CE3CA9"/>
    <w:rsid w:val="00CE3EF8"/>
    <w:rsid w:val="00CE3F84"/>
    <w:rsid w:val="00CE4262"/>
    <w:rsid w:val="00CE4410"/>
    <w:rsid w:val="00CE52F4"/>
    <w:rsid w:val="00CE542D"/>
    <w:rsid w:val="00CE5F2A"/>
    <w:rsid w:val="00CE60DF"/>
    <w:rsid w:val="00CE63F3"/>
    <w:rsid w:val="00CE7F37"/>
    <w:rsid w:val="00CF0373"/>
    <w:rsid w:val="00CF04EF"/>
    <w:rsid w:val="00CF0537"/>
    <w:rsid w:val="00CF0B86"/>
    <w:rsid w:val="00CF0C6D"/>
    <w:rsid w:val="00CF0C70"/>
    <w:rsid w:val="00CF1363"/>
    <w:rsid w:val="00CF275E"/>
    <w:rsid w:val="00CF27BE"/>
    <w:rsid w:val="00CF2F78"/>
    <w:rsid w:val="00CF3C7C"/>
    <w:rsid w:val="00CF4098"/>
    <w:rsid w:val="00CF42CC"/>
    <w:rsid w:val="00CF4A6F"/>
    <w:rsid w:val="00CF4E7C"/>
    <w:rsid w:val="00CF6D97"/>
    <w:rsid w:val="00CF7C83"/>
    <w:rsid w:val="00D00174"/>
    <w:rsid w:val="00D00377"/>
    <w:rsid w:val="00D00912"/>
    <w:rsid w:val="00D01A02"/>
    <w:rsid w:val="00D02078"/>
    <w:rsid w:val="00D022C4"/>
    <w:rsid w:val="00D026E3"/>
    <w:rsid w:val="00D02BE1"/>
    <w:rsid w:val="00D043DE"/>
    <w:rsid w:val="00D048B3"/>
    <w:rsid w:val="00D04AE3"/>
    <w:rsid w:val="00D05017"/>
    <w:rsid w:val="00D050FC"/>
    <w:rsid w:val="00D054DE"/>
    <w:rsid w:val="00D05F10"/>
    <w:rsid w:val="00D05F72"/>
    <w:rsid w:val="00D05F78"/>
    <w:rsid w:val="00D05FA3"/>
    <w:rsid w:val="00D071B4"/>
    <w:rsid w:val="00D10004"/>
    <w:rsid w:val="00D1059C"/>
    <w:rsid w:val="00D10BF8"/>
    <w:rsid w:val="00D10C29"/>
    <w:rsid w:val="00D112AA"/>
    <w:rsid w:val="00D11D75"/>
    <w:rsid w:val="00D15BFE"/>
    <w:rsid w:val="00D15F1A"/>
    <w:rsid w:val="00D15FDA"/>
    <w:rsid w:val="00D16CBA"/>
    <w:rsid w:val="00D16D4A"/>
    <w:rsid w:val="00D17065"/>
    <w:rsid w:val="00D1752D"/>
    <w:rsid w:val="00D17CD7"/>
    <w:rsid w:val="00D21670"/>
    <w:rsid w:val="00D21F1E"/>
    <w:rsid w:val="00D22E6E"/>
    <w:rsid w:val="00D23138"/>
    <w:rsid w:val="00D24109"/>
    <w:rsid w:val="00D242E9"/>
    <w:rsid w:val="00D24681"/>
    <w:rsid w:val="00D259B5"/>
    <w:rsid w:val="00D25CD2"/>
    <w:rsid w:val="00D26549"/>
    <w:rsid w:val="00D2749A"/>
    <w:rsid w:val="00D274EE"/>
    <w:rsid w:val="00D27E40"/>
    <w:rsid w:val="00D27E7D"/>
    <w:rsid w:val="00D304C7"/>
    <w:rsid w:val="00D30C92"/>
    <w:rsid w:val="00D30EDC"/>
    <w:rsid w:val="00D316F3"/>
    <w:rsid w:val="00D31B84"/>
    <w:rsid w:val="00D31D54"/>
    <w:rsid w:val="00D32983"/>
    <w:rsid w:val="00D32C93"/>
    <w:rsid w:val="00D33159"/>
    <w:rsid w:val="00D332F0"/>
    <w:rsid w:val="00D33DE1"/>
    <w:rsid w:val="00D34845"/>
    <w:rsid w:val="00D34B2B"/>
    <w:rsid w:val="00D34E41"/>
    <w:rsid w:val="00D35169"/>
    <w:rsid w:val="00D36840"/>
    <w:rsid w:val="00D40238"/>
    <w:rsid w:val="00D4048A"/>
    <w:rsid w:val="00D40587"/>
    <w:rsid w:val="00D40E81"/>
    <w:rsid w:val="00D41819"/>
    <w:rsid w:val="00D41E31"/>
    <w:rsid w:val="00D425B5"/>
    <w:rsid w:val="00D4395A"/>
    <w:rsid w:val="00D44752"/>
    <w:rsid w:val="00D45957"/>
    <w:rsid w:val="00D45CE6"/>
    <w:rsid w:val="00D46F14"/>
    <w:rsid w:val="00D4704E"/>
    <w:rsid w:val="00D470C2"/>
    <w:rsid w:val="00D478BF"/>
    <w:rsid w:val="00D47DEB"/>
    <w:rsid w:val="00D47F83"/>
    <w:rsid w:val="00D50F52"/>
    <w:rsid w:val="00D50F7E"/>
    <w:rsid w:val="00D5179A"/>
    <w:rsid w:val="00D51B06"/>
    <w:rsid w:val="00D52A40"/>
    <w:rsid w:val="00D54AD7"/>
    <w:rsid w:val="00D54F56"/>
    <w:rsid w:val="00D553EC"/>
    <w:rsid w:val="00D563A7"/>
    <w:rsid w:val="00D5671B"/>
    <w:rsid w:val="00D56A01"/>
    <w:rsid w:val="00D56C29"/>
    <w:rsid w:val="00D57CF2"/>
    <w:rsid w:val="00D60CC2"/>
    <w:rsid w:val="00D61E81"/>
    <w:rsid w:val="00D6239C"/>
    <w:rsid w:val="00D631D8"/>
    <w:rsid w:val="00D63367"/>
    <w:rsid w:val="00D63C2C"/>
    <w:rsid w:val="00D6471D"/>
    <w:rsid w:val="00D649B9"/>
    <w:rsid w:val="00D65DD2"/>
    <w:rsid w:val="00D671B4"/>
    <w:rsid w:val="00D678EF"/>
    <w:rsid w:val="00D67C88"/>
    <w:rsid w:val="00D705BF"/>
    <w:rsid w:val="00D7066C"/>
    <w:rsid w:val="00D7144C"/>
    <w:rsid w:val="00D72624"/>
    <w:rsid w:val="00D72931"/>
    <w:rsid w:val="00D72C6B"/>
    <w:rsid w:val="00D7355C"/>
    <w:rsid w:val="00D73ABA"/>
    <w:rsid w:val="00D7451F"/>
    <w:rsid w:val="00D747B9"/>
    <w:rsid w:val="00D75466"/>
    <w:rsid w:val="00D75A7F"/>
    <w:rsid w:val="00D76092"/>
    <w:rsid w:val="00D76398"/>
    <w:rsid w:val="00D76458"/>
    <w:rsid w:val="00D7684B"/>
    <w:rsid w:val="00D772AD"/>
    <w:rsid w:val="00D80273"/>
    <w:rsid w:val="00D819AE"/>
    <w:rsid w:val="00D823AD"/>
    <w:rsid w:val="00D824D8"/>
    <w:rsid w:val="00D82AA1"/>
    <w:rsid w:val="00D8341A"/>
    <w:rsid w:val="00D834C3"/>
    <w:rsid w:val="00D84549"/>
    <w:rsid w:val="00D8482E"/>
    <w:rsid w:val="00D85086"/>
    <w:rsid w:val="00D85256"/>
    <w:rsid w:val="00D85643"/>
    <w:rsid w:val="00D8597E"/>
    <w:rsid w:val="00D85E9B"/>
    <w:rsid w:val="00D8654D"/>
    <w:rsid w:val="00D87162"/>
    <w:rsid w:val="00D876CB"/>
    <w:rsid w:val="00D876F3"/>
    <w:rsid w:val="00D8782C"/>
    <w:rsid w:val="00D90FC5"/>
    <w:rsid w:val="00D912F7"/>
    <w:rsid w:val="00D91868"/>
    <w:rsid w:val="00D91B07"/>
    <w:rsid w:val="00D926AC"/>
    <w:rsid w:val="00D9278E"/>
    <w:rsid w:val="00D92B86"/>
    <w:rsid w:val="00D93DC6"/>
    <w:rsid w:val="00D94014"/>
    <w:rsid w:val="00D94927"/>
    <w:rsid w:val="00D94FE9"/>
    <w:rsid w:val="00D95A18"/>
    <w:rsid w:val="00D95D1D"/>
    <w:rsid w:val="00D95FFE"/>
    <w:rsid w:val="00D9625F"/>
    <w:rsid w:val="00D979A0"/>
    <w:rsid w:val="00DA007A"/>
    <w:rsid w:val="00DA0BF2"/>
    <w:rsid w:val="00DA2851"/>
    <w:rsid w:val="00DA2EE4"/>
    <w:rsid w:val="00DA42AC"/>
    <w:rsid w:val="00DA4DE6"/>
    <w:rsid w:val="00DA55F0"/>
    <w:rsid w:val="00DA5E86"/>
    <w:rsid w:val="00DA6A8C"/>
    <w:rsid w:val="00DA7084"/>
    <w:rsid w:val="00DA7E79"/>
    <w:rsid w:val="00DB0DBE"/>
    <w:rsid w:val="00DB10AC"/>
    <w:rsid w:val="00DB124C"/>
    <w:rsid w:val="00DB13E9"/>
    <w:rsid w:val="00DB1CC4"/>
    <w:rsid w:val="00DB1D29"/>
    <w:rsid w:val="00DB2603"/>
    <w:rsid w:val="00DB27DF"/>
    <w:rsid w:val="00DB3C31"/>
    <w:rsid w:val="00DB4271"/>
    <w:rsid w:val="00DB520C"/>
    <w:rsid w:val="00DB5DB0"/>
    <w:rsid w:val="00DB5F26"/>
    <w:rsid w:val="00DB6E96"/>
    <w:rsid w:val="00DB79AA"/>
    <w:rsid w:val="00DC015B"/>
    <w:rsid w:val="00DC1129"/>
    <w:rsid w:val="00DC143F"/>
    <w:rsid w:val="00DC1660"/>
    <w:rsid w:val="00DC2193"/>
    <w:rsid w:val="00DC2848"/>
    <w:rsid w:val="00DC29A6"/>
    <w:rsid w:val="00DC2C00"/>
    <w:rsid w:val="00DC2DE9"/>
    <w:rsid w:val="00DC405E"/>
    <w:rsid w:val="00DC4158"/>
    <w:rsid w:val="00DC4724"/>
    <w:rsid w:val="00DC5DF9"/>
    <w:rsid w:val="00DC6780"/>
    <w:rsid w:val="00DC67A2"/>
    <w:rsid w:val="00DC6B45"/>
    <w:rsid w:val="00DC78E1"/>
    <w:rsid w:val="00DC7D87"/>
    <w:rsid w:val="00DD24FC"/>
    <w:rsid w:val="00DD260A"/>
    <w:rsid w:val="00DD2D70"/>
    <w:rsid w:val="00DD3254"/>
    <w:rsid w:val="00DD427A"/>
    <w:rsid w:val="00DD4427"/>
    <w:rsid w:val="00DD44EB"/>
    <w:rsid w:val="00DD51D6"/>
    <w:rsid w:val="00DD52D7"/>
    <w:rsid w:val="00DD71ED"/>
    <w:rsid w:val="00DE082C"/>
    <w:rsid w:val="00DE1655"/>
    <w:rsid w:val="00DE1680"/>
    <w:rsid w:val="00DE2AD5"/>
    <w:rsid w:val="00DE352D"/>
    <w:rsid w:val="00DE55CE"/>
    <w:rsid w:val="00DE57DD"/>
    <w:rsid w:val="00DE5F3F"/>
    <w:rsid w:val="00DE6691"/>
    <w:rsid w:val="00DE76E8"/>
    <w:rsid w:val="00DE7D9C"/>
    <w:rsid w:val="00DF04DC"/>
    <w:rsid w:val="00DF0CEE"/>
    <w:rsid w:val="00DF25D9"/>
    <w:rsid w:val="00DF2B0A"/>
    <w:rsid w:val="00DF44AF"/>
    <w:rsid w:val="00DF4A63"/>
    <w:rsid w:val="00DF64E1"/>
    <w:rsid w:val="00E00088"/>
    <w:rsid w:val="00E001DD"/>
    <w:rsid w:val="00E002F3"/>
    <w:rsid w:val="00E020CD"/>
    <w:rsid w:val="00E02E95"/>
    <w:rsid w:val="00E03ABA"/>
    <w:rsid w:val="00E042FA"/>
    <w:rsid w:val="00E0467C"/>
    <w:rsid w:val="00E0490C"/>
    <w:rsid w:val="00E04A2A"/>
    <w:rsid w:val="00E04B2D"/>
    <w:rsid w:val="00E06FF6"/>
    <w:rsid w:val="00E0720D"/>
    <w:rsid w:val="00E0756A"/>
    <w:rsid w:val="00E10495"/>
    <w:rsid w:val="00E105A6"/>
    <w:rsid w:val="00E10A92"/>
    <w:rsid w:val="00E10D3B"/>
    <w:rsid w:val="00E11E8A"/>
    <w:rsid w:val="00E1247A"/>
    <w:rsid w:val="00E1290A"/>
    <w:rsid w:val="00E13E2B"/>
    <w:rsid w:val="00E14AB0"/>
    <w:rsid w:val="00E15AA3"/>
    <w:rsid w:val="00E15ECE"/>
    <w:rsid w:val="00E1742F"/>
    <w:rsid w:val="00E17949"/>
    <w:rsid w:val="00E21309"/>
    <w:rsid w:val="00E2149F"/>
    <w:rsid w:val="00E21595"/>
    <w:rsid w:val="00E21646"/>
    <w:rsid w:val="00E216A1"/>
    <w:rsid w:val="00E21AFF"/>
    <w:rsid w:val="00E21E4D"/>
    <w:rsid w:val="00E22E49"/>
    <w:rsid w:val="00E230D2"/>
    <w:rsid w:val="00E23766"/>
    <w:rsid w:val="00E23B4B"/>
    <w:rsid w:val="00E2414A"/>
    <w:rsid w:val="00E25194"/>
    <w:rsid w:val="00E26080"/>
    <w:rsid w:val="00E266AC"/>
    <w:rsid w:val="00E26AB5"/>
    <w:rsid w:val="00E26C51"/>
    <w:rsid w:val="00E3023C"/>
    <w:rsid w:val="00E30735"/>
    <w:rsid w:val="00E30C62"/>
    <w:rsid w:val="00E313BD"/>
    <w:rsid w:val="00E324BE"/>
    <w:rsid w:val="00E33030"/>
    <w:rsid w:val="00E335EF"/>
    <w:rsid w:val="00E343F4"/>
    <w:rsid w:val="00E34AF7"/>
    <w:rsid w:val="00E377E0"/>
    <w:rsid w:val="00E4144E"/>
    <w:rsid w:val="00E42786"/>
    <w:rsid w:val="00E42A3D"/>
    <w:rsid w:val="00E43ABA"/>
    <w:rsid w:val="00E43CEF"/>
    <w:rsid w:val="00E442B6"/>
    <w:rsid w:val="00E447C0"/>
    <w:rsid w:val="00E473D4"/>
    <w:rsid w:val="00E475B5"/>
    <w:rsid w:val="00E47A44"/>
    <w:rsid w:val="00E501CD"/>
    <w:rsid w:val="00E505AB"/>
    <w:rsid w:val="00E509DB"/>
    <w:rsid w:val="00E50A4E"/>
    <w:rsid w:val="00E50A92"/>
    <w:rsid w:val="00E50C6F"/>
    <w:rsid w:val="00E5152F"/>
    <w:rsid w:val="00E53872"/>
    <w:rsid w:val="00E54972"/>
    <w:rsid w:val="00E54D73"/>
    <w:rsid w:val="00E5639A"/>
    <w:rsid w:val="00E56563"/>
    <w:rsid w:val="00E60002"/>
    <w:rsid w:val="00E619E6"/>
    <w:rsid w:val="00E61A61"/>
    <w:rsid w:val="00E62829"/>
    <w:rsid w:val="00E6325E"/>
    <w:rsid w:val="00E64233"/>
    <w:rsid w:val="00E642E2"/>
    <w:rsid w:val="00E6451E"/>
    <w:rsid w:val="00E64A8F"/>
    <w:rsid w:val="00E672D4"/>
    <w:rsid w:val="00E672E8"/>
    <w:rsid w:val="00E67360"/>
    <w:rsid w:val="00E67C95"/>
    <w:rsid w:val="00E70107"/>
    <w:rsid w:val="00E72437"/>
    <w:rsid w:val="00E72DA6"/>
    <w:rsid w:val="00E739AE"/>
    <w:rsid w:val="00E73B66"/>
    <w:rsid w:val="00E742A2"/>
    <w:rsid w:val="00E7442B"/>
    <w:rsid w:val="00E748FE"/>
    <w:rsid w:val="00E750EE"/>
    <w:rsid w:val="00E7534D"/>
    <w:rsid w:val="00E76266"/>
    <w:rsid w:val="00E76E69"/>
    <w:rsid w:val="00E772DD"/>
    <w:rsid w:val="00E774A1"/>
    <w:rsid w:val="00E77F38"/>
    <w:rsid w:val="00E804A7"/>
    <w:rsid w:val="00E80710"/>
    <w:rsid w:val="00E81402"/>
    <w:rsid w:val="00E82B41"/>
    <w:rsid w:val="00E83477"/>
    <w:rsid w:val="00E83CCE"/>
    <w:rsid w:val="00E83CF5"/>
    <w:rsid w:val="00E84B82"/>
    <w:rsid w:val="00E86207"/>
    <w:rsid w:val="00E86C20"/>
    <w:rsid w:val="00E8789E"/>
    <w:rsid w:val="00E87FDD"/>
    <w:rsid w:val="00E91444"/>
    <w:rsid w:val="00E91EC2"/>
    <w:rsid w:val="00E92000"/>
    <w:rsid w:val="00E922A4"/>
    <w:rsid w:val="00E92B87"/>
    <w:rsid w:val="00E9337E"/>
    <w:rsid w:val="00E93D31"/>
    <w:rsid w:val="00E940F4"/>
    <w:rsid w:val="00E95CB3"/>
    <w:rsid w:val="00E97902"/>
    <w:rsid w:val="00E97E25"/>
    <w:rsid w:val="00EA0717"/>
    <w:rsid w:val="00EA1A6C"/>
    <w:rsid w:val="00EA1D40"/>
    <w:rsid w:val="00EA1D92"/>
    <w:rsid w:val="00EA2364"/>
    <w:rsid w:val="00EA29F1"/>
    <w:rsid w:val="00EA34D8"/>
    <w:rsid w:val="00EA43F0"/>
    <w:rsid w:val="00EA44DB"/>
    <w:rsid w:val="00EA472B"/>
    <w:rsid w:val="00EA590A"/>
    <w:rsid w:val="00EA5E9F"/>
    <w:rsid w:val="00EA635A"/>
    <w:rsid w:val="00EA7794"/>
    <w:rsid w:val="00EA7B39"/>
    <w:rsid w:val="00EA7C38"/>
    <w:rsid w:val="00EA7C80"/>
    <w:rsid w:val="00EA7FE6"/>
    <w:rsid w:val="00EB0157"/>
    <w:rsid w:val="00EB0482"/>
    <w:rsid w:val="00EB174E"/>
    <w:rsid w:val="00EB22CC"/>
    <w:rsid w:val="00EB2B24"/>
    <w:rsid w:val="00EB392A"/>
    <w:rsid w:val="00EB3BD5"/>
    <w:rsid w:val="00EB3C9F"/>
    <w:rsid w:val="00EB587F"/>
    <w:rsid w:val="00EB59CD"/>
    <w:rsid w:val="00EB68C4"/>
    <w:rsid w:val="00EB68E9"/>
    <w:rsid w:val="00EB6D99"/>
    <w:rsid w:val="00EB74EE"/>
    <w:rsid w:val="00EB785B"/>
    <w:rsid w:val="00EB7BEC"/>
    <w:rsid w:val="00EB7C49"/>
    <w:rsid w:val="00EC00D5"/>
    <w:rsid w:val="00EC030F"/>
    <w:rsid w:val="00EC1125"/>
    <w:rsid w:val="00EC171A"/>
    <w:rsid w:val="00EC2002"/>
    <w:rsid w:val="00EC2F96"/>
    <w:rsid w:val="00EC48FF"/>
    <w:rsid w:val="00EC5BD5"/>
    <w:rsid w:val="00EC5E54"/>
    <w:rsid w:val="00EC686F"/>
    <w:rsid w:val="00EC71DE"/>
    <w:rsid w:val="00EC738D"/>
    <w:rsid w:val="00ED01E6"/>
    <w:rsid w:val="00ED0BA9"/>
    <w:rsid w:val="00ED185D"/>
    <w:rsid w:val="00ED2CF9"/>
    <w:rsid w:val="00ED3667"/>
    <w:rsid w:val="00ED4727"/>
    <w:rsid w:val="00ED59E6"/>
    <w:rsid w:val="00ED5D09"/>
    <w:rsid w:val="00ED62A3"/>
    <w:rsid w:val="00ED65B3"/>
    <w:rsid w:val="00ED7453"/>
    <w:rsid w:val="00ED7BD5"/>
    <w:rsid w:val="00ED7F31"/>
    <w:rsid w:val="00EE04B4"/>
    <w:rsid w:val="00EE0C46"/>
    <w:rsid w:val="00EE1DB3"/>
    <w:rsid w:val="00EE2911"/>
    <w:rsid w:val="00EE3D09"/>
    <w:rsid w:val="00EE40C7"/>
    <w:rsid w:val="00EE4D1C"/>
    <w:rsid w:val="00EE4F0B"/>
    <w:rsid w:val="00EE559C"/>
    <w:rsid w:val="00EE6119"/>
    <w:rsid w:val="00EE64A9"/>
    <w:rsid w:val="00EE778E"/>
    <w:rsid w:val="00EF130A"/>
    <w:rsid w:val="00EF1CCC"/>
    <w:rsid w:val="00EF2959"/>
    <w:rsid w:val="00EF44B0"/>
    <w:rsid w:val="00EF44EC"/>
    <w:rsid w:val="00EF5151"/>
    <w:rsid w:val="00EF5963"/>
    <w:rsid w:val="00EF59B1"/>
    <w:rsid w:val="00EF5CF8"/>
    <w:rsid w:val="00EF5EFF"/>
    <w:rsid w:val="00EF75F0"/>
    <w:rsid w:val="00F00273"/>
    <w:rsid w:val="00F00807"/>
    <w:rsid w:val="00F011C9"/>
    <w:rsid w:val="00F014EB"/>
    <w:rsid w:val="00F02016"/>
    <w:rsid w:val="00F02A45"/>
    <w:rsid w:val="00F0308E"/>
    <w:rsid w:val="00F03EA7"/>
    <w:rsid w:val="00F04ED3"/>
    <w:rsid w:val="00F054B4"/>
    <w:rsid w:val="00F06431"/>
    <w:rsid w:val="00F068B5"/>
    <w:rsid w:val="00F0765D"/>
    <w:rsid w:val="00F07962"/>
    <w:rsid w:val="00F10542"/>
    <w:rsid w:val="00F117C8"/>
    <w:rsid w:val="00F1190A"/>
    <w:rsid w:val="00F11C85"/>
    <w:rsid w:val="00F125A8"/>
    <w:rsid w:val="00F14437"/>
    <w:rsid w:val="00F152B0"/>
    <w:rsid w:val="00F16C3B"/>
    <w:rsid w:val="00F1740F"/>
    <w:rsid w:val="00F17ECB"/>
    <w:rsid w:val="00F20109"/>
    <w:rsid w:val="00F2088B"/>
    <w:rsid w:val="00F212B0"/>
    <w:rsid w:val="00F213BC"/>
    <w:rsid w:val="00F2168E"/>
    <w:rsid w:val="00F2184B"/>
    <w:rsid w:val="00F22136"/>
    <w:rsid w:val="00F22CD3"/>
    <w:rsid w:val="00F23179"/>
    <w:rsid w:val="00F24088"/>
    <w:rsid w:val="00F249CE"/>
    <w:rsid w:val="00F25669"/>
    <w:rsid w:val="00F25AAF"/>
    <w:rsid w:val="00F25BB2"/>
    <w:rsid w:val="00F25C67"/>
    <w:rsid w:val="00F267DA"/>
    <w:rsid w:val="00F279DE"/>
    <w:rsid w:val="00F305A9"/>
    <w:rsid w:val="00F310A8"/>
    <w:rsid w:val="00F311CE"/>
    <w:rsid w:val="00F31E86"/>
    <w:rsid w:val="00F32FE1"/>
    <w:rsid w:val="00F3362B"/>
    <w:rsid w:val="00F349E5"/>
    <w:rsid w:val="00F35E5E"/>
    <w:rsid w:val="00F361CA"/>
    <w:rsid w:val="00F3696F"/>
    <w:rsid w:val="00F3773C"/>
    <w:rsid w:val="00F37D67"/>
    <w:rsid w:val="00F37F3D"/>
    <w:rsid w:val="00F40D82"/>
    <w:rsid w:val="00F4142D"/>
    <w:rsid w:val="00F42101"/>
    <w:rsid w:val="00F424AC"/>
    <w:rsid w:val="00F42966"/>
    <w:rsid w:val="00F4379A"/>
    <w:rsid w:val="00F437B3"/>
    <w:rsid w:val="00F43EF7"/>
    <w:rsid w:val="00F44CBC"/>
    <w:rsid w:val="00F45037"/>
    <w:rsid w:val="00F45C58"/>
    <w:rsid w:val="00F47264"/>
    <w:rsid w:val="00F4765F"/>
    <w:rsid w:val="00F51666"/>
    <w:rsid w:val="00F527E7"/>
    <w:rsid w:val="00F539C7"/>
    <w:rsid w:val="00F539E4"/>
    <w:rsid w:val="00F557F2"/>
    <w:rsid w:val="00F56036"/>
    <w:rsid w:val="00F56FF0"/>
    <w:rsid w:val="00F57EEB"/>
    <w:rsid w:val="00F6022D"/>
    <w:rsid w:val="00F60BF5"/>
    <w:rsid w:val="00F60C96"/>
    <w:rsid w:val="00F627AA"/>
    <w:rsid w:val="00F62B1C"/>
    <w:rsid w:val="00F62BF3"/>
    <w:rsid w:val="00F63E80"/>
    <w:rsid w:val="00F64E2A"/>
    <w:rsid w:val="00F65072"/>
    <w:rsid w:val="00F65E14"/>
    <w:rsid w:val="00F66845"/>
    <w:rsid w:val="00F67212"/>
    <w:rsid w:val="00F673C8"/>
    <w:rsid w:val="00F67E19"/>
    <w:rsid w:val="00F712D0"/>
    <w:rsid w:val="00F715DB"/>
    <w:rsid w:val="00F72794"/>
    <w:rsid w:val="00F72E1E"/>
    <w:rsid w:val="00F72E6A"/>
    <w:rsid w:val="00F7350F"/>
    <w:rsid w:val="00F73789"/>
    <w:rsid w:val="00F74034"/>
    <w:rsid w:val="00F74DEA"/>
    <w:rsid w:val="00F769E6"/>
    <w:rsid w:val="00F77B29"/>
    <w:rsid w:val="00F80337"/>
    <w:rsid w:val="00F8047F"/>
    <w:rsid w:val="00F80DC3"/>
    <w:rsid w:val="00F81702"/>
    <w:rsid w:val="00F822A3"/>
    <w:rsid w:val="00F8247B"/>
    <w:rsid w:val="00F82BA0"/>
    <w:rsid w:val="00F8334A"/>
    <w:rsid w:val="00F83636"/>
    <w:rsid w:val="00F83AE4"/>
    <w:rsid w:val="00F83BF5"/>
    <w:rsid w:val="00F83D06"/>
    <w:rsid w:val="00F847FF"/>
    <w:rsid w:val="00F84EFB"/>
    <w:rsid w:val="00F86277"/>
    <w:rsid w:val="00F86611"/>
    <w:rsid w:val="00F8691C"/>
    <w:rsid w:val="00F86932"/>
    <w:rsid w:val="00F86D07"/>
    <w:rsid w:val="00F86D4B"/>
    <w:rsid w:val="00F87355"/>
    <w:rsid w:val="00F87AB5"/>
    <w:rsid w:val="00F902A8"/>
    <w:rsid w:val="00F90ED6"/>
    <w:rsid w:val="00F91FC0"/>
    <w:rsid w:val="00F92BDA"/>
    <w:rsid w:val="00F92FEB"/>
    <w:rsid w:val="00F930F0"/>
    <w:rsid w:val="00F94DDD"/>
    <w:rsid w:val="00F950A0"/>
    <w:rsid w:val="00F955A6"/>
    <w:rsid w:val="00F95DDF"/>
    <w:rsid w:val="00F95F82"/>
    <w:rsid w:val="00F9712A"/>
    <w:rsid w:val="00FA04E0"/>
    <w:rsid w:val="00FA053D"/>
    <w:rsid w:val="00FA1323"/>
    <w:rsid w:val="00FA1F3F"/>
    <w:rsid w:val="00FA238E"/>
    <w:rsid w:val="00FA2B76"/>
    <w:rsid w:val="00FA4BC2"/>
    <w:rsid w:val="00FA6034"/>
    <w:rsid w:val="00FA6A27"/>
    <w:rsid w:val="00FA7118"/>
    <w:rsid w:val="00FA7ABF"/>
    <w:rsid w:val="00FA7B6B"/>
    <w:rsid w:val="00FB1936"/>
    <w:rsid w:val="00FB3629"/>
    <w:rsid w:val="00FB3888"/>
    <w:rsid w:val="00FB3BD0"/>
    <w:rsid w:val="00FB4015"/>
    <w:rsid w:val="00FB44D5"/>
    <w:rsid w:val="00FB6C3C"/>
    <w:rsid w:val="00FB7B26"/>
    <w:rsid w:val="00FC026B"/>
    <w:rsid w:val="00FC13BA"/>
    <w:rsid w:val="00FC1B7C"/>
    <w:rsid w:val="00FC21A6"/>
    <w:rsid w:val="00FC30C1"/>
    <w:rsid w:val="00FC30E1"/>
    <w:rsid w:val="00FC30F7"/>
    <w:rsid w:val="00FC4986"/>
    <w:rsid w:val="00FC4B60"/>
    <w:rsid w:val="00FC533C"/>
    <w:rsid w:val="00FC5F41"/>
    <w:rsid w:val="00FC660C"/>
    <w:rsid w:val="00FC6E2F"/>
    <w:rsid w:val="00FC72B3"/>
    <w:rsid w:val="00FD0210"/>
    <w:rsid w:val="00FD0512"/>
    <w:rsid w:val="00FD0A11"/>
    <w:rsid w:val="00FD161A"/>
    <w:rsid w:val="00FD36F6"/>
    <w:rsid w:val="00FD3AA2"/>
    <w:rsid w:val="00FD4499"/>
    <w:rsid w:val="00FD533D"/>
    <w:rsid w:val="00FD57E6"/>
    <w:rsid w:val="00FD6175"/>
    <w:rsid w:val="00FD6C66"/>
    <w:rsid w:val="00FD7A33"/>
    <w:rsid w:val="00FD7B57"/>
    <w:rsid w:val="00FE0040"/>
    <w:rsid w:val="00FE0C52"/>
    <w:rsid w:val="00FE2F2B"/>
    <w:rsid w:val="00FE337C"/>
    <w:rsid w:val="00FE43FD"/>
    <w:rsid w:val="00FE4DF6"/>
    <w:rsid w:val="00FE5EEA"/>
    <w:rsid w:val="00FE6928"/>
    <w:rsid w:val="00FE7295"/>
    <w:rsid w:val="00FF04F9"/>
    <w:rsid w:val="00FF0DC9"/>
    <w:rsid w:val="00FF216C"/>
    <w:rsid w:val="00FF2ECD"/>
    <w:rsid w:val="00FF3FE0"/>
    <w:rsid w:val="00FF4651"/>
    <w:rsid w:val="00FF4FA2"/>
    <w:rsid w:val="00FF4FF9"/>
    <w:rsid w:val="00FF511F"/>
    <w:rsid w:val="00FF5B57"/>
    <w:rsid w:val="00FF61F9"/>
    <w:rsid w:val="00FF658A"/>
    <w:rsid w:val="00FF67B0"/>
    <w:rsid w:val="00FF7279"/>
    <w:rsid w:val="00FF7EA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1" w:defUIPriority="99" w:defSemiHidden="0" w:defUnhideWhenUsed="0" w:defQFormat="0" w:count="267">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0" w:uiPriority="0"/>
    <w:lsdException w:name="footer" w:locked="0"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0"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0" w:uiPriority="0"/>
    <w:lsdException w:name="List Bullet" w:semiHidden="1" w:unhideWhenUsed="1"/>
    <w:lsdException w:name="List Number" w:semiHidden="1" w:unhideWhenUsed="1"/>
    <w:lsdException w:name="List 2" w:locked="0" w:uiPriority="0"/>
    <w:lsdException w:name="List 3" w:locked="0" w:uiPriority="0"/>
    <w:lsdException w:name="List 4" w:locked="0" w:uiPriority="0"/>
    <w:lsdException w:name="List 5" w:semiHidden="1" w:unhideWhenUsed="1"/>
    <w:lsdException w:name="List Bullet 2" w:locked="0" w:uiPriority="0"/>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uiPriority="0"/>
    <w:lsdException w:name="Body Text" w:locked="0" w:uiPriority="0"/>
    <w:lsdException w:name="Body Text Indent" w:locked="0" w:uiPriority="0"/>
    <w:lsdException w:name="List Continue" w:semiHidden="1" w:unhideWhenUsed="1"/>
    <w:lsdException w:name="List Continue 2" w:semiHidden="1" w:unhideWhenUsed="1"/>
    <w:lsdException w:name="List Continue 3" w:semiHidden="1" w:unhideWhenUsed="1"/>
    <w:lsdException w:name="List Continue 4" w:locked="0" w:uiPriority="0"/>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locked="0"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0"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0"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uiPriority="0"/>
    <w:lsdException w:name="Table Grid" w:uiPriority="59"/>
    <w:lsdException w:name="Table Theme" w:semiHidden="1" w:unhideWhenUsed="1"/>
    <w:lsdException w:name="Placeholder Text" w:locked="0" w:semiHidden="1"/>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sid w:val="00D026E3"/>
    <w:pPr>
      <w:widowControl w:val="0"/>
      <w:suppressAutoHyphens/>
    </w:pPr>
    <w:rPr>
      <w:rFonts w:eastAsia="SimSun"/>
      <w:sz w:val="24"/>
      <w:szCs w:val="24"/>
      <w:lang w:val="uk-UA" w:eastAsia="hi-IN" w:bidi="hi-IN"/>
    </w:rPr>
  </w:style>
  <w:style w:type="paragraph" w:styleId="Heading1">
    <w:name w:val="heading 1"/>
    <w:basedOn w:val="Normal"/>
    <w:next w:val="Normal"/>
    <w:link w:val="Heading1Char"/>
    <w:uiPriority w:val="99"/>
    <w:qFormat/>
    <w:rsid w:val="00BC0BDC"/>
    <w:pPr>
      <w:keepNext/>
      <w:spacing w:before="240" w:after="60"/>
      <w:outlineLvl w:val="0"/>
    </w:pPr>
    <w:rPr>
      <w:rFonts w:ascii="Arial" w:eastAsia="Times New Roman" w:hAnsi="Arial" w:cs="Arial"/>
      <w:b/>
      <w:bCs/>
      <w:kern w:val="32"/>
      <w:sz w:val="32"/>
      <w:szCs w:val="32"/>
    </w:rPr>
  </w:style>
  <w:style w:type="paragraph" w:styleId="Heading2">
    <w:name w:val="heading 2"/>
    <w:basedOn w:val="Normal"/>
    <w:next w:val="Normal"/>
    <w:link w:val="Heading2Char"/>
    <w:uiPriority w:val="99"/>
    <w:qFormat/>
    <w:rsid w:val="00BC0BDC"/>
    <w:pPr>
      <w:keepNext/>
      <w:spacing w:before="240" w:after="60"/>
      <w:outlineLvl w:val="1"/>
    </w:pPr>
    <w:rPr>
      <w:rFonts w:ascii="Arial" w:eastAsia="Times New Roman" w:hAnsi="Arial" w:cs="Arial"/>
      <w:b/>
      <w:bCs/>
      <w:i/>
      <w:iCs/>
      <w:kern w:val="1"/>
      <w:sz w:val="28"/>
      <w:szCs w:val="28"/>
    </w:rPr>
  </w:style>
  <w:style w:type="paragraph" w:styleId="Heading3">
    <w:name w:val="heading 3"/>
    <w:basedOn w:val="Normal"/>
    <w:next w:val="Normal"/>
    <w:link w:val="Heading3Char"/>
    <w:uiPriority w:val="99"/>
    <w:qFormat/>
    <w:rsid w:val="00BC0BDC"/>
    <w:pPr>
      <w:keepNext/>
      <w:spacing w:before="240" w:after="60"/>
      <w:outlineLvl w:val="2"/>
    </w:pPr>
    <w:rPr>
      <w:rFonts w:ascii="Arial" w:eastAsia="Times New Roman" w:hAnsi="Arial" w:cs="Arial"/>
      <w:b/>
      <w:bCs/>
      <w:kern w:val="1"/>
      <w:sz w:val="26"/>
      <w:szCs w:val="26"/>
    </w:rPr>
  </w:style>
  <w:style w:type="paragraph" w:styleId="Heading4">
    <w:name w:val="heading 4"/>
    <w:basedOn w:val="Normal"/>
    <w:next w:val="Normal"/>
    <w:link w:val="Heading4Char"/>
    <w:uiPriority w:val="99"/>
    <w:qFormat/>
    <w:rsid w:val="00BC0BDC"/>
    <w:pPr>
      <w:keepNext/>
      <w:spacing w:before="240" w:after="60"/>
      <w:outlineLvl w:val="3"/>
    </w:pPr>
    <w:rPr>
      <w:rFonts w:eastAsia="Times New Roman"/>
      <w:b/>
      <w:bCs/>
      <w:kern w:val="1"/>
      <w:sz w:val="28"/>
      <w:szCs w:val="28"/>
    </w:rPr>
  </w:style>
  <w:style w:type="paragraph" w:styleId="Heading5">
    <w:name w:val="heading 5"/>
    <w:basedOn w:val="Normal"/>
    <w:next w:val="Normal"/>
    <w:link w:val="Heading5Char"/>
    <w:uiPriority w:val="99"/>
    <w:qFormat/>
    <w:rsid w:val="00BC0BDC"/>
    <w:pPr>
      <w:spacing w:before="240" w:after="60"/>
      <w:outlineLvl w:val="4"/>
    </w:pPr>
    <w:rPr>
      <w:rFonts w:eastAsia="Times New Roman"/>
      <w:b/>
      <w:bCs/>
      <w:i/>
      <w:iCs/>
      <w:kern w:val="1"/>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715DB"/>
    <w:rPr>
      <w:rFonts w:ascii="Cambria" w:hAnsi="Cambria" w:cs="Cambria"/>
      <w:b/>
      <w:bCs/>
      <w:kern w:val="32"/>
      <w:sz w:val="29"/>
      <w:szCs w:val="29"/>
      <w:lang w:val="uk-UA" w:eastAsia="hi-IN" w:bidi="hi-IN"/>
    </w:rPr>
  </w:style>
  <w:style w:type="character" w:customStyle="1" w:styleId="Heading2Char">
    <w:name w:val="Heading 2 Char"/>
    <w:basedOn w:val="DefaultParagraphFont"/>
    <w:link w:val="Heading2"/>
    <w:uiPriority w:val="99"/>
    <w:semiHidden/>
    <w:locked/>
    <w:rsid w:val="00F715DB"/>
    <w:rPr>
      <w:rFonts w:ascii="Cambria" w:hAnsi="Cambria" w:cs="Cambria"/>
      <w:b/>
      <w:bCs/>
      <w:i/>
      <w:iCs/>
      <w:sz w:val="25"/>
      <w:szCs w:val="25"/>
      <w:lang w:val="uk-UA" w:eastAsia="hi-IN" w:bidi="hi-IN"/>
    </w:rPr>
  </w:style>
  <w:style w:type="character" w:customStyle="1" w:styleId="Heading3Char">
    <w:name w:val="Heading 3 Char"/>
    <w:basedOn w:val="DefaultParagraphFont"/>
    <w:link w:val="Heading3"/>
    <w:uiPriority w:val="99"/>
    <w:semiHidden/>
    <w:locked/>
    <w:rsid w:val="00F715DB"/>
    <w:rPr>
      <w:rFonts w:ascii="Cambria" w:hAnsi="Cambria" w:cs="Cambria"/>
      <w:b/>
      <w:bCs/>
      <w:sz w:val="23"/>
      <w:szCs w:val="23"/>
      <w:lang w:val="uk-UA" w:eastAsia="hi-IN" w:bidi="hi-IN"/>
    </w:rPr>
  </w:style>
  <w:style w:type="character" w:customStyle="1" w:styleId="Heading4Char">
    <w:name w:val="Heading 4 Char"/>
    <w:basedOn w:val="DefaultParagraphFont"/>
    <w:link w:val="Heading4"/>
    <w:uiPriority w:val="99"/>
    <w:semiHidden/>
    <w:locked/>
    <w:rsid w:val="00F715DB"/>
    <w:rPr>
      <w:rFonts w:ascii="Calibri" w:hAnsi="Calibri" w:cs="Calibri"/>
      <w:b/>
      <w:bCs/>
      <w:sz w:val="25"/>
      <w:szCs w:val="25"/>
      <w:lang w:val="uk-UA" w:eastAsia="hi-IN" w:bidi="hi-IN"/>
    </w:rPr>
  </w:style>
  <w:style w:type="character" w:customStyle="1" w:styleId="Heading5Char">
    <w:name w:val="Heading 5 Char"/>
    <w:basedOn w:val="DefaultParagraphFont"/>
    <w:link w:val="Heading5"/>
    <w:uiPriority w:val="99"/>
    <w:semiHidden/>
    <w:locked/>
    <w:rsid w:val="00F715DB"/>
    <w:rPr>
      <w:rFonts w:ascii="Calibri" w:hAnsi="Calibri" w:cs="Calibri"/>
      <w:b/>
      <w:bCs/>
      <w:i/>
      <w:iCs/>
      <w:sz w:val="23"/>
      <w:szCs w:val="23"/>
      <w:lang w:val="uk-UA" w:eastAsia="hi-IN" w:bidi="hi-IN"/>
    </w:rPr>
  </w:style>
  <w:style w:type="paragraph" w:customStyle="1" w:styleId="a">
    <w:name w:val="Заголовок"/>
    <w:basedOn w:val="Normal"/>
    <w:next w:val="BodyText"/>
    <w:uiPriority w:val="99"/>
    <w:rsid w:val="000E419C"/>
    <w:pPr>
      <w:keepNext/>
      <w:spacing w:before="240" w:after="120"/>
    </w:pPr>
    <w:rPr>
      <w:rFonts w:ascii="Arial" w:eastAsia="Microsoft YaHei" w:hAnsi="Arial" w:cs="Arial"/>
      <w:sz w:val="28"/>
      <w:szCs w:val="28"/>
    </w:rPr>
  </w:style>
  <w:style w:type="paragraph" w:styleId="BodyText">
    <w:name w:val="Body Text"/>
    <w:basedOn w:val="Normal"/>
    <w:link w:val="BodyTextChar"/>
    <w:uiPriority w:val="99"/>
    <w:rsid w:val="000E419C"/>
    <w:pPr>
      <w:spacing w:after="120"/>
    </w:pPr>
  </w:style>
  <w:style w:type="character" w:customStyle="1" w:styleId="BodyTextChar">
    <w:name w:val="Body Text Char"/>
    <w:basedOn w:val="DefaultParagraphFont"/>
    <w:link w:val="BodyText"/>
    <w:uiPriority w:val="99"/>
    <w:semiHidden/>
    <w:locked/>
    <w:rsid w:val="00F715DB"/>
    <w:rPr>
      <w:rFonts w:eastAsia="SimSun"/>
      <w:sz w:val="21"/>
      <w:szCs w:val="21"/>
      <w:lang w:val="uk-UA" w:eastAsia="hi-IN" w:bidi="hi-IN"/>
    </w:rPr>
  </w:style>
  <w:style w:type="paragraph" w:styleId="List">
    <w:name w:val="List"/>
    <w:basedOn w:val="BodyText"/>
    <w:uiPriority w:val="99"/>
    <w:rsid w:val="000E419C"/>
  </w:style>
  <w:style w:type="paragraph" w:customStyle="1" w:styleId="1">
    <w:name w:val="Название1"/>
    <w:basedOn w:val="Normal"/>
    <w:uiPriority w:val="99"/>
    <w:rsid w:val="000E419C"/>
    <w:pPr>
      <w:suppressLineNumbers/>
      <w:spacing w:before="120" w:after="120"/>
    </w:pPr>
    <w:rPr>
      <w:i/>
      <w:iCs/>
    </w:rPr>
  </w:style>
  <w:style w:type="paragraph" w:customStyle="1" w:styleId="10">
    <w:name w:val="Указатель1"/>
    <w:basedOn w:val="Normal"/>
    <w:uiPriority w:val="99"/>
    <w:rsid w:val="000E419C"/>
    <w:pPr>
      <w:suppressLineNumbers/>
    </w:pPr>
  </w:style>
  <w:style w:type="paragraph" w:customStyle="1" w:styleId="a0">
    <w:name w:val="Текст в заданном формате"/>
    <w:basedOn w:val="Normal"/>
    <w:uiPriority w:val="99"/>
    <w:rsid w:val="000E419C"/>
    <w:rPr>
      <w:rFonts w:ascii="Courier New" w:eastAsia="NSimSun" w:hAnsi="Courier New" w:cs="Courier New"/>
      <w:sz w:val="20"/>
      <w:szCs w:val="20"/>
    </w:rPr>
  </w:style>
  <w:style w:type="paragraph" w:styleId="BodyTextIndent">
    <w:name w:val="Body Text Indent"/>
    <w:basedOn w:val="Normal"/>
    <w:link w:val="BodyTextIndentChar"/>
    <w:uiPriority w:val="99"/>
    <w:rsid w:val="00BC0BDC"/>
    <w:pPr>
      <w:spacing w:after="120"/>
      <w:ind w:left="283"/>
    </w:pPr>
  </w:style>
  <w:style w:type="character" w:customStyle="1" w:styleId="BodyTextIndentChar">
    <w:name w:val="Body Text Indent Char"/>
    <w:basedOn w:val="DefaultParagraphFont"/>
    <w:link w:val="BodyTextIndent"/>
    <w:uiPriority w:val="99"/>
    <w:semiHidden/>
    <w:locked/>
    <w:rsid w:val="00F715DB"/>
    <w:rPr>
      <w:rFonts w:eastAsia="SimSun"/>
      <w:sz w:val="21"/>
      <w:szCs w:val="21"/>
      <w:lang w:val="uk-UA" w:eastAsia="hi-IN" w:bidi="hi-IN"/>
    </w:rPr>
  </w:style>
  <w:style w:type="character" w:customStyle="1" w:styleId="WW8Num1z0">
    <w:name w:val="WW8Num1z0"/>
    <w:uiPriority w:val="99"/>
    <w:rsid w:val="00BC0BDC"/>
  </w:style>
  <w:style w:type="character" w:customStyle="1" w:styleId="WW8Num1z1">
    <w:name w:val="WW8Num1z1"/>
    <w:uiPriority w:val="99"/>
    <w:rsid w:val="00BC0BDC"/>
  </w:style>
  <w:style w:type="character" w:customStyle="1" w:styleId="WW8Num1z2">
    <w:name w:val="WW8Num1z2"/>
    <w:uiPriority w:val="99"/>
    <w:rsid w:val="00BC0BDC"/>
  </w:style>
  <w:style w:type="character" w:customStyle="1" w:styleId="WW8Num1z3">
    <w:name w:val="WW8Num1z3"/>
    <w:uiPriority w:val="99"/>
    <w:rsid w:val="00BC0BDC"/>
  </w:style>
  <w:style w:type="character" w:customStyle="1" w:styleId="WW8Num1z4">
    <w:name w:val="WW8Num1z4"/>
    <w:uiPriority w:val="99"/>
    <w:rsid w:val="00BC0BDC"/>
  </w:style>
  <w:style w:type="character" w:customStyle="1" w:styleId="WW8Num1z5">
    <w:name w:val="WW8Num1z5"/>
    <w:uiPriority w:val="99"/>
    <w:rsid w:val="00BC0BDC"/>
  </w:style>
  <w:style w:type="character" w:customStyle="1" w:styleId="WW8Num1z6">
    <w:name w:val="WW8Num1z6"/>
    <w:uiPriority w:val="99"/>
    <w:rsid w:val="00BC0BDC"/>
  </w:style>
  <w:style w:type="character" w:customStyle="1" w:styleId="WW8Num1z7">
    <w:name w:val="WW8Num1z7"/>
    <w:uiPriority w:val="99"/>
    <w:rsid w:val="00BC0BDC"/>
  </w:style>
  <w:style w:type="character" w:customStyle="1" w:styleId="WW8Num1z8">
    <w:name w:val="WW8Num1z8"/>
    <w:uiPriority w:val="99"/>
    <w:rsid w:val="00BC0BDC"/>
  </w:style>
  <w:style w:type="character" w:customStyle="1" w:styleId="WW8Num2z0">
    <w:name w:val="WW8Num2z0"/>
    <w:uiPriority w:val="99"/>
    <w:rsid w:val="00BC0BDC"/>
  </w:style>
  <w:style w:type="character" w:customStyle="1" w:styleId="WW8Num2z1">
    <w:name w:val="WW8Num2z1"/>
    <w:uiPriority w:val="99"/>
    <w:rsid w:val="00BC0BDC"/>
  </w:style>
  <w:style w:type="character" w:customStyle="1" w:styleId="WW8Num2z2">
    <w:name w:val="WW8Num2z2"/>
    <w:uiPriority w:val="99"/>
    <w:rsid w:val="00BC0BDC"/>
  </w:style>
  <w:style w:type="character" w:customStyle="1" w:styleId="WW8Num2z3">
    <w:name w:val="WW8Num2z3"/>
    <w:uiPriority w:val="99"/>
    <w:rsid w:val="00BC0BDC"/>
  </w:style>
  <w:style w:type="character" w:customStyle="1" w:styleId="WW8Num2z4">
    <w:name w:val="WW8Num2z4"/>
    <w:uiPriority w:val="99"/>
    <w:rsid w:val="00BC0BDC"/>
  </w:style>
  <w:style w:type="character" w:customStyle="1" w:styleId="WW8Num2z5">
    <w:name w:val="WW8Num2z5"/>
    <w:uiPriority w:val="99"/>
    <w:rsid w:val="00BC0BDC"/>
  </w:style>
  <w:style w:type="character" w:customStyle="1" w:styleId="WW8Num2z6">
    <w:name w:val="WW8Num2z6"/>
    <w:uiPriority w:val="99"/>
    <w:rsid w:val="00BC0BDC"/>
  </w:style>
  <w:style w:type="character" w:customStyle="1" w:styleId="WW8Num2z7">
    <w:name w:val="WW8Num2z7"/>
    <w:uiPriority w:val="99"/>
    <w:rsid w:val="00BC0BDC"/>
  </w:style>
  <w:style w:type="character" w:customStyle="1" w:styleId="WW8Num2z8">
    <w:name w:val="WW8Num2z8"/>
    <w:uiPriority w:val="99"/>
    <w:rsid w:val="00BC0BDC"/>
  </w:style>
  <w:style w:type="character" w:customStyle="1" w:styleId="5">
    <w:name w:val="Основной шрифт абзаца5"/>
    <w:uiPriority w:val="99"/>
    <w:rsid w:val="00BC0BDC"/>
  </w:style>
  <w:style w:type="character" w:customStyle="1" w:styleId="4">
    <w:name w:val="Основной шрифт абзаца4"/>
    <w:uiPriority w:val="99"/>
    <w:rsid w:val="00BC0BDC"/>
  </w:style>
  <w:style w:type="character" w:customStyle="1" w:styleId="3">
    <w:name w:val="Основной шрифт абзаца3"/>
    <w:uiPriority w:val="99"/>
    <w:rsid w:val="00BC0BDC"/>
  </w:style>
  <w:style w:type="character" w:customStyle="1" w:styleId="2">
    <w:name w:val="Основной шрифт абзаца2"/>
    <w:uiPriority w:val="99"/>
    <w:rsid w:val="00BC0BDC"/>
  </w:style>
  <w:style w:type="character" w:customStyle="1" w:styleId="11">
    <w:name w:val="Основной шрифт абзаца1"/>
    <w:uiPriority w:val="99"/>
    <w:rsid w:val="00BC0BDC"/>
  </w:style>
  <w:style w:type="character" w:styleId="Hyperlink">
    <w:name w:val="Hyperlink"/>
    <w:basedOn w:val="DefaultParagraphFont"/>
    <w:uiPriority w:val="99"/>
    <w:rsid w:val="00BC0BDC"/>
    <w:rPr>
      <w:color w:val="000080"/>
      <w:u w:val="single"/>
    </w:rPr>
  </w:style>
  <w:style w:type="character" w:styleId="PageNumber">
    <w:name w:val="page number"/>
    <w:basedOn w:val="11"/>
    <w:uiPriority w:val="99"/>
    <w:rsid w:val="00BC0BDC"/>
  </w:style>
  <w:style w:type="character" w:customStyle="1" w:styleId="a1">
    <w:name w:val="Символ нумерации"/>
    <w:uiPriority w:val="99"/>
    <w:rsid w:val="00BC0BDC"/>
  </w:style>
  <w:style w:type="character" w:customStyle="1" w:styleId="a2">
    <w:name w:val="Маркеры списка"/>
    <w:uiPriority w:val="99"/>
    <w:rsid w:val="00BC0BDC"/>
    <w:rPr>
      <w:rFonts w:ascii="OpenSymbol" w:hAnsi="OpenSymbol" w:cs="OpenSymbol"/>
    </w:rPr>
  </w:style>
  <w:style w:type="paragraph" w:customStyle="1" w:styleId="6">
    <w:name w:val="Название6"/>
    <w:basedOn w:val="Normal"/>
    <w:uiPriority w:val="99"/>
    <w:rsid w:val="00BC0BDC"/>
    <w:pPr>
      <w:suppressLineNumbers/>
      <w:spacing w:before="120" w:after="120"/>
    </w:pPr>
    <w:rPr>
      <w:rFonts w:eastAsia="Times New Roman"/>
      <w:i/>
      <w:iCs/>
      <w:kern w:val="1"/>
    </w:rPr>
  </w:style>
  <w:style w:type="paragraph" w:customStyle="1" w:styleId="60">
    <w:name w:val="Указатель6"/>
    <w:basedOn w:val="Normal"/>
    <w:uiPriority w:val="99"/>
    <w:rsid w:val="00BC0BDC"/>
    <w:pPr>
      <w:suppressLineNumbers/>
    </w:pPr>
    <w:rPr>
      <w:rFonts w:eastAsia="Times New Roman"/>
      <w:kern w:val="1"/>
    </w:rPr>
  </w:style>
  <w:style w:type="paragraph" w:customStyle="1" w:styleId="50">
    <w:name w:val="Название5"/>
    <w:basedOn w:val="Normal"/>
    <w:uiPriority w:val="99"/>
    <w:rsid w:val="00BC0BDC"/>
    <w:pPr>
      <w:suppressLineNumbers/>
      <w:spacing w:before="120" w:after="120"/>
    </w:pPr>
    <w:rPr>
      <w:rFonts w:eastAsia="Times New Roman"/>
      <w:i/>
      <w:iCs/>
      <w:kern w:val="1"/>
    </w:rPr>
  </w:style>
  <w:style w:type="paragraph" w:customStyle="1" w:styleId="51">
    <w:name w:val="Указатель5"/>
    <w:basedOn w:val="Normal"/>
    <w:uiPriority w:val="99"/>
    <w:rsid w:val="00BC0BDC"/>
    <w:pPr>
      <w:suppressLineNumbers/>
    </w:pPr>
    <w:rPr>
      <w:rFonts w:eastAsia="Times New Roman"/>
      <w:kern w:val="1"/>
    </w:rPr>
  </w:style>
  <w:style w:type="paragraph" w:customStyle="1" w:styleId="40">
    <w:name w:val="Название4"/>
    <w:basedOn w:val="Normal"/>
    <w:uiPriority w:val="99"/>
    <w:rsid w:val="00BC0BDC"/>
    <w:pPr>
      <w:suppressLineNumbers/>
      <w:spacing w:before="120" w:after="120"/>
    </w:pPr>
    <w:rPr>
      <w:rFonts w:eastAsia="Times New Roman"/>
      <w:i/>
      <w:iCs/>
      <w:kern w:val="1"/>
    </w:rPr>
  </w:style>
  <w:style w:type="paragraph" w:customStyle="1" w:styleId="41">
    <w:name w:val="Указатель4"/>
    <w:basedOn w:val="Normal"/>
    <w:uiPriority w:val="99"/>
    <w:rsid w:val="00BC0BDC"/>
    <w:pPr>
      <w:suppressLineNumbers/>
    </w:pPr>
    <w:rPr>
      <w:rFonts w:eastAsia="Times New Roman"/>
      <w:kern w:val="1"/>
    </w:rPr>
  </w:style>
  <w:style w:type="paragraph" w:customStyle="1" w:styleId="30">
    <w:name w:val="Название3"/>
    <w:basedOn w:val="Normal"/>
    <w:uiPriority w:val="99"/>
    <w:rsid w:val="00BC0BDC"/>
    <w:pPr>
      <w:suppressLineNumbers/>
      <w:spacing w:before="120" w:after="120"/>
    </w:pPr>
    <w:rPr>
      <w:rFonts w:eastAsia="Times New Roman"/>
      <w:i/>
      <w:iCs/>
      <w:kern w:val="1"/>
    </w:rPr>
  </w:style>
  <w:style w:type="paragraph" w:customStyle="1" w:styleId="31">
    <w:name w:val="Указатель3"/>
    <w:basedOn w:val="Normal"/>
    <w:uiPriority w:val="99"/>
    <w:rsid w:val="00BC0BDC"/>
    <w:pPr>
      <w:suppressLineNumbers/>
    </w:pPr>
    <w:rPr>
      <w:rFonts w:eastAsia="Times New Roman"/>
      <w:kern w:val="1"/>
    </w:rPr>
  </w:style>
  <w:style w:type="paragraph" w:customStyle="1" w:styleId="20">
    <w:name w:val="Название2"/>
    <w:basedOn w:val="Normal"/>
    <w:uiPriority w:val="99"/>
    <w:rsid w:val="00BC0BDC"/>
    <w:pPr>
      <w:suppressLineNumbers/>
      <w:spacing w:before="120" w:after="120"/>
    </w:pPr>
    <w:rPr>
      <w:rFonts w:eastAsia="Times New Roman"/>
      <w:i/>
      <w:iCs/>
      <w:kern w:val="1"/>
    </w:rPr>
  </w:style>
  <w:style w:type="paragraph" w:customStyle="1" w:styleId="21">
    <w:name w:val="Указатель2"/>
    <w:basedOn w:val="Normal"/>
    <w:uiPriority w:val="99"/>
    <w:rsid w:val="00BC0BDC"/>
    <w:pPr>
      <w:suppressLineNumbers/>
    </w:pPr>
    <w:rPr>
      <w:rFonts w:eastAsia="Times New Roman"/>
      <w:kern w:val="1"/>
    </w:rPr>
  </w:style>
  <w:style w:type="paragraph" w:styleId="Header">
    <w:name w:val="header"/>
    <w:basedOn w:val="Normal"/>
    <w:link w:val="HeaderChar"/>
    <w:uiPriority w:val="99"/>
    <w:rsid w:val="00BC0BDC"/>
    <w:pPr>
      <w:tabs>
        <w:tab w:val="center" w:pos="4677"/>
        <w:tab w:val="right" w:pos="9355"/>
      </w:tabs>
    </w:pPr>
    <w:rPr>
      <w:rFonts w:eastAsia="Times New Roman"/>
      <w:kern w:val="1"/>
    </w:rPr>
  </w:style>
  <w:style w:type="character" w:customStyle="1" w:styleId="HeaderChar">
    <w:name w:val="Header Char"/>
    <w:basedOn w:val="DefaultParagraphFont"/>
    <w:link w:val="Header"/>
    <w:uiPriority w:val="99"/>
    <w:semiHidden/>
    <w:locked/>
    <w:rsid w:val="00F715DB"/>
    <w:rPr>
      <w:rFonts w:eastAsia="SimSun"/>
      <w:sz w:val="21"/>
      <w:szCs w:val="21"/>
      <w:lang w:val="uk-UA" w:eastAsia="hi-IN" w:bidi="hi-IN"/>
    </w:rPr>
  </w:style>
  <w:style w:type="paragraph" w:styleId="Footer">
    <w:name w:val="footer"/>
    <w:basedOn w:val="Normal"/>
    <w:link w:val="FooterChar"/>
    <w:uiPriority w:val="99"/>
    <w:rsid w:val="00BC0BDC"/>
    <w:pPr>
      <w:suppressLineNumbers/>
      <w:tabs>
        <w:tab w:val="center" w:pos="4819"/>
        <w:tab w:val="right" w:pos="9638"/>
      </w:tabs>
    </w:pPr>
    <w:rPr>
      <w:rFonts w:eastAsia="Times New Roman"/>
      <w:kern w:val="1"/>
    </w:rPr>
  </w:style>
  <w:style w:type="character" w:customStyle="1" w:styleId="FooterChar">
    <w:name w:val="Footer Char"/>
    <w:basedOn w:val="DefaultParagraphFont"/>
    <w:link w:val="Footer"/>
    <w:uiPriority w:val="99"/>
    <w:semiHidden/>
    <w:locked/>
    <w:rsid w:val="00F715DB"/>
    <w:rPr>
      <w:rFonts w:eastAsia="SimSun"/>
      <w:sz w:val="21"/>
      <w:szCs w:val="21"/>
      <w:lang w:val="uk-UA" w:eastAsia="hi-IN" w:bidi="hi-IN"/>
    </w:rPr>
  </w:style>
  <w:style w:type="paragraph" w:customStyle="1" w:styleId="NormalText">
    <w:name w:val="Normal Text"/>
    <w:basedOn w:val="Normal"/>
    <w:uiPriority w:val="99"/>
    <w:rsid w:val="00BC0BDC"/>
    <w:pPr>
      <w:spacing w:before="120"/>
      <w:ind w:firstLine="567"/>
      <w:jc w:val="both"/>
    </w:pPr>
    <w:rPr>
      <w:rFonts w:ascii="Antiqua" w:eastAsia="Times New Roman" w:hAnsi="Antiqua" w:cs="Antiqua"/>
      <w:kern w:val="1"/>
      <w:sz w:val="26"/>
      <w:szCs w:val="26"/>
      <w:lang w:eastAsia="ru-RU" w:bidi="ar-SA"/>
    </w:rPr>
  </w:style>
  <w:style w:type="paragraph" w:styleId="BalloonText">
    <w:name w:val="Balloon Text"/>
    <w:basedOn w:val="Normal"/>
    <w:link w:val="BalloonTextChar"/>
    <w:uiPriority w:val="99"/>
    <w:semiHidden/>
    <w:rsid w:val="00BC0BDC"/>
    <w:rPr>
      <w:rFonts w:ascii="Tahoma" w:eastAsia="Times New Roman" w:hAnsi="Tahoma" w:cs="Tahoma"/>
      <w:kern w:val="1"/>
      <w:sz w:val="16"/>
      <w:szCs w:val="16"/>
    </w:rPr>
  </w:style>
  <w:style w:type="character" w:customStyle="1" w:styleId="BalloonTextChar">
    <w:name w:val="Balloon Text Char"/>
    <w:basedOn w:val="DefaultParagraphFont"/>
    <w:link w:val="BalloonText"/>
    <w:uiPriority w:val="99"/>
    <w:semiHidden/>
    <w:locked/>
    <w:rsid w:val="00F715DB"/>
    <w:rPr>
      <w:rFonts w:eastAsia="SimSun"/>
      <w:sz w:val="2"/>
      <w:szCs w:val="2"/>
      <w:lang w:val="uk-UA" w:eastAsia="hi-IN" w:bidi="hi-IN"/>
    </w:rPr>
  </w:style>
  <w:style w:type="paragraph" w:styleId="List2">
    <w:name w:val="List 2"/>
    <w:basedOn w:val="Normal"/>
    <w:uiPriority w:val="99"/>
    <w:rsid w:val="00BC0BDC"/>
    <w:pPr>
      <w:ind w:left="566" w:hanging="283"/>
    </w:pPr>
    <w:rPr>
      <w:rFonts w:eastAsia="Times New Roman"/>
      <w:kern w:val="1"/>
    </w:rPr>
  </w:style>
  <w:style w:type="paragraph" w:styleId="List3">
    <w:name w:val="List 3"/>
    <w:basedOn w:val="Normal"/>
    <w:uiPriority w:val="99"/>
    <w:rsid w:val="00BC0BDC"/>
    <w:pPr>
      <w:ind w:left="849" w:hanging="283"/>
    </w:pPr>
    <w:rPr>
      <w:rFonts w:eastAsia="Times New Roman"/>
      <w:kern w:val="1"/>
    </w:rPr>
  </w:style>
  <w:style w:type="paragraph" w:styleId="List4">
    <w:name w:val="List 4"/>
    <w:basedOn w:val="Normal"/>
    <w:uiPriority w:val="99"/>
    <w:rsid w:val="00BC0BDC"/>
    <w:pPr>
      <w:ind w:left="1132" w:hanging="283"/>
    </w:pPr>
    <w:rPr>
      <w:rFonts w:eastAsia="Times New Roman"/>
      <w:kern w:val="1"/>
    </w:rPr>
  </w:style>
  <w:style w:type="paragraph" w:styleId="ListBullet2">
    <w:name w:val="List Bullet 2"/>
    <w:basedOn w:val="Normal"/>
    <w:autoRedefine/>
    <w:uiPriority w:val="99"/>
    <w:rsid w:val="00BC0BDC"/>
    <w:pPr>
      <w:numPr>
        <w:numId w:val="2"/>
      </w:numPr>
    </w:pPr>
    <w:rPr>
      <w:rFonts w:eastAsia="Times New Roman"/>
      <w:kern w:val="1"/>
    </w:rPr>
  </w:style>
  <w:style w:type="paragraph" w:styleId="ListContinue4">
    <w:name w:val="List Continue 4"/>
    <w:basedOn w:val="Normal"/>
    <w:uiPriority w:val="99"/>
    <w:rsid w:val="00BC0BDC"/>
    <w:pPr>
      <w:spacing w:after="120"/>
      <w:ind w:left="1132"/>
    </w:pPr>
    <w:rPr>
      <w:rFonts w:eastAsia="Times New Roman"/>
      <w:kern w:val="1"/>
    </w:rPr>
  </w:style>
  <w:style w:type="paragraph" w:styleId="BodyTextFirstIndent">
    <w:name w:val="Body Text First Indent"/>
    <w:basedOn w:val="BodyText"/>
    <w:link w:val="BodyTextFirstIndentChar"/>
    <w:uiPriority w:val="99"/>
    <w:rsid w:val="00BC0BDC"/>
    <w:pPr>
      <w:ind w:firstLine="210"/>
    </w:pPr>
    <w:rPr>
      <w:rFonts w:eastAsia="Times New Roman"/>
      <w:kern w:val="1"/>
    </w:rPr>
  </w:style>
  <w:style w:type="character" w:customStyle="1" w:styleId="BodyTextFirstIndentChar">
    <w:name w:val="Body Text First Indent Char"/>
    <w:basedOn w:val="BodyTextChar"/>
    <w:link w:val="BodyTextFirstIndent"/>
    <w:uiPriority w:val="99"/>
    <w:semiHidden/>
    <w:locked/>
    <w:rsid w:val="00F715DB"/>
  </w:style>
  <w:style w:type="paragraph" w:customStyle="1" w:styleId="rvps2">
    <w:name w:val="rvps2"/>
    <w:basedOn w:val="Normal"/>
    <w:uiPriority w:val="99"/>
    <w:rsid w:val="005A7AD2"/>
    <w:pPr>
      <w:widowControl/>
      <w:suppressAutoHyphens w:val="0"/>
      <w:spacing w:before="100" w:beforeAutospacing="1" w:after="100" w:afterAutospacing="1"/>
    </w:pPr>
    <w:rPr>
      <w:rFonts w:eastAsia="Times New Roman"/>
      <w:lang w:eastAsia="uk-UA" w:bidi="ar-SA"/>
    </w:rPr>
  </w:style>
  <w:style w:type="character" w:customStyle="1" w:styleId="rvts0">
    <w:name w:val="rvts0"/>
    <w:basedOn w:val="DefaultParagraphFont"/>
    <w:uiPriority w:val="99"/>
    <w:rsid w:val="005A7AD2"/>
  </w:style>
  <w:style w:type="paragraph" w:customStyle="1" w:styleId="110">
    <w:name w:val="Знак Знак1 Знак Знак Знак Знак Знак Знак1 Знак"/>
    <w:basedOn w:val="Normal"/>
    <w:uiPriority w:val="99"/>
    <w:rsid w:val="0093155D"/>
    <w:pPr>
      <w:widowControl/>
      <w:suppressAutoHyphens w:val="0"/>
    </w:pPr>
    <w:rPr>
      <w:rFonts w:ascii="Verdana" w:eastAsia="Times New Roman" w:hAnsi="Verdana" w:cs="Verdana"/>
      <w:lang w:val="en-US" w:eastAsia="en-US" w:bidi="ar-SA"/>
    </w:rPr>
  </w:style>
  <w:style w:type="character" w:customStyle="1" w:styleId="rvts9">
    <w:name w:val="rvts9"/>
    <w:basedOn w:val="DefaultParagraphFont"/>
    <w:uiPriority w:val="99"/>
    <w:rsid w:val="00F45037"/>
  </w:style>
  <w:style w:type="paragraph" w:styleId="NormalWeb">
    <w:name w:val="Normal (Web)"/>
    <w:basedOn w:val="Normal"/>
    <w:uiPriority w:val="99"/>
    <w:rsid w:val="001F05AE"/>
    <w:pPr>
      <w:widowControl/>
      <w:suppressAutoHyphens w:val="0"/>
      <w:spacing w:before="100" w:beforeAutospacing="1" w:after="119"/>
    </w:pPr>
    <w:rPr>
      <w:rFonts w:eastAsia="Times New Roman"/>
      <w:lang w:eastAsia="uk-UA" w:bidi="ar-SA"/>
    </w:rPr>
  </w:style>
  <w:style w:type="table" w:styleId="TableGrid">
    <w:name w:val="Table Grid"/>
    <w:basedOn w:val="TableNormal"/>
    <w:uiPriority w:val="99"/>
    <w:rsid w:val="00AE7005"/>
    <w:pPr>
      <w:widowControl w:val="0"/>
      <w:suppressAutoHyphens/>
    </w:pPr>
    <w:rPr>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Preformatted">
    <w:name w:val="HTML Preformatted"/>
    <w:aliases w:val="Знак1,Знак Знак Знак,Знак2 Знак,Знак2 Знак Знак,Знак2 Знак Знак Знак Знак Знак Знак Знак Знак Знак Знак Знак Знак Знак Знак Знак Знак Знак Знак,Знак2 Знак Зна,Знак2"/>
    <w:basedOn w:val="Normal"/>
    <w:link w:val="HTMLPreformattedChar1"/>
    <w:uiPriority w:val="99"/>
    <w:rsid w:val="00161C7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cs="Courier New"/>
      <w:color w:val="000000"/>
      <w:sz w:val="17"/>
      <w:szCs w:val="17"/>
      <w:lang w:val="ru-RU" w:eastAsia="ru-RU" w:bidi="ar-SA"/>
    </w:rPr>
  </w:style>
  <w:style w:type="character" w:customStyle="1" w:styleId="HTMLPreformattedChar">
    <w:name w:val="HTML Preformatted Char"/>
    <w:aliases w:val="Знак1 Char,Знак Знак Знак Char,Знак2 Знак Char,Знак2 Знак Знак Char,Знак2 Знак Знак Знак Знак Знак Знак Знак Знак Знак Знак Знак Знак Знак Знак Знак Знак Знак Знак Char,Знак2 Знак Зна Char,Знак2 Char"/>
    <w:basedOn w:val="DefaultParagraphFont"/>
    <w:link w:val="HTMLPreformatted"/>
    <w:uiPriority w:val="99"/>
    <w:semiHidden/>
    <w:locked/>
    <w:rsid w:val="00F715DB"/>
    <w:rPr>
      <w:rFonts w:ascii="Courier New" w:eastAsia="SimSun" w:hAnsi="Courier New" w:cs="Courier New"/>
      <w:sz w:val="18"/>
      <w:szCs w:val="18"/>
      <w:lang w:val="uk-UA" w:eastAsia="hi-IN" w:bidi="hi-IN"/>
    </w:rPr>
  </w:style>
  <w:style w:type="paragraph" w:customStyle="1" w:styleId="HTMLPreformatted1">
    <w:name w:val="HTML Preformatted1"/>
    <w:basedOn w:val="Normal"/>
    <w:uiPriority w:val="99"/>
    <w:rsid w:val="00A5296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pPr>
    <w:rPr>
      <w:rFonts w:ascii="Courier New" w:eastAsia="Times New Roman" w:hAnsi="Courier New" w:cs="Courier New"/>
      <w:color w:val="000000"/>
      <w:kern w:val="1"/>
      <w:sz w:val="22"/>
      <w:szCs w:val="22"/>
      <w:lang w:val="ru-RU" w:eastAsia="ar-SA" w:bidi="ar-SA"/>
    </w:rPr>
  </w:style>
  <w:style w:type="paragraph" w:customStyle="1" w:styleId="a3">
    <w:name w:val="Нормальний текст Знак"/>
    <w:basedOn w:val="Normal"/>
    <w:link w:val="a4"/>
    <w:uiPriority w:val="99"/>
    <w:rsid w:val="00820578"/>
    <w:pPr>
      <w:widowControl/>
      <w:suppressAutoHyphens w:val="0"/>
      <w:autoSpaceDE w:val="0"/>
      <w:autoSpaceDN w:val="0"/>
      <w:spacing w:before="120"/>
      <w:ind w:firstLine="567"/>
      <w:jc w:val="both"/>
    </w:pPr>
    <w:rPr>
      <w:rFonts w:ascii="Antiqua" w:hAnsi="Antiqua" w:cs="Antiqua"/>
      <w:lang w:eastAsia="ru-RU" w:bidi="ar-SA"/>
    </w:rPr>
  </w:style>
  <w:style w:type="character" w:customStyle="1" w:styleId="a4">
    <w:name w:val="Нормальний текст Знак Знак"/>
    <w:link w:val="a3"/>
    <w:uiPriority w:val="99"/>
    <w:locked/>
    <w:rsid w:val="00820578"/>
    <w:rPr>
      <w:rFonts w:ascii="Antiqua" w:eastAsia="SimSun" w:hAnsi="Antiqua" w:cs="Antiqua"/>
      <w:sz w:val="24"/>
      <w:szCs w:val="24"/>
      <w:lang w:eastAsia="ru-RU"/>
    </w:rPr>
  </w:style>
  <w:style w:type="paragraph" w:customStyle="1" w:styleId="a5">
    <w:name w:val="Нормальний текст"/>
    <w:basedOn w:val="Normal"/>
    <w:uiPriority w:val="99"/>
    <w:rsid w:val="009151CC"/>
    <w:pPr>
      <w:widowControl/>
      <w:suppressAutoHyphens w:val="0"/>
      <w:autoSpaceDE w:val="0"/>
      <w:autoSpaceDN w:val="0"/>
      <w:spacing w:before="120"/>
      <w:ind w:firstLine="567"/>
      <w:jc w:val="both"/>
    </w:pPr>
    <w:rPr>
      <w:rFonts w:ascii="Antiqua" w:eastAsia="Times New Roman" w:hAnsi="Antiqua" w:cs="Antiqua"/>
      <w:sz w:val="26"/>
      <w:szCs w:val="26"/>
      <w:lang w:eastAsia="ru-RU" w:bidi="ar-SA"/>
    </w:rPr>
  </w:style>
  <w:style w:type="character" w:customStyle="1" w:styleId="HTMLPreformattedChar1">
    <w:name w:val="HTML Preformatted Char1"/>
    <w:aliases w:val="Знак1 Char1,Знак Знак Знак Char1,Знак2 Знак Char1,Знак2 Знак Знак Char1,Знак2 Знак Знак Знак Знак Знак Знак Знак Знак Знак Знак Знак Знак Знак Знак Знак Знак Знак Знак Char1,Знак2 Знак Зна Char1,Знак2 Char1"/>
    <w:link w:val="HTMLPreformatted"/>
    <w:uiPriority w:val="99"/>
    <w:locked/>
    <w:rsid w:val="005145DB"/>
    <w:rPr>
      <w:rFonts w:ascii="Courier New" w:hAnsi="Courier New" w:cs="Courier New"/>
      <w:color w:val="000000"/>
      <w:sz w:val="17"/>
      <w:szCs w:val="17"/>
      <w:lang w:val="ru-RU" w:eastAsia="ru-RU"/>
    </w:rPr>
  </w:style>
  <w:style w:type="character" w:customStyle="1" w:styleId="HTMLPreformattedChar2">
    <w:name w:val="HTML Preformatted Char2"/>
    <w:aliases w:val="Знак Char,Знак Знак Знак Char2,Знак2 Знак Char2,Знак2 Знак Знак Char2,Знак2 Знак Знак Знак Знак Знак Знак Знак Знак Знак Знак Знак Знак Знак Знак Знак Знак Знак Знак Char2,Знак2 Знак Зна Char2,Знак2 Char2"/>
    <w:uiPriority w:val="99"/>
    <w:rsid w:val="007E5333"/>
    <w:rPr>
      <w:rFonts w:ascii="Courier New" w:hAnsi="Courier New" w:cs="Courier New"/>
      <w:color w:val="000000"/>
      <w:sz w:val="23"/>
      <w:szCs w:val="23"/>
    </w:rPr>
  </w:style>
  <w:style w:type="paragraph" w:customStyle="1" w:styleId="rvps21">
    <w:name w:val="rvps21"/>
    <w:basedOn w:val="Normal"/>
    <w:uiPriority w:val="99"/>
    <w:rsid w:val="00BA3CFE"/>
    <w:pPr>
      <w:widowControl/>
      <w:suppressAutoHyphens w:val="0"/>
      <w:spacing w:after="100"/>
      <w:ind w:firstLine="300"/>
      <w:jc w:val="both"/>
    </w:pPr>
    <w:rPr>
      <w:rFonts w:eastAsia="Times New Roman"/>
      <w:lang w:eastAsia="uk-UA" w:bidi="ar-SA"/>
    </w:rPr>
  </w:style>
  <w:style w:type="character" w:customStyle="1" w:styleId="rvts37">
    <w:name w:val="rvts37"/>
    <w:basedOn w:val="DefaultParagraphFont"/>
    <w:uiPriority w:val="99"/>
    <w:rsid w:val="00A35541"/>
  </w:style>
  <w:style w:type="paragraph" w:customStyle="1" w:styleId="StyleShap">
    <w:name w:val="StyleShap"/>
    <w:basedOn w:val="Normal"/>
    <w:uiPriority w:val="99"/>
    <w:rsid w:val="00BC5F4E"/>
    <w:pPr>
      <w:widowControl/>
      <w:spacing w:line="180" w:lineRule="exact"/>
      <w:jc w:val="center"/>
    </w:pPr>
    <w:rPr>
      <w:rFonts w:eastAsia="Times New Roman"/>
      <w:sz w:val="16"/>
      <w:szCs w:val="16"/>
      <w:lang w:eastAsia="ar-SA" w:bidi="ar-SA"/>
    </w:rPr>
  </w:style>
  <w:style w:type="paragraph" w:customStyle="1" w:styleId="22">
    <w:name w:val="Знак Знак2 Знак"/>
    <w:basedOn w:val="Normal"/>
    <w:uiPriority w:val="99"/>
    <w:rsid w:val="00C61BD3"/>
    <w:pPr>
      <w:widowControl/>
      <w:suppressAutoHyphens w:val="0"/>
    </w:pPr>
    <w:rPr>
      <w:rFonts w:ascii="Verdana" w:eastAsia="Times New Roman" w:hAnsi="Verdana" w:cs="Verdana"/>
      <w:sz w:val="20"/>
      <w:szCs w:val="20"/>
      <w:lang w:val="en-US" w:eastAsia="en-US" w:bidi="ar-SA"/>
    </w:rPr>
  </w:style>
  <w:style w:type="paragraph" w:customStyle="1" w:styleId="12">
    <w:name w:val="Знак Знак1 Знак Знак Знак Знак"/>
    <w:basedOn w:val="Normal"/>
    <w:uiPriority w:val="99"/>
    <w:rsid w:val="0028250F"/>
    <w:pPr>
      <w:widowControl/>
      <w:suppressAutoHyphens w:val="0"/>
    </w:pPr>
    <w:rPr>
      <w:rFonts w:ascii="Verdana" w:eastAsia="Times New Roman" w:hAnsi="Verdana" w:cs="Verdana"/>
      <w:color w:val="000000"/>
      <w:sz w:val="20"/>
      <w:szCs w:val="20"/>
      <w:lang w:val="en-US" w:eastAsia="en-US" w:bidi="ar-SA"/>
    </w:rPr>
  </w:style>
  <w:style w:type="paragraph" w:styleId="ListParagraph">
    <w:name w:val="List Paragraph"/>
    <w:basedOn w:val="Normal"/>
    <w:uiPriority w:val="99"/>
    <w:qFormat/>
    <w:rsid w:val="00311D4D"/>
    <w:pPr>
      <w:ind w:left="720"/>
    </w:pPr>
  </w:style>
  <w:style w:type="paragraph" w:customStyle="1" w:styleId="210">
    <w:name w:val="Знак Знак2 Знак Знак Знак Знак Знак Знак Знак Знак Знак1 Знак Знак Знак"/>
    <w:basedOn w:val="Normal"/>
    <w:uiPriority w:val="99"/>
    <w:rsid w:val="002A760D"/>
    <w:pPr>
      <w:widowControl/>
      <w:suppressAutoHyphens w:val="0"/>
    </w:pPr>
    <w:rPr>
      <w:rFonts w:ascii="Verdana" w:eastAsia="Times New Roman" w:hAnsi="Verdana" w:cs="Verdana"/>
      <w:sz w:val="20"/>
      <w:szCs w:val="20"/>
      <w:lang w:val="en-US" w:eastAsia="en-US" w:bidi="ar-SA"/>
    </w:rPr>
  </w:style>
  <w:style w:type="character" w:customStyle="1" w:styleId="rvts44">
    <w:name w:val="rvts44"/>
    <w:basedOn w:val="DefaultParagraphFont"/>
    <w:uiPriority w:val="99"/>
    <w:rsid w:val="00B619F5"/>
  </w:style>
</w:styles>
</file>

<file path=word/webSettings.xml><?xml version="1.0" encoding="utf-8"?>
<w:webSettings xmlns:r="http://schemas.openxmlformats.org/officeDocument/2006/relationships" xmlns:w="http://schemas.openxmlformats.org/wordprocessingml/2006/main">
  <w:divs>
    <w:div w:id="2126578649">
      <w:marLeft w:val="0"/>
      <w:marRight w:val="0"/>
      <w:marTop w:val="0"/>
      <w:marBottom w:val="0"/>
      <w:divBdr>
        <w:top w:val="none" w:sz="0" w:space="0" w:color="auto"/>
        <w:left w:val="none" w:sz="0" w:space="0" w:color="auto"/>
        <w:bottom w:val="none" w:sz="0" w:space="0" w:color="auto"/>
        <w:right w:val="none" w:sz="0" w:space="0" w:color="auto"/>
      </w:divBdr>
    </w:div>
    <w:div w:id="2126578652">
      <w:marLeft w:val="0"/>
      <w:marRight w:val="0"/>
      <w:marTop w:val="0"/>
      <w:marBottom w:val="0"/>
      <w:divBdr>
        <w:top w:val="none" w:sz="0" w:space="0" w:color="auto"/>
        <w:left w:val="none" w:sz="0" w:space="0" w:color="auto"/>
        <w:bottom w:val="none" w:sz="0" w:space="0" w:color="auto"/>
        <w:right w:val="none" w:sz="0" w:space="0" w:color="auto"/>
      </w:divBdr>
      <w:divsChild>
        <w:div w:id="2126578661">
          <w:marLeft w:val="0"/>
          <w:marRight w:val="0"/>
          <w:marTop w:val="100"/>
          <w:marBottom w:val="100"/>
          <w:divBdr>
            <w:top w:val="none" w:sz="0" w:space="0" w:color="auto"/>
            <w:left w:val="none" w:sz="0" w:space="0" w:color="auto"/>
            <w:bottom w:val="none" w:sz="0" w:space="0" w:color="auto"/>
            <w:right w:val="none" w:sz="0" w:space="0" w:color="auto"/>
          </w:divBdr>
          <w:divsChild>
            <w:div w:id="2126578688">
              <w:marLeft w:val="0"/>
              <w:marRight w:val="0"/>
              <w:marTop w:val="0"/>
              <w:marBottom w:val="0"/>
              <w:divBdr>
                <w:top w:val="none" w:sz="0" w:space="0" w:color="auto"/>
                <w:left w:val="none" w:sz="0" w:space="0" w:color="auto"/>
                <w:bottom w:val="none" w:sz="0" w:space="0" w:color="auto"/>
                <w:right w:val="none" w:sz="0" w:space="0" w:color="auto"/>
              </w:divBdr>
              <w:divsChild>
                <w:div w:id="212657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6578656">
      <w:marLeft w:val="0"/>
      <w:marRight w:val="0"/>
      <w:marTop w:val="0"/>
      <w:marBottom w:val="0"/>
      <w:divBdr>
        <w:top w:val="none" w:sz="0" w:space="0" w:color="auto"/>
        <w:left w:val="none" w:sz="0" w:space="0" w:color="auto"/>
        <w:bottom w:val="none" w:sz="0" w:space="0" w:color="auto"/>
        <w:right w:val="none" w:sz="0" w:space="0" w:color="auto"/>
      </w:divBdr>
      <w:divsChild>
        <w:div w:id="2126578709">
          <w:marLeft w:val="0"/>
          <w:marRight w:val="0"/>
          <w:marTop w:val="100"/>
          <w:marBottom w:val="100"/>
          <w:divBdr>
            <w:top w:val="none" w:sz="0" w:space="0" w:color="auto"/>
            <w:left w:val="none" w:sz="0" w:space="0" w:color="auto"/>
            <w:bottom w:val="none" w:sz="0" w:space="0" w:color="auto"/>
            <w:right w:val="none" w:sz="0" w:space="0" w:color="auto"/>
          </w:divBdr>
          <w:divsChild>
            <w:div w:id="2126578648">
              <w:marLeft w:val="0"/>
              <w:marRight w:val="0"/>
              <w:marTop w:val="0"/>
              <w:marBottom w:val="0"/>
              <w:divBdr>
                <w:top w:val="none" w:sz="0" w:space="0" w:color="auto"/>
                <w:left w:val="none" w:sz="0" w:space="0" w:color="auto"/>
                <w:bottom w:val="none" w:sz="0" w:space="0" w:color="auto"/>
                <w:right w:val="none" w:sz="0" w:space="0" w:color="auto"/>
              </w:divBdr>
              <w:divsChild>
                <w:div w:id="2126578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6578658">
      <w:marLeft w:val="0"/>
      <w:marRight w:val="0"/>
      <w:marTop w:val="0"/>
      <w:marBottom w:val="0"/>
      <w:divBdr>
        <w:top w:val="none" w:sz="0" w:space="0" w:color="auto"/>
        <w:left w:val="none" w:sz="0" w:space="0" w:color="auto"/>
        <w:bottom w:val="none" w:sz="0" w:space="0" w:color="auto"/>
        <w:right w:val="none" w:sz="0" w:space="0" w:color="auto"/>
      </w:divBdr>
      <w:divsChild>
        <w:div w:id="2126578682">
          <w:marLeft w:val="0"/>
          <w:marRight w:val="0"/>
          <w:marTop w:val="0"/>
          <w:marBottom w:val="0"/>
          <w:divBdr>
            <w:top w:val="none" w:sz="0" w:space="0" w:color="auto"/>
            <w:left w:val="none" w:sz="0" w:space="0" w:color="auto"/>
            <w:bottom w:val="none" w:sz="0" w:space="0" w:color="auto"/>
            <w:right w:val="none" w:sz="0" w:space="0" w:color="auto"/>
          </w:divBdr>
        </w:div>
      </w:divsChild>
    </w:div>
    <w:div w:id="2126578659">
      <w:marLeft w:val="0"/>
      <w:marRight w:val="0"/>
      <w:marTop w:val="0"/>
      <w:marBottom w:val="0"/>
      <w:divBdr>
        <w:top w:val="none" w:sz="0" w:space="0" w:color="auto"/>
        <w:left w:val="none" w:sz="0" w:space="0" w:color="auto"/>
        <w:bottom w:val="none" w:sz="0" w:space="0" w:color="auto"/>
        <w:right w:val="none" w:sz="0" w:space="0" w:color="auto"/>
      </w:divBdr>
    </w:div>
    <w:div w:id="2126578664">
      <w:marLeft w:val="0"/>
      <w:marRight w:val="0"/>
      <w:marTop w:val="0"/>
      <w:marBottom w:val="0"/>
      <w:divBdr>
        <w:top w:val="none" w:sz="0" w:space="0" w:color="auto"/>
        <w:left w:val="none" w:sz="0" w:space="0" w:color="auto"/>
        <w:bottom w:val="none" w:sz="0" w:space="0" w:color="auto"/>
        <w:right w:val="none" w:sz="0" w:space="0" w:color="auto"/>
      </w:divBdr>
      <w:divsChild>
        <w:div w:id="2126578654">
          <w:marLeft w:val="0"/>
          <w:marRight w:val="0"/>
          <w:marTop w:val="100"/>
          <w:marBottom w:val="100"/>
          <w:divBdr>
            <w:top w:val="none" w:sz="0" w:space="0" w:color="auto"/>
            <w:left w:val="none" w:sz="0" w:space="0" w:color="auto"/>
            <w:bottom w:val="none" w:sz="0" w:space="0" w:color="auto"/>
            <w:right w:val="none" w:sz="0" w:space="0" w:color="auto"/>
          </w:divBdr>
          <w:divsChild>
            <w:div w:id="2126578700">
              <w:marLeft w:val="0"/>
              <w:marRight w:val="0"/>
              <w:marTop w:val="0"/>
              <w:marBottom w:val="0"/>
              <w:divBdr>
                <w:top w:val="none" w:sz="0" w:space="0" w:color="auto"/>
                <w:left w:val="none" w:sz="0" w:space="0" w:color="auto"/>
                <w:bottom w:val="none" w:sz="0" w:space="0" w:color="auto"/>
                <w:right w:val="none" w:sz="0" w:space="0" w:color="auto"/>
              </w:divBdr>
              <w:divsChild>
                <w:div w:id="2126578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6578665">
      <w:marLeft w:val="0"/>
      <w:marRight w:val="0"/>
      <w:marTop w:val="0"/>
      <w:marBottom w:val="0"/>
      <w:divBdr>
        <w:top w:val="none" w:sz="0" w:space="0" w:color="auto"/>
        <w:left w:val="none" w:sz="0" w:space="0" w:color="auto"/>
        <w:bottom w:val="none" w:sz="0" w:space="0" w:color="auto"/>
        <w:right w:val="none" w:sz="0" w:space="0" w:color="auto"/>
      </w:divBdr>
      <w:divsChild>
        <w:div w:id="2126578703">
          <w:marLeft w:val="0"/>
          <w:marRight w:val="0"/>
          <w:marTop w:val="100"/>
          <w:marBottom w:val="100"/>
          <w:divBdr>
            <w:top w:val="none" w:sz="0" w:space="0" w:color="auto"/>
            <w:left w:val="none" w:sz="0" w:space="0" w:color="auto"/>
            <w:bottom w:val="none" w:sz="0" w:space="0" w:color="auto"/>
            <w:right w:val="none" w:sz="0" w:space="0" w:color="auto"/>
          </w:divBdr>
          <w:divsChild>
            <w:div w:id="2126578675">
              <w:marLeft w:val="0"/>
              <w:marRight w:val="0"/>
              <w:marTop w:val="0"/>
              <w:marBottom w:val="0"/>
              <w:divBdr>
                <w:top w:val="none" w:sz="0" w:space="0" w:color="auto"/>
                <w:left w:val="none" w:sz="0" w:space="0" w:color="auto"/>
                <w:bottom w:val="none" w:sz="0" w:space="0" w:color="auto"/>
                <w:right w:val="none" w:sz="0" w:space="0" w:color="auto"/>
              </w:divBdr>
              <w:divsChild>
                <w:div w:id="2126578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6578673">
      <w:marLeft w:val="0"/>
      <w:marRight w:val="0"/>
      <w:marTop w:val="0"/>
      <w:marBottom w:val="0"/>
      <w:divBdr>
        <w:top w:val="none" w:sz="0" w:space="0" w:color="auto"/>
        <w:left w:val="none" w:sz="0" w:space="0" w:color="auto"/>
        <w:bottom w:val="none" w:sz="0" w:space="0" w:color="auto"/>
        <w:right w:val="none" w:sz="0" w:space="0" w:color="auto"/>
      </w:divBdr>
      <w:divsChild>
        <w:div w:id="2126578697">
          <w:marLeft w:val="0"/>
          <w:marRight w:val="0"/>
          <w:marTop w:val="100"/>
          <w:marBottom w:val="100"/>
          <w:divBdr>
            <w:top w:val="none" w:sz="0" w:space="0" w:color="auto"/>
            <w:left w:val="none" w:sz="0" w:space="0" w:color="auto"/>
            <w:bottom w:val="none" w:sz="0" w:space="0" w:color="auto"/>
            <w:right w:val="none" w:sz="0" w:space="0" w:color="auto"/>
          </w:divBdr>
          <w:divsChild>
            <w:div w:id="2126578657">
              <w:marLeft w:val="0"/>
              <w:marRight w:val="0"/>
              <w:marTop w:val="0"/>
              <w:marBottom w:val="0"/>
              <w:divBdr>
                <w:top w:val="single" w:sz="4" w:space="3" w:color="DCDCDC"/>
                <w:left w:val="single" w:sz="4" w:space="3" w:color="DCDCDC"/>
                <w:bottom w:val="single" w:sz="4" w:space="0" w:color="DCDCDC"/>
                <w:right w:val="single" w:sz="4" w:space="3" w:color="DCDCDC"/>
              </w:divBdr>
              <w:divsChild>
                <w:div w:id="2126578683">
                  <w:marLeft w:val="0"/>
                  <w:marRight w:val="0"/>
                  <w:marTop w:val="0"/>
                  <w:marBottom w:val="0"/>
                  <w:divBdr>
                    <w:top w:val="none" w:sz="0" w:space="0" w:color="auto"/>
                    <w:left w:val="none" w:sz="0" w:space="0" w:color="auto"/>
                    <w:bottom w:val="none" w:sz="0" w:space="0" w:color="auto"/>
                    <w:right w:val="none" w:sz="0" w:space="0" w:color="auto"/>
                  </w:divBdr>
                  <w:divsChild>
                    <w:div w:id="212657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6578678">
      <w:marLeft w:val="0"/>
      <w:marRight w:val="0"/>
      <w:marTop w:val="0"/>
      <w:marBottom w:val="0"/>
      <w:divBdr>
        <w:top w:val="none" w:sz="0" w:space="0" w:color="auto"/>
        <w:left w:val="none" w:sz="0" w:space="0" w:color="auto"/>
        <w:bottom w:val="none" w:sz="0" w:space="0" w:color="auto"/>
        <w:right w:val="none" w:sz="0" w:space="0" w:color="auto"/>
      </w:divBdr>
    </w:div>
    <w:div w:id="2126578681">
      <w:marLeft w:val="0"/>
      <w:marRight w:val="0"/>
      <w:marTop w:val="0"/>
      <w:marBottom w:val="0"/>
      <w:divBdr>
        <w:top w:val="none" w:sz="0" w:space="0" w:color="auto"/>
        <w:left w:val="none" w:sz="0" w:space="0" w:color="auto"/>
        <w:bottom w:val="none" w:sz="0" w:space="0" w:color="auto"/>
        <w:right w:val="none" w:sz="0" w:space="0" w:color="auto"/>
      </w:divBdr>
      <w:divsChild>
        <w:div w:id="2126578650">
          <w:marLeft w:val="0"/>
          <w:marRight w:val="0"/>
          <w:marTop w:val="100"/>
          <w:marBottom w:val="100"/>
          <w:divBdr>
            <w:top w:val="none" w:sz="0" w:space="0" w:color="auto"/>
            <w:left w:val="none" w:sz="0" w:space="0" w:color="auto"/>
            <w:bottom w:val="none" w:sz="0" w:space="0" w:color="auto"/>
            <w:right w:val="none" w:sz="0" w:space="0" w:color="auto"/>
          </w:divBdr>
          <w:divsChild>
            <w:div w:id="2126578674">
              <w:marLeft w:val="0"/>
              <w:marRight w:val="0"/>
              <w:marTop w:val="0"/>
              <w:marBottom w:val="0"/>
              <w:divBdr>
                <w:top w:val="single" w:sz="4" w:space="3" w:color="DCDCDC"/>
                <w:left w:val="single" w:sz="4" w:space="3" w:color="DCDCDC"/>
                <w:bottom w:val="single" w:sz="4" w:space="0" w:color="DCDCDC"/>
                <w:right w:val="single" w:sz="4" w:space="3" w:color="DCDCDC"/>
              </w:divBdr>
              <w:divsChild>
                <w:div w:id="2126578690">
                  <w:marLeft w:val="0"/>
                  <w:marRight w:val="0"/>
                  <w:marTop w:val="0"/>
                  <w:marBottom w:val="0"/>
                  <w:divBdr>
                    <w:top w:val="none" w:sz="0" w:space="0" w:color="auto"/>
                    <w:left w:val="none" w:sz="0" w:space="0" w:color="auto"/>
                    <w:bottom w:val="none" w:sz="0" w:space="0" w:color="auto"/>
                    <w:right w:val="none" w:sz="0" w:space="0" w:color="auto"/>
                  </w:divBdr>
                  <w:divsChild>
                    <w:div w:id="212657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6578691">
      <w:marLeft w:val="0"/>
      <w:marRight w:val="0"/>
      <w:marTop w:val="0"/>
      <w:marBottom w:val="0"/>
      <w:divBdr>
        <w:top w:val="none" w:sz="0" w:space="0" w:color="auto"/>
        <w:left w:val="none" w:sz="0" w:space="0" w:color="auto"/>
        <w:bottom w:val="none" w:sz="0" w:space="0" w:color="auto"/>
        <w:right w:val="none" w:sz="0" w:space="0" w:color="auto"/>
      </w:divBdr>
      <w:divsChild>
        <w:div w:id="2126578655">
          <w:marLeft w:val="0"/>
          <w:marRight w:val="0"/>
          <w:marTop w:val="100"/>
          <w:marBottom w:val="100"/>
          <w:divBdr>
            <w:top w:val="none" w:sz="0" w:space="0" w:color="auto"/>
            <w:left w:val="none" w:sz="0" w:space="0" w:color="auto"/>
            <w:bottom w:val="none" w:sz="0" w:space="0" w:color="auto"/>
            <w:right w:val="none" w:sz="0" w:space="0" w:color="auto"/>
          </w:divBdr>
          <w:divsChild>
            <w:div w:id="2126578713">
              <w:marLeft w:val="0"/>
              <w:marRight w:val="0"/>
              <w:marTop w:val="0"/>
              <w:marBottom w:val="0"/>
              <w:divBdr>
                <w:top w:val="single" w:sz="4" w:space="3" w:color="DCDCDC"/>
                <w:left w:val="single" w:sz="4" w:space="3" w:color="DCDCDC"/>
                <w:bottom w:val="single" w:sz="4" w:space="0" w:color="DCDCDC"/>
                <w:right w:val="single" w:sz="4" w:space="3" w:color="DCDCDC"/>
              </w:divBdr>
              <w:divsChild>
                <w:div w:id="2126578667">
                  <w:marLeft w:val="0"/>
                  <w:marRight w:val="0"/>
                  <w:marTop w:val="0"/>
                  <w:marBottom w:val="0"/>
                  <w:divBdr>
                    <w:top w:val="none" w:sz="0" w:space="0" w:color="auto"/>
                    <w:left w:val="none" w:sz="0" w:space="0" w:color="auto"/>
                    <w:bottom w:val="none" w:sz="0" w:space="0" w:color="auto"/>
                    <w:right w:val="none" w:sz="0" w:space="0" w:color="auto"/>
                  </w:divBdr>
                  <w:divsChild>
                    <w:div w:id="2126578647">
                      <w:marLeft w:val="0"/>
                      <w:marRight w:val="0"/>
                      <w:marTop w:val="0"/>
                      <w:marBottom w:val="0"/>
                      <w:divBdr>
                        <w:top w:val="none" w:sz="0" w:space="0" w:color="auto"/>
                        <w:left w:val="none" w:sz="0" w:space="0" w:color="auto"/>
                        <w:bottom w:val="none" w:sz="0" w:space="0" w:color="auto"/>
                        <w:right w:val="none" w:sz="0" w:space="0" w:color="auto"/>
                      </w:divBdr>
                      <w:divsChild>
                        <w:div w:id="2126578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6578692">
      <w:marLeft w:val="0"/>
      <w:marRight w:val="0"/>
      <w:marTop w:val="0"/>
      <w:marBottom w:val="0"/>
      <w:divBdr>
        <w:top w:val="none" w:sz="0" w:space="0" w:color="auto"/>
        <w:left w:val="none" w:sz="0" w:space="0" w:color="auto"/>
        <w:bottom w:val="none" w:sz="0" w:space="0" w:color="auto"/>
        <w:right w:val="none" w:sz="0" w:space="0" w:color="auto"/>
      </w:divBdr>
      <w:divsChild>
        <w:div w:id="2126578687">
          <w:marLeft w:val="0"/>
          <w:marRight w:val="0"/>
          <w:marTop w:val="100"/>
          <w:marBottom w:val="100"/>
          <w:divBdr>
            <w:top w:val="none" w:sz="0" w:space="0" w:color="auto"/>
            <w:left w:val="none" w:sz="0" w:space="0" w:color="auto"/>
            <w:bottom w:val="none" w:sz="0" w:space="0" w:color="auto"/>
            <w:right w:val="none" w:sz="0" w:space="0" w:color="auto"/>
          </w:divBdr>
          <w:divsChild>
            <w:div w:id="2126578676">
              <w:marLeft w:val="0"/>
              <w:marRight w:val="0"/>
              <w:marTop w:val="0"/>
              <w:marBottom w:val="0"/>
              <w:divBdr>
                <w:top w:val="none" w:sz="0" w:space="0" w:color="auto"/>
                <w:left w:val="none" w:sz="0" w:space="0" w:color="auto"/>
                <w:bottom w:val="none" w:sz="0" w:space="0" w:color="auto"/>
                <w:right w:val="none" w:sz="0" w:space="0" w:color="auto"/>
              </w:divBdr>
              <w:divsChild>
                <w:div w:id="2126578653">
                  <w:marLeft w:val="0"/>
                  <w:marRight w:val="0"/>
                  <w:marTop w:val="0"/>
                  <w:marBottom w:val="0"/>
                  <w:divBdr>
                    <w:top w:val="none" w:sz="0" w:space="0" w:color="auto"/>
                    <w:left w:val="none" w:sz="0" w:space="0" w:color="auto"/>
                    <w:bottom w:val="none" w:sz="0" w:space="0" w:color="auto"/>
                    <w:right w:val="none" w:sz="0" w:space="0" w:color="auto"/>
                  </w:divBdr>
                  <w:divsChild>
                    <w:div w:id="2126578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6578702">
      <w:marLeft w:val="0"/>
      <w:marRight w:val="0"/>
      <w:marTop w:val="0"/>
      <w:marBottom w:val="0"/>
      <w:divBdr>
        <w:top w:val="none" w:sz="0" w:space="0" w:color="auto"/>
        <w:left w:val="none" w:sz="0" w:space="0" w:color="auto"/>
        <w:bottom w:val="none" w:sz="0" w:space="0" w:color="auto"/>
        <w:right w:val="none" w:sz="0" w:space="0" w:color="auto"/>
      </w:divBdr>
      <w:divsChild>
        <w:div w:id="2126578693">
          <w:marLeft w:val="0"/>
          <w:marRight w:val="0"/>
          <w:marTop w:val="0"/>
          <w:marBottom w:val="0"/>
          <w:divBdr>
            <w:top w:val="none" w:sz="0" w:space="0" w:color="auto"/>
            <w:left w:val="none" w:sz="0" w:space="0" w:color="auto"/>
            <w:bottom w:val="none" w:sz="0" w:space="0" w:color="auto"/>
            <w:right w:val="none" w:sz="0" w:space="0" w:color="auto"/>
          </w:divBdr>
        </w:div>
      </w:divsChild>
    </w:div>
    <w:div w:id="2126578704">
      <w:marLeft w:val="0"/>
      <w:marRight w:val="0"/>
      <w:marTop w:val="0"/>
      <w:marBottom w:val="0"/>
      <w:divBdr>
        <w:top w:val="none" w:sz="0" w:space="0" w:color="auto"/>
        <w:left w:val="none" w:sz="0" w:space="0" w:color="auto"/>
        <w:bottom w:val="none" w:sz="0" w:space="0" w:color="auto"/>
        <w:right w:val="none" w:sz="0" w:space="0" w:color="auto"/>
      </w:divBdr>
    </w:div>
    <w:div w:id="2126578710">
      <w:marLeft w:val="0"/>
      <w:marRight w:val="0"/>
      <w:marTop w:val="0"/>
      <w:marBottom w:val="0"/>
      <w:divBdr>
        <w:top w:val="none" w:sz="0" w:space="0" w:color="auto"/>
        <w:left w:val="none" w:sz="0" w:space="0" w:color="auto"/>
        <w:bottom w:val="none" w:sz="0" w:space="0" w:color="auto"/>
        <w:right w:val="none" w:sz="0" w:space="0" w:color="auto"/>
      </w:divBdr>
      <w:divsChild>
        <w:div w:id="2126578711">
          <w:marLeft w:val="0"/>
          <w:marRight w:val="0"/>
          <w:marTop w:val="100"/>
          <w:marBottom w:val="100"/>
          <w:divBdr>
            <w:top w:val="none" w:sz="0" w:space="0" w:color="auto"/>
            <w:left w:val="none" w:sz="0" w:space="0" w:color="auto"/>
            <w:bottom w:val="none" w:sz="0" w:space="0" w:color="auto"/>
            <w:right w:val="none" w:sz="0" w:space="0" w:color="auto"/>
          </w:divBdr>
          <w:divsChild>
            <w:div w:id="2126578660">
              <w:marLeft w:val="0"/>
              <w:marRight w:val="0"/>
              <w:marTop w:val="0"/>
              <w:marBottom w:val="0"/>
              <w:divBdr>
                <w:top w:val="none" w:sz="0" w:space="0" w:color="auto"/>
                <w:left w:val="none" w:sz="0" w:space="0" w:color="auto"/>
                <w:bottom w:val="none" w:sz="0" w:space="0" w:color="auto"/>
                <w:right w:val="none" w:sz="0" w:space="0" w:color="auto"/>
              </w:divBdr>
              <w:divsChild>
                <w:div w:id="2126578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6578714">
      <w:marLeft w:val="0"/>
      <w:marRight w:val="0"/>
      <w:marTop w:val="0"/>
      <w:marBottom w:val="0"/>
      <w:divBdr>
        <w:top w:val="none" w:sz="0" w:space="0" w:color="auto"/>
        <w:left w:val="none" w:sz="0" w:space="0" w:color="auto"/>
        <w:bottom w:val="none" w:sz="0" w:space="0" w:color="auto"/>
        <w:right w:val="none" w:sz="0" w:space="0" w:color="auto"/>
      </w:divBdr>
      <w:divsChild>
        <w:div w:id="2126578651">
          <w:marLeft w:val="0"/>
          <w:marRight w:val="0"/>
          <w:marTop w:val="0"/>
          <w:marBottom w:val="0"/>
          <w:divBdr>
            <w:top w:val="none" w:sz="0" w:space="0" w:color="auto"/>
            <w:left w:val="none" w:sz="0" w:space="0" w:color="auto"/>
            <w:bottom w:val="none" w:sz="0" w:space="0" w:color="auto"/>
            <w:right w:val="none" w:sz="0" w:space="0" w:color="auto"/>
          </w:divBdr>
        </w:div>
        <w:div w:id="2126578666">
          <w:marLeft w:val="0"/>
          <w:marRight w:val="0"/>
          <w:marTop w:val="0"/>
          <w:marBottom w:val="0"/>
          <w:divBdr>
            <w:top w:val="none" w:sz="0" w:space="0" w:color="auto"/>
            <w:left w:val="none" w:sz="0" w:space="0" w:color="auto"/>
            <w:bottom w:val="none" w:sz="0" w:space="0" w:color="auto"/>
            <w:right w:val="none" w:sz="0" w:space="0" w:color="auto"/>
          </w:divBdr>
        </w:div>
        <w:div w:id="2126578668">
          <w:marLeft w:val="0"/>
          <w:marRight w:val="0"/>
          <w:marTop w:val="0"/>
          <w:marBottom w:val="0"/>
          <w:divBdr>
            <w:top w:val="none" w:sz="0" w:space="0" w:color="auto"/>
            <w:left w:val="none" w:sz="0" w:space="0" w:color="auto"/>
            <w:bottom w:val="none" w:sz="0" w:space="0" w:color="auto"/>
            <w:right w:val="none" w:sz="0" w:space="0" w:color="auto"/>
          </w:divBdr>
        </w:div>
        <w:div w:id="2126578669">
          <w:marLeft w:val="0"/>
          <w:marRight w:val="0"/>
          <w:marTop w:val="0"/>
          <w:marBottom w:val="0"/>
          <w:divBdr>
            <w:top w:val="none" w:sz="0" w:space="0" w:color="auto"/>
            <w:left w:val="none" w:sz="0" w:space="0" w:color="auto"/>
            <w:bottom w:val="none" w:sz="0" w:space="0" w:color="auto"/>
            <w:right w:val="none" w:sz="0" w:space="0" w:color="auto"/>
          </w:divBdr>
        </w:div>
        <w:div w:id="2126578671">
          <w:marLeft w:val="0"/>
          <w:marRight w:val="0"/>
          <w:marTop w:val="0"/>
          <w:marBottom w:val="0"/>
          <w:divBdr>
            <w:top w:val="none" w:sz="0" w:space="0" w:color="auto"/>
            <w:left w:val="none" w:sz="0" w:space="0" w:color="auto"/>
            <w:bottom w:val="none" w:sz="0" w:space="0" w:color="auto"/>
            <w:right w:val="none" w:sz="0" w:space="0" w:color="auto"/>
          </w:divBdr>
        </w:div>
        <w:div w:id="2126578672">
          <w:marLeft w:val="0"/>
          <w:marRight w:val="0"/>
          <w:marTop w:val="0"/>
          <w:marBottom w:val="0"/>
          <w:divBdr>
            <w:top w:val="none" w:sz="0" w:space="0" w:color="auto"/>
            <w:left w:val="none" w:sz="0" w:space="0" w:color="auto"/>
            <w:bottom w:val="none" w:sz="0" w:space="0" w:color="auto"/>
            <w:right w:val="none" w:sz="0" w:space="0" w:color="auto"/>
          </w:divBdr>
        </w:div>
        <w:div w:id="2126578677">
          <w:marLeft w:val="0"/>
          <w:marRight w:val="0"/>
          <w:marTop w:val="0"/>
          <w:marBottom w:val="0"/>
          <w:divBdr>
            <w:top w:val="none" w:sz="0" w:space="0" w:color="auto"/>
            <w:left w:val="none" w:sz="0" w:space="0" w:color="auto"/>
            <w:bottom w:val="none" w:sz="0" w:space="0" w:color="auto"/>
            <w:right w:val="none" w:sz="0" w:space="0" w:color="auto"/>
          </w:divBdr>
        </w:div>
        <w:div w:id="2126578680">
          <w:marLeft w:val="0"/>
          <w:marRight w:val="0"/>
          <w:marTop w:val="0"/>
          <w:marBottom w:val="0"/>
          <w:divBdr>
            <w:top w:val="none" w:sz="0" w:space="0" w:color="auto"/>
            <w:left w:val="none" w:sz="0" w:space="0" w:color="auto"/>
            <w:bottom w:val="none" w:sz="0" w:space="0" w:color="auto"/>
            <w:right w:val="none" w:sz="0" w:space="0" w:color="auto"/>
          </w:divBdr>
        </w:div>
        <w:div w:id="2126578684">
          <w:marLeft w:val="0"/>
          <w:marRight w:val="0"/>
          <w:marTop w:val="0"/>
          <w:marBottom w:val="0"/>
          <w:divBdr>
            <w:top w:val="none" w:sz="0" w:space="0" w:color="auto"/>
            <w:left w:val="none" w:sz="0" w:space="0" w:color="auto"/>
            <w:bottom w:val="none" w:sz="0" w:space="0" w:color="auto"/>
            <w:right w:val="none" w:sz="0" w:space="0" w:color="auto"/>
          </w:divBdr>
        </w:div>
        <w:div w:id="2126578685">
          <w:marLeft w:val="0"/>
          <w:marRight w:val="0"/>
          <w:marTop w:val="0"/>
          <w:marBottom w:val="0"/>
          <w:divBdr>
            <w:top w:val="none" w:sz="0" w:space="0" w:color="auto"/>
            <w:left w:val="none" w:sz="0" w:space="0" w:color="auto"/>
            <w:bottom w:val="none" w:sz="0" w:space="0" w:color="auto"/>
            <w:right w:val="none" w:sz="0" w:space="0" w:color="auto"/>
          </w:divBdr>
        </w:div>
        <w:div w:id="2126578686">
          <w:marLeft w:val="0"/>
          <w:marRight w:val="0"/>
          <w:marTop w:val="0"/>
          <w:marBottom w:val="0"/>
          <w:divBdr>
            <w:top w:val="none" w:sz="0" w:space="0" w:color="auto"/>
            <w:left w:val="none" w:sz="0" w:space="0" w:color="auto"/>
            <w:bottom w:val="none" w:sz="0" w:space="0" w:color="auto"/>
            <w:right w:val="none" w:sz="0" w:space="0" w:color="auto"/>
          </w:divBdr>
        </w:div>
        <w:div w:id="2126578689">
          <w:marLeft w:val="0"/>
          <w:marRight w:val="0"/>
          <w:marTop w:val="0"/>
          <w:marBottom w:val="0"/>
          <w:divBdr>
            <w:top w:val="none" w:sz="0" w:space="0" w:color="auto"/>
            <w:left w:val="none" w:sz="0" w:space="0" w:color="auto"/>
            <w:bottom w:val="none" w:sz="0" w:space="0" w:color="auto"/>
            <w:right w:val="none" w:sz="0" w:space="0" w:color="auto"/>
          </w:divBdr>
        </w:div>
        <w:div w:id="2126578694">
          <w:marLeft w:val="0"/>
          <w:marRight w:val="0"/>
          <w:marTop w:val="0"/>
          <w:marBottom w:val="0"/>
          <w:divBdr>
            <w:top w:val="none" w:sz="0" w:space="0" w:color="auto"/>
            <w:left w:val="none" w:sz="0" w:space="0" w:color="auto"/>
            <w:bottom w:val="none" w:sz="0" w:space="0" w:color="auto"/>
            <w:right w:val="none" w:sz="0" w:space="0" w:color="auto"/>
          </w:divBdr>
        </w:div>
        <w:div w:id="2126578696">
          <w:marLeft w:val="0"/>
          <w:marRight w:val="0"/>
          <w:marTop w:val="0"/>
          <w:marBottom w:val="0"/>
          <w:divBdr>
            <w:top w:val="none" w:sz="0" w:space="0" w:color="auto"/>
            <w:left w:val="none" w:sz="0" w:space="0" w:color="auto"/>
            <w:bottom w:val="none" w:sz="0" w:space="0" w:color="auto"/>
            <w:right w:val="none" w:sz="0" w:space="0" w:color="auto"/>
          </w:divBdr>
        </w:div>
        <w:div w:id="2126578699">
          <w:marLeft w:val="0"/>
          <w:marRight w:val="0"/>
          <w:marTop w:val="0"/>
          <w:marBottom w:val="0"/>
          <w:divBdr>
            <w:top w:val="none" w:sz="0" w:space="0" w:color="auto"/>
            <w:left w:val="none" w:sz="0" w:space="0" w:color="auto"/>
            <w:bottom w:val="none" w:sz="0" w:space="0" w:color="auto"/>
            <w:right w:val="none" w:sz="0" w:space="0" w:color="auto"/>
          </w:divBdr>
        </w:div>
        <w:div w:id="2126578701">
          <w:marLeft w:val="0"/>
          <w:marRight w:val="0"/>
          <w:marTop w:val="0"/>
          <w:marBottom w:val="0"/>
          <w:divBdr>
            <w:top w:val="none" w:sz="0" w:space="0" w:color="auto"/>
            <w:left w:val="none" w:sz="0" w:space="0" w:color="auto"/>
            <w:bottom w:val="none" w:sz="0" w:space="0" w:color="auto"/>
            <w:right w:val="none" w:sz="0" w:space="0" w:color="auto"/>
          </w:divBdr>
        </w:div>
        <w:div w:id="2126578706">
          <w:marLeft w:val="0"/>
          <w:marRight w:val="0"/>
          <w:marTop w:val="0"/>
          <w:marBottom w:val="0"/>
          <w:divBdr>
            <w:top w:val="none" w:sz="0" w:space="0" w:color="auto"/>
            <w:left w:val="none" w:sz="0" w:space="0" w:color="auto"/>
            <w:bottom w:val="none" w:sz="0" w:space="0" w:color="auto"/>
            <w:right w:val="none" w:sz="0" w:space="0" w:color="auto"/>
          </w:divBdr>
        </w:div>
        <w:div w:id="2126578708">
          <w:marLeft w:val="0"/>
          <w:marRight w:val="0"/>
          <w:marTop w:val="0"/>
          <w:marBottom w:val="0"/>
          <w:divBdr>
            <w:top w:val="none" w:sz="0" w:space="0" w:color="auto"/>
            <w:left w:val="none" w:sz="0" w:space="0" w:color="auto"/>
            <w:bottom w:val="none" w:sz="0" w:space="0" w:color="auto"/>
            <w:right w:val="none" w:sz="0" w:space="0" w:color="auto"/>
          </w:divBdr>
        </w:div>
        <w:div w:id="2126578712">
          <w:marLeft w:val="0"/>
          <w:marRight w:val="0"/>
          <w:marTop w:val="0"/>
          <w:marBottom w:val="0"/>
          <w:divBdr>
            <w:top w:val="none" w:sz="0" w:space="0" w:color="auto"/>
            <w:left w:val="none" w:sz="0" w:space="0" w:color="auto"/>
            <w:bottom w:val="none" w:sz="0" w:space="0" w:color="auto"/>
            <w:right w:val="none" w:sz="0" w:space="0" w:color="auto"/>
          </w:divBdr>
        </w:div>
        <w:div w:id="2126578715">
          <w:marLeft w:val="0"/>
          <w:marRight w:val="0"/>
          <w:marTop w:val="0"/>
          <w:marBottom w:val="0"/>
          <w:divBdr>
            <w:top w:val="none" w:sz="0" w:space="0" w:color="auto"/>
            <w:left w:val="none" w:sz="0" w:space="0" w:color="auto"/>
            <w:bottom w:val="none" w:sz="0" w:space="0" w:color="auto"/>
            <w:right w:val="none" w:sz="0" w:space="0" w:color="auto"/>
          </w:divBdr>
        </w:div>
        <w:div w:id="2126578716">
          <w:marLeft w:val="0"/>
          <w:marRight w:val="0"/>
          <w:marTop w:val="0"/>
          <w:marBottom w:val="0"/>
          <w:divBdr>
            <w:top w:val="none" w:sz="0" w:space="0" w:color="auto"/>
            <w:left w:val="none" w:sz="0" w:space="0" w:color="auto"/>
            <w:bottom w:val="none" w:sz="0" w:space="0" w:color="auto"/>
            <w:right w:val="none" w:sz="0" w:space="0" w:color="auto"/>
          </w:divBdr>
        </w:div>
      </w:divsChild>
    </w:div>
    <w:div w:id="2126578717">
      <w:marLeft w:val="0"/>
      <w:marRight w:val="0"/>
      <w:marTop w:val="0"/>
      <w:marBottom w:val="0"/>
      <w:divBdr>
        <w:top w:val="none" w:sz="0" w:space="0" w:color="auto"/>
        <w:left w:val="none" w:sz="0" w:space="0" w:color="auto"/>
        <w:bottom w:val="none" w:sz="0" w:space="0" w:color="auto"/>
        <w:right w:val="none" w:sz="0" w:space="0" w:color="auto"/>
      </w:divBdr>
    </w:div>
    <w:div w:id="2126578718">
      <w:marLeft w:val="0"/>
      <w:marRight w:val="0"/>
      <w:marTop w:val="0"/>
      <w:marBottom w:val="0"/>
      <w:divBdr>
        <w:top w:val="none" w:sz="0" w:space="0" w:color="auto"/>
        <w:left w:val="none" w:sz="0" w:space="0" w:color="auto"/>
        <w:bottom w:val="none" w:sz="0" w:space="0" w:color="auto"/>
        <w:right w:val="none" w:sz="0" w:space="0" w:color="auto"/>
      </w:divBdr>
    </w:div>
    <w:div w:id="212657871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4</Pages>
  <Words>897</Words>
  <Characters>5119</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kudin</dc:creator>
  <cp:keywords/>
  <dc:description/>
  <cp:lastModifiedBy>Пользователь Windows</cp:lastModifiedBy>
  <cp:revision>2</cp:revision>
  <cp:lastPrinted>2015-04-30T11:10:00Z</cp:lastPrinted>
  <dcterms:created xsi:type="dcterms:W3CDTF">2020-01-15T14:23:00Z</dcterms:created>
  <dcterms:modified xsi:type="dcterms:W3CDTF">2020-01-15T14:23:00Z</dcterms:modified>
</cp:coreProperties>
</file>