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A1C" w:rsidRDefault="006F1A1C" w:rsidP="00417510">
      <w:pPr>
        <w:ind w:firstLine="720"/>
        <w:jc w:val="center"/>
        <w:rPr>
          <w:b/>
          <w:lang w:eastAsia="ru-RU"/>
        </w:rPr>
      </w:pPr>
    </w:p>
    <w:p w:rsidR="006F1A1C" w:rsidRDefault="006F1A1C" w:rsidP="00417510">
      <w:pPr>
        <w:ind w:firstLine="720"/>
        <w:jc w:val="center"/>
        <w:rPr>
          <w:b/>
          <w:lang w:eastAsia="ru-RU"/>
        </w:rPr>
      </w:pPr>
    </w:p>
    <w:p w:rsidR="006F1A1C" w:rsidRDefault="006F1A1C" w:rsidP="00417510">
      <w:pPr>
        <w:ind w:firstLine="720"/>
        <w:jc w:val="center"/>
        <w:rPr>
          <w:b/>
          <w:lang w:eastAsia="ru-RU"/>
        </w:rPr>
      </w:pPr>
    </w:p>
    <w:p w:rsidR="006F1A1C" w:rsidRPr="00417510" w:rsidRDefault="006F1A1C" w:rsidP="00417510">
      <w:pPr>
        <w:ind w:firstLine="720"/>
        <w:jc w:val="center"/>
        <w:rPr>
          <w:b/>
          <w:lang w:eastAsia="ru-RU"/>
        </w:rPr>
      </w:pPr>
      <w:r w:rsidRPr="00417510">
        <w:rPr>
          <w:b/>
          <w:lang w:eastAsia="ru-RU"/>
        </w:rPr>
        <w:t>НАРОДНИЙ ДЕПУТАТ УКРАЇНИ</w:t>
      </w:r>
    </w:p>
    <w:p w:rsidR="006F1A1C" w:rsidRPr="00417510" w:rsidRDefault="006F1A1C" w:rsidP="00417510">
      <w:pPr>
        <w:keepNext/>
        <w:pBdr>
          <w:bottom w:val="thinThickThinSmallGap" w:sz="24" w:space="0" w:color="auto"/>
        </w:pBdr>
        <w:autoSpaceDE w:val="0"/>
        <w:autoSpaceDN w:val="0"/>
        <w:ind w:firstLine="720"/>
        <w:outlineLvl w:val="1"/>
        <w:rPr>
          <w:b/>
          <w:bCs/>
          <w:i/>
          <w:iCs/>
          <w:spacing w:val="18"/>
          <w:w w:val="90"/>
          <w:lang w:eastAsia="ru-RU"/>
        </w:rPr>
      </w:pPr>
    </w:p>
    <w:p w:rsidR="006F1A1C" w:rsidRPr="00B34CD4" w:rsidRDefault="006F1A1C" w:rsidP="00417510">
      <w:pPr>
        <w:ind w:firstLine="720"/>
        <w:rPr>
          <w:sz w:val="24"/>
          <w:szCs w:val="24"/>
          <w:lang w:eastAsia="ru-RU"/>
        </w:rPr>
      </w:pPr>
      <w:r w:rsidRPr="00B34CD4">
        <w:rPr>
          <w:sz w:val="24"/>
          <w:szCs w:val="24"/>
          <w:lang w:eastAsia="ru-RU"/>
        </w:rPr>
        <w:t>№ _________ від ____________ 20</w:t>
      </w:r>
      <w:r>
        <w:rPr>
          <w:sz w:val="24"/>
          <w:szCs w:val="24"/>
          <w:lang w:eastAsia="ru-RU"/>
        </w:rPr>
        <w:t>20</w:t>
      </w:r>
      <w:bookmarkStart w:id="0" w:name="_GoBack"/>
      <w:bookmarkEnd w:id="0"/>
      <w:r w:rsidRPr="00B34CD4">
        <w:rPr>
          <w:sz w:val="24"/>
          <w:szCs w:val="24"/>
          <w:lang w:eastAsia="ru-RU"/>
        </w:rPr>
        <w:t xml:space="preserve"> р.</w:t>
      </w:r>
    </w:p>
    <w:p w:rsidR="006F1A1C" w:rsidRPr="00417510" w:rsidRDefault="006F1A1C" w:rsidP="00417510">
      <w:pPr>
        <w:ind w:firstLine="720"/>
        <w:rPr>
          <w:b/>
          <w:lang w:eastAsia="ru-RU"/>
        </w:rPr>
      </w:pPr>
    </w:p>
    <w:p w:rsidR="006F1A1C" w:rsidRDefault="006F1A1C" w:rsidP="00417510">
      <w:pPr>
        <w:tabs>
          <w:tab w:val="left" w:pos="708"/>
          <w:tab w:val="left" w:pos="2340"/>
          <w:tab w:val="center" w:pos="4153"/>
          <w:tab w:val="right" w:pos="8306"/>
        </w:tabs>
        <w:autoSpaceDE w:val="0"/>
        <w:autoSpaceDN w:val="0"/>
        <w:ind w:firstLine="720"/>
        <w:jc w:val="right"/>
        <w:rPr>
          <w:b/>
          <w:bCs/>
          <w:lang w:eastAsia="ru-RU"/>
        </w:rPr>
      </w:pPr>
    </w:p>
    <w:p w:rsidR="006F1A1C" w:rsidRDefault="006F1A1C" w:rsidP="00417510">
      <w:pPr>
        <w:tabs>
          <w:tab w:val="left" w:pos="708"/>
          <w:tab w:val="left" w:pos="2340"/>
          <w:tab w:val="center" w:pos="4153"/>
          <w:tab w:val="right" w:pos="8306"/>
        </w:tabs>
        <w:autoSpaceDE w:val="0"/>
        <w:autoSpaceDN w:val="0"/>
        <w:ind w:firstLine="720"/>
        <w:jc w:val="right"/>
        <w:rPr>
          <w:b/>
          <w:bCs/>
          <w:lang w:eastAsia="ru-RU"/>
        </w:rPr>
      </w:pPr>
    </w:p>
    <w:p w:rsidR="006F1A1C" w:rsidRPr="00B34CD4" w:rsidRDefault="006F1A1C" w:rsidP="00417510">
      <w:pPr>
        <w:tabs>
          <w:tab w:val="left" w:pos="708"/>
          <w:tab w:val="left" w:pos="2340"/>
          <w:tab w:val="center" w:pos="4153"/>
          <w:tab w:val="right" w:pos="8306"/>
        </w:tabs>
        <w:autoSpaceDE w:val="0"/>
        <w:autoSpaceDN w:val="0"/>
        <w:ind w:firstLine="720"/>
        <w:jc w:val="right"/>
        <w:rPr>
          <w:b/>
          <w:bCs/>
          <w:lang w:eastAsia="ru-RU"/>
        </w:rPr>
      </w:pPr>
      <w:r w:rsidRPr="00B34CD4">
        <w:rPr>
          <w:b/>
          <w:bCs/>
          <w:lang w:eastAsia="ru-RU"/>
        </w:rPr>
        <w:t>Верховна Рада України</w:t>
      </w:r>
    </w:p>
    <w:p w:rsidR="006F1A1C" w:rsidRPr="00417510" w:rsidRDefault="006F1A1C" w:rsidP="00417510">
      <w:pPr>
        <w:ind w:left="5040" w:firstLine="720"/>
        <w:jc w:val="both"/>
        <w:rPr>
          <w:lang w:eastAsia="ru-RU"/>
        </w:rPr>
      </w:pPr>
    </w:p>
    <w:p w:rsidR="006F1A1C" w:rsidRPr="00417510" w:rsidRDefault="006F1A1C" w:rsidP="00B34CD4">
      <w:pPr>
        <w:rPr>
          <w:lang w:eastAsia="ru-RU"/>
        </w:rPr>
      </w:pPr>
    </w:p>
    <w:p w:rsidR="006F1A1C" w:rsidRPr="00417510" w:rsidRDefault="006F1A1C" w:rsidP="00417510">
      <w:pPr>
        <w:rPr>
          <w:lang w:eastAsia="ru-RU"/>
        </w:rPr>
      </w:pPr>
    </w:p>
    <w:p w:rsidR="006F1A1C" w:rsidRDefault="006F1A1C" w:rsidP="001A3D01">
      <w:pPr>
        <w:ind w:firstLine="540"/>
        <w:jc w:val="both"/>
      </w:pPr>
      <w:r w:rsidRPr="00417510">
        <w:rPr>
          <w:lang w:eastAsia="ru-RU"/>
        </w:rPr>
        <w:t xml:space="preserve">Відповідно до статті 93 Конституції України, статті 12 Закону України </w:t>
      </w:r>
      <w:r>
        <w:rPr>
          <w:lang w:eastAsia="ru-RU"/>
        </w:rPr>
        <w:t>«</w:t>
      </w:r>
      <w:r w:rsidRPr="00417510">
        <w:rPr>
          <w:lang w:eastAsia="ru-RU"/>
        </w:rPr>
        <w:t>Про статус народного депутата України</w:t>
      </w:r>
      <w:r>
        <w:rPr>
          <w:lang w:eastAsia="ru-RU"/>
        </w:rPr>
        <w:t>»</w:t>
      </w:r>
      <w:r w:rsidRPr="00417510">
        <w:rPr>
          <w:lang w:eastAsia="ru-RU"/>
        </w:rPr>
        <w:t xml:space="preserve"> в порядку</w:t>
      </w:r>
      <w:r>
        <w:rPr>
          <w:lang w:eastAsia="ru-RU"/>
        </w:rPr>
        <w:t xml:space="preserve"> законодавчої ініціативи вноситься</w:t>
      </w:r>
      <w:r w:rsidRPr="00417510">
        <w:rPr>
          <w:lang w:eastAsia="ru-RU"/>
        </w:rPr>
        <w:t xml:space="preserve"> на роз</w:t>
      </w:r>
      <w:r>
        <w:rPr>
          <w:lang w:eastAsia="ru-RU"/>
        </w:rPr>
        <w:t>гляд Верховної Ради України проєкт Закону України «</w:t>
      </w:r>
      <w:r w:rsidRPr="00417510">
        <w:rPr>
          <w:lang w:eastAsia="ru-RU"/>
        </w:rPr>
        <w:t xml:space="preserve">Про </w:t>
      </w:r>
      <w:r>
        <w:rPr>
          <w:lang w:eastAsia="ru-RU"/>
        </w:rPr>
        <w:t>всеукраїнський референдум»,</w:t>
      </w:r>
      <w:r w:rsidRPr="001A3D01">
        <w:t xml:space="preserve"> </w:t>
      </w:r>
      <w:r>
        <w:t>який є</w:t>
      </w:r>
      <w:r w:rsidRPr="00906329">
        <w:t xml:space="preserve"> </w:t>
      </w:r>
      <w:r>
        <w:t xml:space="preserve">доопрацьованим проєктом </w:t>
      </w:r>
      <w:r>
        <w:rPr>
          <w:lang w:eastAsia="ru-RU"/>
        </w:rPr>
        <w:t>Закону України «</w:t>
      </w:r>
      <w:r w:rsidRPr="00417510">
        <w:rPr>
          <w:lang w:eastAsia="ru-RU"/>
        </w:rPr>
        <w:t xml:space="preserve">Про </w:t>
      </w:r>
      <w:r>
        <w:rPr>
          <w:lang w:eastAsia="ru-RU"/>
        </w:rPr>
        <w:t>всеукраїнський референдум»</w:t>
      </w:r>
      <w:r>
        <w:t xml:space="preserve"> (р.№2182 від 26.09.2019 р.).</w:t>
      </w:r>
    </w:p>
    <w:p w:rsidR="006F1A1C" w:rsidRPr="00417510" w:rsidRDefault="006F1A1C" w:rsidP="00417510">
      <w:pPr>
        <w:ind w:firstLine="720"/>
        <w:jc w:val="both"/>
        <w:rPr>
          <w:lang w:eastAsia="ru-RU"/>
        </w:rPr>
      </w:pPr>
      <w:r w:rsidRPr="00417510">
        <w:rPr>
          <w:lang w:eastAsia="ru-RU"/>
        </w:rPr>
        <w:t>На пленарному засіданні Верховної Ради України доповідати про</w:t>
      </w:r>
      <w:r>
        <w:rPr>
          <w:lang w:eastAsia="ru-RU"/>
        </w:rPr>
        <w:t>є</w:t>
      </w:r>
      <w:r w:rsidRPr="00417510">
        <w:rPr>
          <w:lang w:eastAsia="ru-RU"/>
        </w:rPr>
        <w:t xml:space="preserve">кт Закону України буде народний депутат України </w:t>
      </w:r>
      <w:r>
        <w:rPr>
          <w:lang w:eastAsia="ru-RU"/>
        </w:rPr>
        <w:t>________________________</w:t>
      </w:r>
    </w:p>
    <w:p w:rsidR="006F1A1C" w:rsidRPr="00417510" w:rsidRDefault="006F1A1C" w:rsidP="00417510">
      <w:pPr>
        <w:ind w:right="-5" w:firstLine="720"/>
        <w:jc w:val="both"/>
        <w:rPr>
          <w:lang w:eastAsia="ru-RU"/>
        </w:rPr>
      </w:pPr>
    </w:p>
    <w:p w:rsidR="006F1A1C" w:rsidRPr="00417510" w:rsidRDefault="006F1A1C" w:rsidP="00417510">
      <w:pPr>
        <w:ind w:right="-5" w:firstLine="720"/>
        <w:jc w:val="both"/>
        <w:rPr>
          <w:lang w:eastAsia="ru-RU"/>
        </w:rPr>
      </w:pPr>
    </w:p>
    <w:p w:rsidR="006F1A1C" w:rsidRPr="00417510" w:rsidRDefault="006F1A1C" w:rsidP="00417510">
      <w:pPr>
        <w:ind w:right="-5" w:firstLine="720"/>
        <w:jc w:val="both"/>
        <w:rPr>
          <w:lang w:eastAsia="ru-RU"/>
        </w:rPr>
      </w:pPr>
      <w:r w:rsidRPr="00417510">
        <w:rPr>
          <w:lang w:eastAsia="ru-RU"/>
        </w:rPr>
        <w:t>Додатки:</w:t>
      </w:r>
    </w:p>
    <w:p w:rsidR="006F1A1C" w:rsidRPr="00417510" w:rsidRDefault="006F1A1C" w:rsidP="00417510">
      <w:pPr>
        <w:numPr>
          <w:ilvl w:val="0"/>
          <w:numId w:val="1"/>
        </w:numPr>
        <w:autoSpaceDE w:val="0"/>
        <w:autoSpaceDN w:val="0"/>
        <w:ind w:right="-5" w:firstLine="720"/>
        <w:jc w:val="both"/>
        <w:rPr>
          <w:lang w:eastAsia="ru-RU"/>
        </w:rPr>
      </w:pPr>
      <w:r>
        <w:rPr>
          <w:lang w:eastAsia="ru-RU"/>
        </w:rPr>
        <w:t>Проє</w:t>
      </w:r>
      <w:r w:rsidRPr="00417510">
        <w:rPr>
          <w:lang w:eastAsia="ru-RU"/>
        </w:rPr>
        <w:t xml:space="preserve">кт Закону України – на </w:t>
      </w:r>
      <w:r>
        <w:rPr>
          <w:lang w:val="ru-RU" w:eastAsia="ru-RU"/>
        </w:rPr>
        <w:t>146</w:t>
      </w:r>
      <w:r w:rsidRPr="00417510">
        <w:rPr>
          <w:lang w:eastAsia="ru-RU"/>
        </w:rPr>
        <w:t xml:space="preserve"> арк.;</w:t>
      </w:r>
    </w:p>
    <w:p w:rsidR="006F1A1C" w:rsidRDefault="006F1A1C" w:rsidP="00417510">
      <w:pPr>
        <w:numPr>
          <w:ilvl w:val="0"/>
          <w:numId w:val="1"/>
        </w:numPr>
        <w:autoSpaceDE w:val="0"/>
        <w:autoSpaceDN w:val="0"/>
        <w:ind w:right="-5" w:firstLine="720"/>
        <w:jc w:val="both"/>
        <w:rPr>
          <w:lang w:eastAsia="ru-RU"/>
        </w:rPr>
      </w:pPr>
      <w:r w:rsidRPr="00417510">
        <w:rPr>
          <w:lang w:eastAsia="ru-RU"/>
        </w:rPr>
        <w:t xml:space="preserve">Пояснювальна записка – на </w:t>
      </w:r>
      <w:r>
        <w:rPr>
          <w:lang w:eastAsia="ru-RU"/>
        </w:rPr>
        <w:t>5</w:t>
      </w:r>
      <w:r w:rsidRPr="00417510">
        <w:rPr>
          <w:lang w:eastAsia="ru-RU"/>
        </w:rPr>
        <w:t xml:space="preserve"> арк.;</w:t>
      </w:r>
    </w:p>
    <w:p w:rsidR="006F1A1C" w:rsidRDefault="006F1A1C" w:rsidP="00417510">
      <w:pPr>
        <w:numPr>
          <w:ilvl w:val="0"/>
          <w:numId w:val="1"/>
        </w:numPr>
        <w:autoSpaceDE w:val="0"/>
        <w:autoSpaceDN w:val="0"/>
        <w:ind w:right="-5" w:firstLine="720"/>
        <w:jc w:val="both"/>
        <w:rPr>
          <w:lang w:eastAsia="ru-RU"/>
        </w:rPr>
      </w:pPr>
      <w:r>
        <w:rPr>
          <w:lang w:eastAsia="ru-RU"/>
        </w:rPr>
        <w:t>Порівняльна таблиця – на 4 арк.;</w:t>
      </w:r>
    </w:p>
    <w:p w:rsidR="006F1A1C" w:rsidRPr="00417510" w:rsidRDefault="006F1A1C" w:rsidP="001B78E2">
      <w:pPr>
        <w:numPr>
          <w:ilvl w:val="0"/>
          <w:numId w:val="1"/>
        </w:numPr>
        <w:tabs>
          <w:tab w:val="num" w:pos="360"/>
        </w:tabs>
        <w:autoSpaceDE w:val="0"/>
        <w:autoSpaceDN w:val="0"/>
        <w:ind w:right="-5" w:firstLine="720"/>
        <w:jc w:val="both"/>
      </w:pPr>
      <w:r w:rsidRPr="0065437D">
        <w:t xml:space="preserve">Проект Постанови Верховної Ради України – на </w:t>
      </w:r>
      <w:r>
        <w:t>1</w:t>
      </w:r>
      <w:r w:rsidRPr="0065437D">
        <w:t xml:space="preserve"> арк.;</w:t>
      </w:r>
    </w:p>
    <w:p w:rsidR="006F1A1C" w:rsidRDefault="006F1A1C" w:rsidP="00417510">
      <w:pPr>
        <w:numPr>
          <w:ilvl w:val="0"/>
          <w:numId w:val="1"/>
        </w:numPr>
        <w:autoSpaceDE w:val="0"/>
        <w:autoSpaceDN w:val="0"/>
        <w:ind w:right="-5" w:firstLine="720"/>
        <w:jc w:val="both"/>
        <w:rPr>
          <w:lang w:eastAsia="ru-RU"/>
        </w:rPr>
      </w:pPr>
      <w:r w:rsidRPr="00417510">
        <w:rPr>
          <w:lang w:eastAsia="ru-RU"/>
        </w:rPr>
        <w:t>Електронний варіант зазначених документів.</w:t>
      </w:r>
    </w:p>
    <w:p w:rsidR="006F1A1C" w:rsidRPr="00417510" w:rsidRDefault="006F1A1C" w:rsidP="001A3D01">
      <w:pPr>
        <w:autoSpaceDE w:val="0"/>
        <w:autoSpaceDN w:val="0"/>
        <w:ind w:left="720" w:right="-5"/>
        <w:jc w:val="both"/>
        <w:rPr>
          <w:lang w:eastAsia="ru-RU"/>
        </w:rPr>
      </w:pPr>
    </w:p>
    <w:p w:rsidR="006F1A1C" w:rsidRPr="00417510" w:rsidRDefault="006F1A1C" w:rsidP="00417510">
      <w:pPr>
        <w:ind w:right="-5" w:firstLine="720"/>
        <w:jc w:val="both"/>
        <w:rPr>
          <w:lang w:eastAsia="ru-RU"/>
        </w:rPr>
      </w:pPr>
    </w:p>
    <w:p w:rsidR="006F1A1C" w:rsidRDefault="006F1A1C" w:rsidP="00B152DA">
      <w:pPr>
        <w:tabs>
          <w:tab w:val="left" w:pos="840"/>
        </w:tabs>
        <w:spacing w:after="60"/>
        <w:ind w:left="709"/>
        <w:rPr>
          <w:b/>
        </w:rPr>
      </w:pPr>
      <w:r>
        <w:rPr>
          <w:b/>
        </w:rPr>
        <w:t>Народний депутат України                               Тимошенко Ю.В.</w:t>
      </w:r>
    </w:p>
    <w:p w:rsidR="006F1A1C" w:rsidRDefault="006F1A1C" w:rsidP="00B152DA">
      <w:pPr>
        <w:tabs>
          <w:tab w:val="left" w:pos="840"/>
        </w:tabs>
        <w:spacing w:after="60"/>
        <w:ind w:left="709"/>
        <w:rPr>
          <w:b/>
        </w:rPr>
      </w:pPr>
      <w:r>
        <w:rPr>
          <w:b/>
        </w:rPr>
        <w:t xml:space="preserve">       </w:t>
      </w:r>
    </w:p>
    <w:p w:rsidR="006F1A1C" w:rsidRPr="004F3F5F" w:rsidRDefault="006F1A1C" w:rsidP="00B152DA">
      <w:pPr>
        <w:tabs>
          <w:tab w:val="left" w:pos="840"/>
        </w:tabs>
        <w:spacing w:after="60"/>
        <w:ind w:left="709"/>
        <w:rPr>
          <w:b/>
        </w:rPr>
      </w:pPr>
      <w:r>
        <w:rPr>
          <w:b/>
        </w:rPr>
        <w:t>Народний депутат України                               Соболєв С.В.</w:t>
      </w:r>
    </w:p>
    <w:p w:rsidR="006F1A1C" w:rsidRPr="00417510" w:rsidRDefault="006F1A1C" w:rsidP="00B152DA">
      <w:pPr>
        <w:tabs>
          <w:tab w:val="left" w:pos="6663"/>
        </w:tabs>
        <w:spacing w:after="120"/>
        <w:jc w:val="both"/>
      </w:pPr>
    </w:p>
    <w:sectPr w:rsidR="006F1A1C" w:rsidRPr="00417510" w:rsidSect="0065437D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11575"/>
    <w:multiLevelType w:val="hybridMultilevel"/>
    <w:tmpl w:val="C00640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7445"/>
    <w:rsid w:val="000520E5"/>
    <w:rsid w:val="00182028"/>
    <w:rsid w:val="001A3D01"/>
    <w:rsid w:val="001B78E2"/>
    <w:rsid w:val="001C3516"/>
    <w:rsid w:val="00221E97"/>
    <w:rsid w:val="00233F41"/>
    <w:rsid w:val="00241858"/>
    <w:rsid w:val="00286313"/>
    <w:rsid w:val="002B2A1A"/>
    <w:rsid w:val="002F0CA7"/>
    <w:rsid w:val="00355B6D"/>
    <w:rsid w:val="00384092"/>
    <w:rsid w:val="00385B4E"/>
    <w:rsid w:val="003A6861"/>
    <w:rsid w:val="003F2D6B"/>
    <w:rsid w:val="003F4C68"/>
    <w:rsid w:val="003F7F39"/>
    <w:rsid w:val="00417510"/>
    <w:rsid w:val="004F3F5F"/>
    <w:rsid w:val="005A5C0D"/>
    <w:rsid w:val="005E3B86"/>
    <w:rsid w:val="0065437D"/>
    <w:rsid w:val="0067430F"/>
    <w:rsid w:val="006948BA"/>
    <w:rsid w:val="006B6BF0"/>
    <w:rsid w:val="006B72B0"/>
    <w:rsid w:val="006C777C"/>
    <w:rsid w:val="006F1A1C"/>
    <w:rsid w:val="0073767E"/>
    <w:rsid w:val="00751FFC"/>
    <w:rsid w:val="007F5623"/>
    <w:rsid w:val="008065B1"/>
    <w:rsid w:val="00831A8B"/>
    <w:rsid w:val="00906329"/>
    <w:rsid w:val="00964E95"/>
    <w:rsid w:val="00982760"/>
    <w:rsid w:val="00A357B4"/>
    <w:rsid w:val="00A55C43"/>
    <w:rsid w:val="00A761BF"/>
    <w:rsid w:val="00AC5807"/>
    <w:rsid w:val="00AD4996"/>
    <w:rsid w:val="00AE3EE1"/>
    <w:rsid w:val="00AF089B"/>
    <w:rsid w:val="00B152DA"/>
    <w:rsid w:val="00B34CD4"/>
    <w:rsid w:val="00B377A1"/>
    <w:rsid w:val="00B87445"/>
    <w:rsid w:val="00C25F08"/>
    <w:rsid w:val="00C654B0"/>
    <w:rsid w:val="00DB7B48"/>
    <w:rsid w:val="00E448DC"/>
    <w:rsid w:val="00E84F7E"/>
    <w:rsid w:val="00ED6011"/>
    <w:rsid w:val="00F54DDB"/>
    <w:rsid w:val="00F743F0"/>
    <w:rsid w:val="00F961EF"/>
    <w:rsid w:val="00FF2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uiPriority="0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1" w:semiHidden="1" w:unhideWhenUsed="1"/>
    <w:lsdException w:name="Table Grid" w:locked="1" w:uiPriority="59"/>
    <w:lsdException w:name="Table Theme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7445"/>
    <w:rPr>
      <w:rFonts w:ascii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87445"/>
    <w:pPr>
      <w:spacing w:before="100" w:beforeAutospacing="1" w:after="100" w:afterAutospacing="1"/>
      <w:ind w:firstLine="709"/>
      <w:jc w:val="both"/>
    </w:pPr>
    <w:rPr>
      <w:sz w:val="24"/>
      <w:szCs w:val="24"/>
      <w:lang w:val="ru-RU" w:eastAsia="ru-RU"/>
    </w:rPr>
  </w:style>
  <w:style w:type="paragraph" w:customStyle="1" w:styleId="xfmc1">
    <w:name w:val="xfmc1"/>
    <w:basedOn w:val="Normal"/>
    <w:uiPriority w:val="99"/>
    <w:rsid w:val="00B87445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locked/>
    <w:rsid w:val="00AF08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A74"/>
    <w:rPr>
      <w:rFonts w:ascii="Times New Roman" w:hAnsi="Times New Roman" w:cs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598</Words>
  <Characters>341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Shelest</dc:creator>
  <cp:keywords/>
  <dc:description/>
  <cp:lastModifiedBy>pokotylo-o</cp:lastModifiedBy>
  <cp:revision>6</cp:revision>
  <cp:lastPrinted>2020-02-05T13:20:00Z</cp:lastPrinted>
  <dcterms:created xsi:type="dcterms:W3CDTF">2019-12-16T18:14:00Z</dcterms:created>
  <dcterms:modified xsi:type="dcterms:W3CDTF">2020-02-05T13:35:00Z</dcterms:modified>
</cp:coreProperties>
</file>