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A0"/>
      </w:tblPr>
      <w:tblGrid>
        <w:gridCol w:w="9301"/>
      </w:tblGrid>
      <w:tr w:rsidR="00D82036" w:rsidRPr="00513904">
        <w:trPr>
          <w:trHeight w:val="2080"/>
          <w:jc w:val="center"/>
        </w:trPr>
        <w:tc>
          <w:tcPr>
            <w:tcW w:w="9301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D82036" w:rsidRPr="00513904" w:rsidRDefault="00D82036" w:rsidP="006C5327">
            <w:pPr>
              <w:jc w:val="center"/>
              <w:rPr>
                <w:sz w:val="28"/>
                <w:szCs w:val="28"/>
                <w:lang w:val="uk-UA"/>
              </w:rPr>
            </w:pPr>
            <w:r w:rsidRPr="00B55C28">
              <w:rPr>
                <w:noProof/>
                <w:lang w:val="en-US"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40.5pt;height:55.5pt;visibility:visible">
                  <v:imagedata r:id="rId5" o:title=""/>
                </v:shape>
              </w:pict>
            </w:r>
          </w:p>
          <w:p w:rsidR="00D82036" w:rsidRPr="00513904" w:rsidRDefault="00D82036" w:rsidP="006C5327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82036" w:rsidRPr="00513904" w:rsidRDefault="00D82036" w:rsidP="006C5327">
            <w:pPr>
              <w:pStyle w:val="Heading2"/>
              <w:rPr>
                <w:b/>
                <w:bCs/>
                <w:sz w:val="52"/>
                <w:szCs w:val="52"/>
                <w:lang w:val="uk-UA"/>
              </w:rPr>
            </w:pPr>
            <w:r w:rsidRPr="00513904">
              <w:rPr>
                <w:b/>
                <w:bCs/>
                <w:sz w:val="52"/>
                <w:szCs w:val="52"/>
                <w:lang w:val="uk-UA"/>
              </w:rPr>
              <w:t>НАРОДНИЙ ДЕПУТАТ УКРАЇНИ</w:t>
            </w:r>
          </w:p>
          <w:p w:rsidR="00D82036" w:rsidRPr="00513904" w:rsidRDefault="00D82036" w:rsidP="006C5327">
            <w:pPr>
              <w:spacing w:before="120" w:after="120"/>
              <w:jc w:val="center"/>
              <w:rPr>
                <w:sz w:val="24"/>
                <w:szCs w:val="24"/>
                <w:lang w:val="uk-UA"/>
              </w:rPr>
            </w:pPr>
            <w:r w:rsidRPr="00513904">
              <w:rPr>
                <w:sz w:val="24"/>
                <w:szCs w:val="24"/>
                <w:lang w:val="uk-UA"/>
              </w:rPr>
              <w:t xml:space="preserve">Україна, 01008, м. Київ, вул. </w:t>
            </w:r>
            <w:r>
              <w:rPr>
                <w:sz w:val="24"/>
                <w:szCs w:val="24"/>
                <w:lang w:val="uk-UA"/>
              </w:rPr>
              <w:t xml:space="preserve">М. </w:t>
            </w:r>
            <w:r w:rsidRPr="00513904">
              <w:rPr>
                <w:sz w:val="24"/>
                <w:szCs w:val="24"/>
                <w:lang w:val="uk-UA"/>
              </w:rPr>
              <w:t>Грушевського, буд. 5</w:t>
            </w:r>
          </w:p>
        </w:tc>
      </w:tr>
    </w:tbl>
    <w:p w:rsidR="00D82036" w:rsidRDefault="00D82036" w:rsidP="006C5327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</w:p>
    <w:p w:rsidR="00D82036" w:rsidRPr="00513904" w:rsidRDefault="00D82036" w:rsidP="006C5327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588" w:type="dxa"/>
        <w:tblInd w:w="-106" w:type="dxa"/>
        <w:tblLayout w:type="fixed"/>
        <w:tblLook w:val="01E0"/>
      </w:tblPr>
      <w:tblGrid>
        <w:gridCol w:w="2508"/>
        <w:gridCol w:w="7080"/>
      </w:tblGrid>
      <w:tr w:rsidR="00D82036" w:rsidRPr="00513904">
        <w:tc>
          <w:tcPr>
            <w:tcW w:w="2508" w:type="dxa"/>
          </w:tcPr>
          <w:p w:rsidR="00D82036" w:rsidRPr="00B55C28" w:rsidRDefault="00D82036" w:rsidP="006C5327">
            <w:pPr>
              <w:pStyle w:val="Heading1"/>
              <w:rPr>
                <w:lang w:val="uk-UA"/>
              </w:rPr>
            </w:pPr>
            <w:r w:rsidRPr="00B55C28">
              <w:rPr>
                <w:lang w:val="uk-UA"/>
              </w:rPr>
              <w:t xml:space="preserve">№ </w:t>
            </w:r>
          </w:p>
          <w:p w:rsidR="00D82036" w:rsidRPr="00B55C28" w:rsidRDefault="00D82036" w:rsidP="00DA6403">
            <w:pPr>
              <w:rPr>
                <w:b/>
                <w:bCs/>
                <w:sz w:val="24"/>
                <w:szCs w:val="24"/>
                <w:lang w:val="uk-UA"/>
              </w:rPr>
            </w:pPr>
            <w:r w:rsidRPr="00B55C28">
              <w:rPr>
                <w:b/>
                <w:bCs/>
                <w:sz w:val="24"/>
                <w:szCs w:val="24"/>
                <w:lang w:val="uk-UA"/>
              </w:rPr>
              <w:t xml:space="preserve">від </w:t>
            </w:r>
          </w:p>
        </w:tc>
        <w:tc>
          <w:tcPr>
            <w:tcW w:w="7080" w:type="dxa"/>
          </w:tcPr>
          <w:p w:rsidR="00D82036" w:rsidRPr="00B55C28" w:rsidRDefault="00D82036" w:rsidP="00B55C28">
            <w:pPr>
              <w:jc w:val="right"/>
              <w:rPr>
                <w:sz w:val="28"/>
                <w:szCs w:val="28"/>
                <w:lang w:val="uk-UA"/>
              </w:rPr>
            </w:pPr>
            <w:r w:rsidRPr="00B55C28">
              <w:rPr>
                <w:b/>
                <w:bCs/>
                <w:sz w:val="28"/>
                <w:szCs w:val="28"/>
                <w:lang w:val="uk-UA"/>
              </w:rPr>
              <w:t>Верховна Рада України</w:t>
            </w:r>
          </w:p>
          <w:p w:rsidR="00D82036" w:rsidRPr="00B55C28" w:rsidRDefault="00D82036" w:rsidP="00B55C28">
            <w:pPr>
              <w:pStyle w:val="Heading2"/>
              <w:shd w:val="clear" w:color="auto" w:fill="FFFFFF"/>
              <w:spacing w:line="180" w:lineRule="atLeast"/>
              <w:jc w:val="right"/>
              <w:textAlignment w:val="baseline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</w:tbl>
    <w:p w:rsidR="00D82036" w:rsidRDefault="00D82036" w:rsidP="0017072F">
      <w:pPr>
        <w:ind w:firstLine="737"/>
        <w:jc w:val="both"/>
        <w:rPr>
          <w:sz w:val="28"/>
          <w:szCs w:val="28"/>
          <w:lang w:val="uk-UA"/>
        </w:rPr>
      </w:pPr>
    </w:p>
    <w:p w:rsidR="00D82036" w:rsidRPr="008A23C7" w:rsidRDefault="00D82036" w:rsidP="003C6055">
      <w:pPr>
        <w:pStyle w:val="a1"/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spacing w:val="-2"/>
          <w:sz w:val="28"/>
          <w:szCs w:val="28"/>
        </w:rPr>
      </w:pPr>
      <w:r w:rsidRPr="003C6055">
        <w:rPr>
          <w:rFonts w:ascii="Times New Roman" w:hAnsi="Times New Roman" w:cs="Times New Roman"/>
          <w:b w:val="0"/>
          <w:bCs w:val="0"/>
          <w:spacing w:val="-2"/>
          <w:sz w:val="28"/>
          <w:szCs w:val="28"/>
        </w:rPr>
        <w:t xml:space="preserve">Відповідно до статті 93 Конституції України в порядку законодавчої ініціативи подається на розгляд Верховної Ради України проект </w:t>
      </w:r>
      <w:r w:rsidRPr="00BA785F">
        <w:rPr>
          <w:rFonts w:ascii="Times New Roman" w:hAnsi="Times New Roman" w:cs="Times New Roman"/>
          <w:b w:val="0"/>
          <w:bCs w:val="0"/>
          <w:spacing w:val="-2"/>
          <w:sz w:val="28"/>
          <w:szCs w:val="28"/>
        </w:rPr>
        <w:t>Закону України "</w:t>
      </w:r>
      <w:r w:rsidRPr="00BA785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Про внесення змін до Закону України </w:t>
      </w:r>
      <w:r w:rsidRPr="00BA785F">
        <w:rPr>
          <w:rFonts w:ascii="Times New Roman" w:hAnsi="Times New Roman" w:cs="Times New Roman"/>
          <w:b w:val="0"/>
          <w:bCs w:val="0"/>
          <w:spacing w:val="-2"/>
          <w:sz w:val="28"/>
          <w:szCs w:val="28"/>
        </w:rPr>
        <w:t>"</w:t>
      </w:r>
      <w:r w:rsidRPr="00BA785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Про Державний бюджет України на 2020 рік</w:t>
      </w:r>
      <w:r w:rsidRPr="00BA785F">
        <w:rPr>
          <w:rFonts w:ascii="Times New Roman" w:hAnsi="Times New Roman" w:cs="Times New Roman"/>
          <w:b w:val="0"/>
          <w:bCs w:val="0"/>
          <w:spacing w:val="-2"/>
          <w:sz w:val="28"/>
          <w:szCs w:val="28"/>
        </w:rPr>
        <w:t>"</w:t>
      </w:r>
      <w:r w:rsidRPr="00BA785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Pr="00BA785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щодо підвищення розміру мінімальної пенсії </w:t>
      </w:r>
      <w:bookmarkStart w:id="0" w:name="_GoBack"/>
      <w:bookmarkEnd w:id="0"/>
      <w:r w:rsidRPr="00BA785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за віком </w:t>
      </w:r>
      <w:r w:rsidRPr="00BA785F">
        <w:rPr>
          <w:rFonts w:ascii="Times New Roman" w:hAnsi="Times New Roman" w:cs="Times New Roman"/>
          <w:b w:val="0"/>
          <w:bCs w:val="0"/>
          <w:sz w:val="28"/>
          <w:szCs w:val="28"/>
        </w:rPr>
        <w:t>до розміру фактичного прожиткового мінімуму для осіб, які втратили працездатність</w:t>
      </w:r>
      <w:r w:rsidRPr="00BA785F">
        <w:rPr>
          <w:rFonts w:ascii="Times New Roman" w:hAnsi="Times New Roman" w:cs="Times New Roman"/>
          <w:b w:val="0"/>
          <w:bCs w:val="0"/>
          <w:spacing w:val="-2"/>
          <w:sz w:val="28"/>
          <w:szCs w:val="28"/>
        </w:rPr>
        <w:t>"</w:t>
      </w:r>
      <w:r>
        <w:rPr>
          <w:rFonts w:ascii="Times New Roman" w:hAnsi="Times New Roman" w:cs="Times New Roman"/>
          <w:b w:val="0"/>
          <w:bCs w:val="0"/>
          <w:spacing w:val="-2"/>
          <w:sz w:val="28"/>
          <w:szCs w:val="28"/>
        </w:rPr>
        <w:t>.</w:t>
      </w:r>
    </w:p>
    <w:p w:rsidR="00D82036" w:rsidRDefault="00D82036" w:rsidP="0017072F">
      <w:pPr>
        <w:ind w:firstLine="737"/>
        <w:jc w:val="both"/>
        <w:rPr>
          <w:spacing w:val="-2"/>
          <w:sz w:val="28"/>
          <w:szCs w:val="28"/>
          <w:lang w:val="uk-UA"/>
        </w:rPr>
      </w:pPr>
    </w:p>
    <w:p w:rsidR="00D82036" w:rsidRDefault="00D82036" w:rsidP="0017072F">
      <w:pPr>
        <w:ind w:firstLine="737"/>
        <w:jc w:val="both"/>
        <w:rPr>
          <w:spacing w:val="-3"/>
          <w:sz w:val="28"/>
          <w:szCs w:val="28"/>
          <w:lang w:val="uk-UA"/>
        </w:rPr>
      </w:pPr>
      <w:r w:rsidRPr="00513904">
        <w:rPr>
          <w:spacing w:val="-2"/>
          <w:sz w:val="28"/>
          <w:szCs w:val="28"/>
          <w:lang w:val="uk-UA"/>
        </w:rPr>
        <w:t xml:space="preserve">Доповідати зазначений законопроект на пленарному </w:t>
      </w:r>
      <w:r w:rsidRPr="00513904">
        <w:rPr>
          <w:spacing w:val="-3"/>
          <w:sz w:val="28"/>
          <w:szCs w:val="28"/>
          <w:lang w:val="uk-UA"/>
        </w:rPr>
        <w:t xml:space="preserve">засіданні Верховної Ради України буде народний депутат України Королевська Н.Ю. </w:t>
      </w:r>
    </w:p>
    <w:p w:rsidR="00D82036" w:rsidRPr="00AB5071" w:rsidRDefault="00D82036" w:rsidP="0017072F">
      <w:pPr>
        <w:ind w:firstLine="737"/>
        <w:jc w:val="both"/>
        <w:rPr>
          <w:sz w:val="28"/>
          <w:szCs w:val="28"/>
          <w:lang w:val="uk-UA"/>
        </w:rPr>
      </w:pPr>
    </w:p>
    <w:p w:rsidR="00D82036" w:rsidRPr="0025306E" w:rsidRDefault="00D82036" w:rsidP="0017072F">
      <w:pPr>
        <w:ind w:firstLine="737"/>
        <w:jc w:val="both"/>
        <w:rPr>
          <w:i/>
          <w:iCs/>
          <w:sz w:val="24"/>
          <w:szCs w:val="24"/>
          <w:lang w:val="uk-UA"/>
        </w:rPr>
      </w:pPr>
      <w:r w:rsidRPr="0025306E">
        <w:rPr>
          <w:i/>
          <w:iCs/>
          <w:sz w:val="24"/>
          <w:szCs w:val="24"/>
          <w:lang w:val="uk-UA"/>
        </w:rPr>
        <w:t>Додаток:</w:t>
      </w:r>
    </w:p>
    <w:p w:rsidR="00D82036" w:rsidRPr="0025306E" w:rsidRDefault="00D82036" w:rsidP="0017072F">
      <w:pPr>
        <w:jc w:val="both"/>
        <w:rPr>
          <w:i/>
          <w:iCs/>
          <w:sz w:val="24"/>
          <w:szCs w:val="24"/>
          <w:lang w:val="uk-UA"/>
        </w:rPr>
      </w:pPr>
    </w:p>
    <w:p w:rsidR="00D82036" w:rsidRPr="0025306E" w:rsidRDefault="00D82036" w:rsidP="0017072F">
      <w:pPr>
        <w:widowControl/>
        <w:numPr>
          <w:ilvl w:val="0"/>
          <w:numId w:val="1"/>
        </w:numPr>
        <w:autoSpaceDE/>
        <w:autoSpaceDN/>
        <w:adjustRightInd/>
        <w:ind w:left="357" w:firstLine="636"/>
        <w:jc w:val="both"/>
        <w:rPr>
          <w:i/>
          <w:iCs/>
          <w:sz w:val="24"/>
          <w:szCs w:val="24"/>
          <w:lang w:val="uk-UA"/>
        </w:rPr>
      </w:pPr>
      <w:r w:rsidRPr="0025306E">
        <w:rPr>
          <w:i/>
          <w:iCs/>
          <w:sz w:val="24"/>
          <w:szCs w:val="24"/>
          <w:lang w:val="uk-UA"/>
        </w:rPr>
        <w:t>Проект Закону України - на 2 арк.;</w:t>
      </w:r>
    </w:p>
    <w:p w:rsidR="00D82036" w:rsidRPr="0025306E" w:rsidRDefault="00D82036" w:rsidP="0017072F">
      <w:pPr>
        <w:widowControl/>
        <w:numPr>
          <w:ilvl w:val="0"/>
          <w:numId w:val="1"/>
        </w:numPr>
        <w:autoSpaceDE/>
        <w:autoSpaceDN/>
        <w:adjustRightInd/>
        <w:ind w:left="357" w:firstLine="636"/>
        <w:jc w:val="both"/>
        <w:rPr>
          <w:i/>
          <w:iCs/>
          <w:sz w:val="24"/>
          <w:szCs w:val="24"/>
          <w:lang w:val="uk-UA"/>
        </w:rPr>
      </w:pPr>
      <w:r w:rsidRPr="0025306E">
        <w:rPr>
          <w:i/>
          <w:iCs/>
          <w:sz w:val="24"/>
          <w:szCs w:val="24"/>
          <w:lang w:val="uk-UA"/>
        </w:rPr>
        <w:t xml:space="preserve">Пояснювальна записка - на </w:t>
      </w:r>
      <w:r>
        <w:rPr>
          <w:i/>
          <w:iCs/>
          <w:sz w:val="24"/>
          <w:szCs w:val="24"/>
          <w:lang w:val="uk-UA"/>
        </w:rPr>
        <w:t>4</w:t>
      </w:r>
      <w:r w:rsidRPr="0025306E">
        <w:rPr>
          <w:i/>
          <w:iCs/>
          <w:sz w:val="24"/>
          <w:szCs w:val="24"/>
          <w:lang w:val="uk-UA"/>
        </w:rPr>
        <w:t xml:space="preserve"> арк.;</w:t>
      </w:r>
    </w:p>
    <w:p w:rsidR="00D82036" w:rsidRPr="0025306E" w:rsidRDefault="00D82036" w:rsidP="0017072F">
      <w:pPr>
        <w:widowControl/>
        <w:numPr>
          <w:ilvl w:val="0"/>
          <w:numId w:val="1"/>
        </w:numPr>
        <w:autoSpaceDE/>
        <w:autoSpaceDN/>
        <w:adjustRightInd/>
        <w:ind w:left="357" w:firstLine="636"/>
        <w:jc w:val="both"/>
        <w:rPr>
          <w:i/>
          <w:iCs/>
          <w:sz w:val="24"/>
          <w:szCs w:val="24"/>
          <w:lang w:val="uk-UA"/>
        </w:rPr>
      </w:pPr>
      <w:r w:rsidRPr="0025306E">
        <w:rPr>
          <w:i/>
          <w:iCs/>
          <w:sz w:val="24"/>
          <w:szCs w:val="24"/>
          <w:lang w:val="uk-UA"/>
        </w:rPr>
        <w:t xml:space="preserve">Порівняльна таблиця - на </w:t>
      </w:r>
      <w:r>
        <w:rPr>
          <w:i/>
          <w:iCs/>
          <w:sz w:val="24"/>
          <w:szCs w:val="24"/>
          <w:lang w:val="uk-UA"/>
        </w:rPr>
        <w:t>1</w:t>
      </w:r>
      <w:r w:rsidRPr="0025306E">
        <w:rPr>
          <w:i/>
          <w:iCs/>
          <w:sz w:val="24"/>
          <w:szCs w:val="24"/>
          <w:lang w:val="uk-UA"/>
        </w:rPr>
        <w:t xml:space="preserve"> арк.;</w:t>
      </w:r>
    </w:p>
    <w:p w:rsidR="00D82036" w:rsidRPr="0025306E" w:rsidRDefault="00D82036" w:rsidP="0017072F">
      <w:pPr>
        <w:numPr>
          <w:ilvl w:val="0"/>
          <w:numId w:val="1"/>
        </w:numPr>
        <w:shd w:val="clear" w:color="auto" w:fill="FFFFFF"/>
        <w:tabs>
          <w:tab w:val="left" w:pos="773"/>
        </w:tabs>
        <w:ind w:left="357" w:firstLine="636"/>
        <w:rPr>
          <w:i/>
          <w:iCs/>
          <w:color w:val="000000"/>
          <w:spacing w:val="-14"/>
          <w:sz w:val="24"/>
          <w:szCs w:val="24"/>
          <w:lang w:val="uk-UA"/>
        </w:rPr>
      </w:pPr>
      <w:r w:rsidRPr="0025306E">
        <w:rPr>
          <w:i/>
          <w:iCs/>
          <w:color w:val="000000"/>
          <w:spacing w:val="-6"/>
          <w:sz w:val="24"/>
          <w:szCs w:val="24"/>
          <w:lang w:val="uk-UA"/>
        </w:rPr>
        <w:t xml:space="preserve">Проект Постанови Верховної Ради України - </w:t>
      </w:r>
      <w:r w:rsidRPr="0025306E">
        <w:rPr>
          <w:i/>
          <w:iCs/>
          <w:sz w:val="24"/>
          <w:szCs w:val="24"/>
          <w:lang w:val="uk-UA"/>
        </w:rPr>
        <w:t>на 1 арк.</w:t>
      </w:r>
      <w:r w:rsidRPr="0025306E">
        <w:rPr>
          <w:i/>
          <w:iCs/>
          <w:color w:val="000000"/>
          <w:spacing w:val="-6"/>
          <w:sz w:val="24"/>
          <w:szCs w:val="24"/>
          <w:lang w:val="uk-UA"/>
        </w:rPr>
        <w:t>;</w:t>
      </w:r>
    </w:p>
    <w:p w:rsidR="00D82036" w:rsidRPr="0025306E" w:rsidRDefault="00D82036" w:rsidP="0017072F">
      <w:pPr>
        <w:widowControl/>
        <w:numPr>
          <w:ilvl w:val="0"/>
          <w:numId w:val="1"/>
        </w:numPr>
        <w:autoSpaceDE/>
        <w:autoSpaceDN/>
        <w:adjustRightInd/>
        <w:ind w:left="357" w:firstLine="636"/>
        <w:jc w:val="both"/>
        <w:rPr>
          <w:i/>
          <w:iCs/>
          <w:sz w:val="24"/>
          <w:szCs w:val="24"/>
          <w:lang w:val="uk-UA"/>
        </w:rPr>
      </w:pPr>
      <w:r w:rsidRPr="0025306E">
        <w:rPr>
          <w:i/>
          <w:iCs/>
          <w:sz w:val="24"/>
          <w:szCs w:val="24"/>
          <w:lang w:val="uk-UA"/>
        </w:rPr>
        <w:t>Зазначені документи в електронному вигляді.</w:t>
      </w:r>
    </w:p>
    <w:p w:rsidR="00D82036" w:rsidRDefault="00D82036" w:rsidP="0017072F">
      <w:pPr>
        <w:ind w:left="680" w:right="-720"/>
        <w:jc w:val="both"/>
        <w:rPr>
          <w:sz w:val="28"/>
          <w:szCs w:val="28"/>
          <w:lang w:val="uk-UA"/>
        </w:rPr>
      </w:pPr>
    </w:p>
    <w:p w:rsidR="00D82036" w:rsidRDefault="00D82036" w:rsidP="0017072F">
      <w:pPr>
        <w:ind w:left="680" w:right="-720"/>
        <w:jc w:val="both"/>
        <w:rPr>
          <w:sz w:val="28"/>
          <w:szCs w:val="28"/>
          <w:lang w:val="uk-UA"/>
        </w:rPr>
      </w:pPr>
    </w:p>
    <w:p w:rsidR="00D82036" w:rsidRPr="00AB5071" w:rsidRDefault="00D82036" w:rsidP="0017072F">
      <w:pPr>
        <w:ind w:left="680" w:right="-720"/>
        <w:jc w:val="both"/>
        <w:rPr>
          <w:sz w:val="28"/>
          <w:szCs w:val="28"/>
          <w:lang w:val="uk-UA"/>
        </w:rPr>
      </w:pPr>
    </w:p>
    <w:p w:rsidR="00D82036" w:rsidRDefault="00D82036" w:rsidP="0017072F">
      <w:pPr>
        <w:pStyle w:val="Style2"/>
        <w:widowControl/>
        <w:rPr>
          <w:b/>
          <w:bCs/>
          <w:sz w:val="28"/>
          <w:szCs w:val="28"/>
          <w:lang w:val="uk-UA"/>
        </w:rPr>
      </w:pPr>
      <w:r w:rsidRPr="00513904">
        <w:rPr>
          <w:b/>
          <w:bCs/>
          <w:sz w:val="28"/>
          <w:szCs w:val="28"/>
          <w:lang w:val="uk-UA"/>
        </w:rPr>
        <w:t>Народн</w:t>
      </w:r>
      <w:r>
        <w:rPr>
          <w:b/>
          <w:bCs/>
          <w:sz w:val="28"/>
          <w:szCs w:val="28"/>
          <w:lang w:val="uk-UA"/>
        </w:rPr>
        <w:t xml:space="preserve">ий </w:t>
      </w:r>
      <w:r w:rsidRPr="00513904">
        <w:rPr>
          <w:b/>
          <w:bCs/>
          <w:sz w:val="28"/>
          <w:szCs w:val="28"/>
          <w:lang w:val="uk-UA"/>
        </w:rPr>
        <w:t xml:space="preserve">депутат України  </w:t>
      </w:r>
      <w:r>
        <w:rPr>
          <w:b/>
          <w:bCs/>
          <w:sz w:val="28"/>
          <w:szCs w:val="28"/>
          <w:lang w:val="uk-UA"/>
        </w:rPr>
        <w:t xml:space="preserve">                                                </w:t>
      </w:r>
      <w:r w:rsidRPr="004D4133">
        <w:rPr>
          <w:b/>
          <w:bCs/>
          <w:sz w:val="28"/>
          <w:szCs w:val="28"/>
        </w:rPr>
        <w:t>Королевська Н.Ю.</w:t>
      </w:r>
    </w:p>
    <w:sectPr w:rsidR="00D82036" w:rsidSect="0025306E">
      <w:pgSz w:w="11909" w:h="16834"/>
      <w:pgMar w:top="1134" w:right="851" w:bottom="851" w:left="1701" w:header="709" w:footer="709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altName w:val="Tahom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44422D"/>
    <w:multiLevelType w:val="hybridMultilevel"/>
    <w:tmpl w:val="FBA6DC00"/>
    <w:lvl w:ilvl="0" w:tplc="0422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072F"/>
    <w:rsid w:val="000009BB"/>
    <w:rsid w:val="0000172D"/>
    <w:rsid w:val="0000186A"/>
    <w:rsid w:val="00002839"/>
    <w:rsid w:val="00002E81"/>
    <w:rsid w:val="00003889"/>
    <w:rsid w:val="0000451D"/>
    <w:rsid w:val="0000495D"/>
    <w:rsid w:val="00005A00"/>
    <w:rsid w:val="00006F85"/>
    <w:rsid w:val="00007582"/>
    <w:rsid w:val="00007898"/>
    <w:rsid w:val="00007C22"/>
    <w:rsid w:val="0001018B"/>
    <w:rsid w:val="00010796"/>
    <w:rsid w:val="00010959"/>
    <w:rsid w:val="0001117F"/>
    <w:rsid w:val="0001134E"/>
    <w:rsid w:val="00012CB8"/>
    <w:rsid w:val="00013458"/>
    <w:rsid w:val="0001351E"/>
    <w:rsid w:val="00013EB4"/>
    <w:rsid w:val="00014D68"/>
    <w:rsid w:val="0002024A"/>
    <w:rsid w:val="00022272"/>
    <w:rsid w:val="0002261A"/>
    <w:rsid w:val="000229EC"/>
    <w:rsid w:val="00025267"/>
    <w:rsid w:val="000255B5"/>
    <w:rsid w:val="000257ED"/>
    <w:rsid w:val="00025F37"/>
    <w:rsid w:val="00026C82"/>
    <w:rsid w:val="00026E80"/>
    <w:rsid w:val="000273E1"/>
    <w:rsid w:val="000331F5"/>
    <w:rsid w:val="00033305"/>
    <w:rsid w:val="00033D7F"/>
    <w:rsid w:val="00034255"/>
    <w:rsid w:val="0004315A"/>
    <w:rsid w:val="000443C6"/>
    <w:rsid w:val="00044CDC"/>
    <w:rsid w:val="00045C62"/>
    <w:rsid w:val="000466A8"/>
    <w:rsid w:val="00047277"/>
    <w:rsid w:val="000507EC"/>
    <w:rsid w:val="00050E64"/>
    <w:rsid w:val="000527C5"/>
    <w:rsid w:val="00052B1B"/>
    <w:rsid w:val="00053DD6"/>
    <w:rsid w:val="00053EEB"/>
    <w:rsid w:val="000546F2"/>
    <w:rsid w:val="00055C55"/>
    <w:rsid w:val="00055E3A"/>
    <w:rsid w:val="0005619D"/>
    <w:rsid w:val="00056B39"/>
    <w:rsid w:val="00056CDE"/>
    <w:rsid w:val="00056DFB"/>
    <w:rsid w:val="000570FE"/>
    <w:rsid w:val="00061126"/>
    <w:rsid w:val="00061168"/>
    <w:rsid w:val="00061B52"/>
    <w:rsid w:val="000622C0"/>
    <w:rsid w:val="0006346C"/>
    <w:rsid w:val="000634D6"/>
    <w:rsid w:val="00063ABA"/>
    <w:rsid w:val="00066147"/>
    <w:rsid w:val="00070F19"/>
    <w:rsid w:val="000713F1"/>
    <w:rsid w:val="000716C0"/>
    <w:rsid w:val="00071E15"/>
    <w:rsid w:val="00075572"/>
    <w:rsid w:val="000757FC"/>
    <w:rsid w:val="000765A4"/>
    <w:rsid w:val="00076923"/>
    <w:rsid w:val="00076928"/>
    <w:rsid w:val="00077056"/>
    <w:rsid w:val="000773E8"/>
    <w:rsid w:val="00080334"/>
    <w:rsid w:val="000810CD"/>
    <w:rsid w:val="000813DF"/>
    <w:rsid w:val="00082033"/>
    <w:rsid w:val="00084E40"/>
    <w:rsid w:val="00084FE9"/>
    <w:rsid w:val="00085390"/>
    <w:rsid w:val="00087406"/>
    <w:rsid w:val="00087E64"/>
    <w:rsid w:val="00090E9D"/>
    <w:rsid w:val="00093C08"/>
    <w:rsid w:val="00094335"/>
    <w:rsid w:val="00094CD6"/>
    <w:rsid w:val="000950EB"/>
    <w:rsid w:val="00097209"/>
    <w:rsid w:val="00097C63"/>
    <w:rsid w:val="00097F11"/>
    <w:rsid w:val="000A071F"/>
    <w:rsid w:val="000A07DA"/>
    <w:rsid w:val="000A1B29"/>
    <w:rsid w:val="000A1C7E"/>
    <w:rsid w:val="000A268A"/>
    <w:rsid w:val="000A3372"/>
    <w:rsid w:val="000A34C5"/>
    <w:rsid w:val="000A3A12"/>
    <w:rsid w:val="000A3BDC"/>
    <w:rsid w:val="000A3C64"/>
    <w:rsid w:val="000A439D"/>
    <w:rsid w:val="000A4CE2"/>
    <w:rsid w:val="000A59EE"/>
    <w:rsid w:val="000A6017"/>
    <w:rsid w:val="000A6B4E"/>
    <w:rsid w:val="000A7021"/>
    <w:rsid w:val="000A703D"/>
    <w:rsid w:val="000A7B01"/>
    <w:rsid w:val="000B0979"/>
    <w:rsid w:val="000B254F"/>
    <w:rsid w:val="000B267B"/>
    <w:rsid w:val="000B39F5"/>
    <w:rsid w:val="000B3E73"/>
    <w:rsid w:val="000B40A9"/>
    <w:rsid w:val="000B5E9D"/>
    <w:rsid w:val="000B5EFD"/>
    <w:rsid w:val="000B6265"/>
    <w:rsid w:val="000B70B9"/>
    <w:rsid w:val="000B7106"/>
    <w:rsid w:val="000B7ABF"/>
    <w:rsid w:val="000C0D0D"/>
    <w:rsid w:val="000C111E"/>
    <w:rsid w:val="000C1249"/>
    <w:rsid w:val="000C1497"/>
    <w:rsid w:val="000C1D56"/>
    <w:rsid w:val="000C421A"/>
    <w:rsid w:val="000C4B0B"/>
    <w:rsid w:val="000C4F3E"/>
    <w:rsid w:val="000C55A0"/>
    <w:rsid w:val="000C6500"/>
    <w:rsid w:val="000C67ED"/>
    <w:rsid w:val="000C72FD"/>
    <w:rsid w:val="000C7915"/>
    <w:rsid w:val="000D16C0"/>
    <w:rsid w:val="000D1DD7"/>
    <w:rsid w:val="000D2AF8"/>
    <w:rsid w:val="000D3104"/>
    <w:rsid w:val="000D4C8B"/>
    <w:rsid w:val="000D7227"/>
    <w:rsid w:val="000E0088"/>
    <w:rsid w:val="000E0E8D"/>
    <w:rsid w:val="000E1586"/>
    <w:rsid w:val="000E19C4"/>
    <w:rsid w:val="000E2181"/>
    <w:rsid w:val="000E2495"/>
    <w:rsid w:val="000E3EA6"/>
    <w:rsid w:val="000E4583"/>
    <w:rsid w:val="000E4731"/>
    <w:rsid w:val="000E4DDA"/>
    <w:rsid w:val="000E6261"/>
    <w:rsid w:val="000E6570"/>
    <w:rsid w:val="000E6CAD"/>
    <w:rsid w:val="000E6DFC"/>
    <w:rsid w:val="000F019E"/>
    <w:rsid w:val="000F1065"/>
    <w:rsid w:val="000F18B4"/>
    <w:rsid w:val="000F1A4D"/>
    <w:rsid w:val="000F1BCA"/>
    <w:rsid w:val="000F2914"/>
    <w:rsid w:val="000F356B"/>
    <w:rsid w:val="000F3FEF"/>
    <w:rsid w:val="000F49C5"/>
    <w:rsid w:val="000F57E6"/>
    <w:rsid w:val="000F59A9"/>
    <w:rsid w:val="000F5B62"/>
    <w:rsid w:val="000F7E61"/>
    <w:rsid w:val="00102545"/>
    <w:rsid w:val="00102C95"/>
    <w:rsid w:val="0010377B"/>
    <w:rsid w:val="00105BC0"/>
    <w:rsid w:val="001060BC"/>
    <w:rsid w:val="001067CD"/>
    <w:rsid w:val="00110B0B"/>
    <w:rsid w:val="00110B6B"/>
    <w:rsid w:val="00111069"/>
    <w:rsid w:val="00111C08"/>
    <w:rsid w:val="00111F2C"/>
    <w:rsid w:val="00112476"/>
    <w:rsid w:val="00112FF3"/>
    <w:rsid w:val="00113395"/>
    <w:rsid w:val="00113DB8"/>
    <w:rsid w:val="001144E4"/>
    <w:rsid w:val="0011464B"/>
    <w:rsid w:val="0011582C"/>
    <w:rsid w:val="0011611E"/>
    <w:rsid w:val="001161BF"/>
    <w:rsid w:val="001211E1"/>
    <w:rsid w:val="00121972"/>
    <w:rsid w:val="00122E80"/>
    <w:rsid w:val="00123793"/>
    <w:rsid w:val="00123E62"/>
    <w:rsid w:val="0012486B"/>
    <w:rsid w:val="00125694"/>
    <w:rsid w:val="00125DEE"/>
    <w:rsid w:val="00126348"/>
    <w:rsid w:val="00127486"/>
    <w:rsid w:val="0013016F"/>
    <w:rsid w:val="00130781"/>
    <w:rsid w:val="00131440"/>
    <w:rsid w:val="00131576"/>
    <w:rsid w:val="00131A29"/>
    <w:rsid w:val="001326F6"/>
    <w:rsid w:val="00134125"/>
    <w:rsid w:val="001343AB"/>
    <w:rsid w:val="001351F1"/>
    <w:rsid w:val="00135321"/>
    <w:rsid w:val="0013657B"/>
    <w:rsid w:val="00137326"/>
    <w:rsid w:val="001407CB"/>
    <w:rsid w:val="00140D01"/>
    <w:rsid w:val="00140E44"/>
    <w:rsid w:val="00142399"/>
    <w:rsid w:val="001424F7"/>
    <w:rsid w:val="00142CF1"/>
    <w:rsid w:val="001435C7"/>
    <w:rsid w:val="001442EC"/>
    <w:rsid w:val="00145D02"/>
    <w:rsid w:val="00145F5A"/>
    <w:rsid w:val="00146CCF"/>
    <w:rsid w:val="00146D9F"/>
    <w:rsid w:val="00150F89"/>
    <w:rsid w:val="0015115C"/>
    <w:rsid w:val="0015178E"/>
    <w:rsid w:val="001518BE"/>
    <w:rsid w:val="001523F4"/>
    <w:rsid w:val="00153979"/>
    <w:rsid w:val="00154460"/>
    <w:rsid w:val="00154587"/>
    <w:rsid w:val="00154B1C"/>
    <w:rsid w:val="00156557"/>
    <w:rsid w:val="00157A9E"/>
    <w:rsid w:val="00160857"/>
    <w:rsid w:val="001617FB"/>
    <w:rsid w:val="001621C6"/>
    <w:rsid w:val="00162DDB"/>
    <w:rsid w:val="00162EF5"/>
    <w:rsid w:val="00162EF7"/>
    <w:rsid w:val="001630D3"/>
    <w:rsid w:val="001638CC"/>
    <w:rsid w:val="001639F4"/>
    <w:rsid w:val="001641B3"/>
    <w:rsid w:val="001643D8"/>
    <w:rsid w:val="00164D6B"/>
    <w:rsid w:val="001654C8"/>
    <w:rsid w:val="00165C7E"/>
    <w:rsid w:val="0016749B"/>
    <w:rsid w:val="001703BA"/>
    <w:rsid w:val="0017072F"/>
    <w:rsid w:val="00170C27"/>
    <w:rsid w:val="00171099"/>
    <w:rsid w:val="00171B27"/>
    <w:rsid w:val="00172636"/>
    <w:rsid w:val="00173311"/>
    <w:rsid w:val="00173639"/>
    <w:rsid w:val="00173F93"/>
    <w:rsid w:val="00174A70"/>
    <w:rsid w:val="00174AA2"/>
    <w:rsid w:val="00175B58"/>
    <w:rsid w:val="00175C34"/>
    <w:rsid w:val="00177754"/>
    <w:rsid w:val="0018029E"/>
    <w:rsid w:val="00180408"/>
    <w:rsid w:val="001809DE"/>
    <w:rsid w:val="00182214"/>
    <w:rsid w:val="001823FA"/>
    <w:rsid w:val="00185E3C"/>
    <w:rsid w:val="001909BB"/>
    <w:rsid w:val="00191998"/>
    <w:rsid w:val="001933C9"/>
    <w:rsid w:val="00194E88"/>
    <w:rsid w:val="001954C9"/>
    <w:rsid w:val="001968A0"/>
    <w:rsid w:val="00196CD1"/>
    <w:rsid w:val="00197927"/>
    <w:rsid w:val="00197CA3"/>
    <w:rsid w:val="00197D8E"/>
    <w:rsid w:val="001A0025"/>
    <w:rsid w:val="001A02F0"/>
    <w:rsid w:val="001A0342"/>
    <w:rsid w:val="001A0C28"/>
    <w:rsid w:val="001A0CF1"/>
    <w:rsid w:val="001A116B"/>
    <w:rsid w:val="001A3D59"/>
    <w:rsid w:val="001A492F"/>
    <w:rsid w:val="001A5B3D"/>
    <w:rsid w:val="001A5D5A"/>
    <w:rsid w:val="001A5EB5"/>
    <w:rsid w:val="001A67E8"/>
    <w:rsid w:val="001A6BE1"/>
    <w:rsid w:val="001A6F59"/>
    <w:rsid w:val="001A7FAA"/>
    <w:rsid w:val="001B0524"/>
    <w:rsid w:val="001B12AC"/>
    <w:rsid w:val="001B1957"/>
    <w:rsid w:val="001B1BC5"/>
    <w:rsid w:val="001B23FE"/>
    <w:rsid w:val="001B2688"/>
    <w:rsid w:val="001B2FBA"/>
    <w:rsid w:val="001B3BD2"/>
    <w:rsid w:val="001B3F00"/>
    <w:rsid w:val="001B472F"/>
    <w:rsid w:val="001B4C28"/>
    <w:rsid w:val="001B53A9"/>
    <w:rsid w:val="001B5AAA"/>
    <w:rsid w:val="001B5ED1"/>
    <w:rsid w:val="001B6523"/>
    <w:rsid w:val="001B7B0C"/>
    <w:rsid w:val="001C0129"/>
    <w:rsid w:val="001C29DC"/>
    <w:rsid w:val="001C356C"/>
    <w:rsid w:val="001C4733"/>
    <w:rsid w:val="001C4BCF"/>
    <w:rsid w:val="001C679C"/>
    <w:rsid w:val="001C6D15"/>
    <w:rsid w:val="001C7379"/>
    <w:rsid w:val="001D07C4"/>
    <w:rsid w:val="001D0AEC"/>
    <w:rsid w:val="001D0EA7"/>
    <w:rsid w:val="001D1D9D"/>
    <w:rsid w:val="001D1E51"/>
    <w:rsid w:val="001D1F52"/>
    <w:rsid w:val="001D1F83"/>
    <w:rsid w:val="001D1FD1"/>
    <w:rsid w:val="001D218D"/>
    <w:rsid w:val="001D28E7"/>
    <w:rsid w:val="001D3853"/>
    <w:rsid w:val="001D6672"/>
    <w:rsid w:val="001D68FF"/>
    <w:rsid w:val="001D69AC"/>
    <w:rsid w:val="001D79CD"/>
    <w:rsid w:val="001E0519"/>
    <w:rsid w:val="001E1B86"/>
    <w:rsid w:val="001E1C4E"/>
    <w:rsid w:val="001E2576"/>
    <w:rsid w:val="001E296B"/>
    <w:rsid w:val="001E2D36"/>
    <w:rsid w:val="001E3091"/>
    <w:rsid w:val="001E3B7B"/>
    <w:rsid w:val="001E4ACB"/>
    <w:rsid w:val="001E5BA2"/>
    <w:rsid w:val="001E60B8"/>
    <w:rsid w:val="001E7A6B"/>
    <w:rsid w:val="001F0402"/>
    <w:rsid w:val="001F0F3C"/>
    <w:rsid w:val="001F1BCD"/>
    <w:rsid w:val="001F26A9"/>
    <w:rsid w:val="001F39A0"/>
    <w:rsid w:val="001F44D4"/>
    <w:rsid w:val="001F60F3"/>
    <w:rsid w:val="001F641A"/>
    <w:rsid w:val="001F6D85"/>
    <w:rsid w:val="001F78D6"/>
    <w:rsid w:val="001F7EB2"/>
    <w:rsid w:val="001F7FE7"/>
    <w:rsid w:val="002019B9"/>
    <w:rsid w:val="00201D5D"/>
    <w:rsid w:val="00205703"/>
    <w:rsid w:val="00205E70"/>
    <w:rsid w:val="00206891"/>
    <w:rsid w:val="00206A9E"/>
    <w:rsid w:val="00206C45"/>
    <w:rsid w:val="002128CA"/>
    <w:rsid w:val="00212ACA"/>
    <w:rsid w:val="00213386"/>
    <w:rsid w:val="0021375C"/>
    <w:rsid w:val="0021387B"/>
    <w:rsid w:val="00213B97"/>
    <w:rsid w:val="00213CFA"/>
    <w:rsid w:val="00213EA9"/>
    <w:rsid w:val="00214260"/>
    <w:rsid w:val="00215F4B"/>
    <w:rsid w:val="00215F68"/>
    <w:rsid w:val="0021602C"/>
    <w:rsid w:val="00216A3F"/>
    <w:rsid w:val="00216F32"/>
    <w:rsid w:val="002203FF"/>
    <w:rsid w:val="00220478"/>
    <w:rsid w:val="00221016"/>
    <w:rsid w:val="002213E0"/>
    <w:rsid w:val="002225FC"/>
    <w:rsid w:val="00222765"/>
    <w:rsid w:val="002230CA"/>
    <w:rsid w:val="002242F9"/>
    <w:rsid w:val="002244B1"/>
    <w:rsid w:val="00225376"/>
    <w:rsid w:val="00226325"/>
    <w:rsid w:val="002263A6"/>
    <w:rsid w:val="00226C49"/>
    <w:rsid w:val="002318AE"/>
    <w:rsid w:val="00232876"/>
    <w:rsid w:val="002329DE"/>
    <w:rsid w:val="00233511"/>
    <w:rsid w:val="0023388D"/>
    <w:rsid w:val="002347C8"/>
    <w:rsid w:val="002358F1"/>
    <w:rsid w:val="00236690"/>
    <w:rsid w:val="0023750F"/>
    <w:rsid w:val="00240B1A"/>
    <w:rsid w:val="00242C24"/>
    <w:rsid w:val="00242E50"/>
    <w:rsid w:val="00243F08"/>
    <w:rsid w:val="00244DEE"/>
    <w:rsid w:val="00245574"/>
    <w:rsid w:val="002510D3"/>
    <w:rsid w:val="002511DA"/>
    <w:rsid w:val="002521CB"/>
    <w:rsid w:val="0025236F"/>
    <w:rsid w:val="00252E65"/>
    <w:rsid w:val="0025306E"/>
    <w:rsid w:val="00254F7B"/>
    <w:rsid w:val="00255585"/>
    <w:rsid w:val="00256B9B"/>
    <w:rsid w:val="002570FE"/>
    <w:rsid w:val="002574E5"/>
    <w:rsid w:val="002608BE"/>
    <w:rsid w:val="00261949"/>
    <w:rsid w:val="00263D38"/>
    <w:rsid w:val="00263FEF"/>
    <w:rsid w:val="00264176"/>
    <w:rsid w:val="0026582A"/>
    <w:rsid w:val="00266B79"/>
    <w:rsid w:val="00267E8D"/>
    <w:rsid w:val="0027041B"/>
    <w:rsid w:val="0027047C"/>
    <w:rsid w:val="00270A04"/>
    <w:rsid w:val="00271E5E"/>
    <w:rsid w:val="00272D8C"/>
    <w:rsid w:val="0027318B"/>
    <w:rsid w:val="00274847"/>
    <w:rsid w:val="002749B9"/>
    <w:rsid w:val="002754A0"/>
    <w:rsid w:val="00275CE3"/>
    <w:rsid w:val="00277D0F"/>
    <w:rsid w:val="002806F8"/>
    <w:rsid w:val="002810CC"/>
    <w:rsid w:val="00282861"/>
    <w:rsid w:val="00283029"/>
    <w:rsid w:val="002841D3"/>
    <w:rsid w:val="002879B6"/>
    <w:rsid w:val="00291E58"/>
    <w:rsid w:val="002921C7"/>
    <w:rsid w:val="00293B93"/>
    <w:rsid w:val="00294C7D"/>
    <w:rsid w:val="00294FA9"/>
    <w:rsid w:val="002971F1"/>
    <w:rsid w:val="002A0BE2"/>
    <w:rsid w:val="002A159F"/>
    <w:rsid w:val="002A2A17"/>
    <w:rsid w:val="002A4444"/>
    <w:rsid w:val="002A50A4"/>
    <w:rsid w:val="002B00AC"/>
    <w:rsid w:val="002B1518"/>
    <w:rsid w:val="002B1C11"/>
    <w:rsid w:val="002B203D"/>
    <w:rsid w:val="002B208A"/>
    <w:rsid w:val="002B21FA"/>
    <w:rsid w:val="002B479C"/>
    <w:rsid w:val="002B483A"/>
    <w:rsid w:val="002B5082"/>
    <w:rsid w:val="002B5186"/>
    <w:rsid w:val="002B6ECD"/>
    <w:rsid w:val="002B7243"/>
    <w:rsid w:val="002C0013"/>
    <w:rsid w:val="002C01E3"/>
    <w:rsid w:val="002C0D7A"/>
    <w:rsid w:val="002C1073"/>
    <w:rsid w:val="002C2C3C"/>
    <w:rsid w:val="002C31AD"/>
    <w:rsid w:val="002C394B"/>
    <w:rsid w:val="002C41D4"/>
    <w:rsid w:val="002C4648"/>
    <w:rsid w:val="002C5DD1"/>
    <w:rsid w:val="002C60BF"/>
    <w:rsid w:val="002C654E"/>
    <w:rsid w:val="002C6AB0"/>
    <w:rsid w:val="002C6E4D"/>
    <w:rsid w:val="002C75BD"/>
    <w:rsid w:val="002C762F"/>
    <w:rsid w:val="002D23AB"/>
    <w:rsid w:val="002D3999"/>
    <w:rsid w:val="002D3EFA"/>
    <w:rsid w:val="002D3F43"/>
    <w:rsid w:val="002D5272"/>
    <w:rsid w:val="002D62D2"/>
    <w:rsid w:val="002D7BE6"/>
    <w:rsid w:val="002E081F"/>
    <w:rsid w:val="002E10DF"/>
    <w:rsid w:val="002E1870"/>
    <w:rsid w:val="002E195E"/>
    <w:rsid w:val="002E1DD1"/>
    <w:rsid w:val="002E1FFE"/>
    <w:rsid w:val="002E305A"/>
    <w:rsid w:val="002E48FD"/>
    <w:rsid w:val="002E50FF"/>
    <w:rsid w:val="002E5571"/>
    <w:rsid w:val="002E582F"/>
    <w:rsid w:val="002E669E"/>
    <w:rsid w:val="002F04A0"/>
    <w:rsid w:val="002F4292"/>
    <w:rsid w:val="002F712A"/>
    <w:rsid w:val="002F7BE8"/>
    <w:rsid w:val="002F7C7F"/>
    <w:rsid w:val="0030087A"/>
    <w:rsid w:val="00301951"/>
    <w:rsid w:val="003035F2"/>
    <w:rsid w:val="00303B78"/>
    <w:rsid w:val="003054C6"/>
    <w:rsid w:val="00305FA5"/>
    <w:rsid w:val="003111FA"/>
    <w:rsid w:val="00311E7F"/>
    <w:rsid w:val="00313548"/>
    <w:rsid w:val="00314212"/>
    <w:rsid w:val="00314B3A"/>
    <w:rsid w:val="00314B4A"/>
    <w:rsid w:val="00314FDA"/>
    <w:rsid w:val="0031594A"/>
    <w:rsid w:val="00315CCF"/>
    <w:rsid w:val="003205F6"/>
    <w:rsid w:val="003206DB"/>
    <w:rsid w:val="003206E8"/>
    <w:rsid w:val="00320F57"/>
    <w:rsid w:val="00321F98"/>
    <w:rsid w:val="00323D94"/>
    <w:rsid w:val="00324603"/>
    <w:rsid w:val="003246C9"/>
    <w:rsid w:val="003254B1"/>
    <w:rsid w:val="003258BB"/>
    <w:rsid w:val="00326E02"/>
    <w:rsid w:val="00327826"/>
    <w:rsid w:val="00330364"/>
    <w:rsid w:val="00330C52"/>
    <w:rsid w:val="003320CF"/>
    <w:rsid w:val="0033386E"/>
    <w:rsid w:val="00334923"/>
    <w:rsid w:val="00334BBB"/>
    <w:rsid w:val="003355FF"/>
    <w:rsid w:val="00336A51"/>
    <w:rsid w:val="003379D4"/>
    <w:rsid w:val="00337E2C"/>
    <w:rsid w:val="00337EC6"/>
    <w:rsid w:val="00341C2B"/>
    <w:rsid w:val="00342083"/>
    <w:rsid w:val="00342123"/>
    <w:rsid w:val="003438AD"/>
    <w:rsid w:val="00345308"/>
    <w:rsid w:val="00345630"/>
    <w:rsid w:val="00345AB3"/>
    <w:rsid w:val="003478D4"/>
    <w:rsid w:val="00347B29"/>
    <w:rsid w:val="003500C9"/>
    <w:rsid w:val="00350458"/>
    <w:rsid w:val="00350D3C"/>
    <w:rsid w:val="00350F5F"/>
    <w:rsid w:val="00351259"/>
    <w:rsid w:val="0035177A"/>
    <w:rsid w:val="00351A4D"/>
    <w:rsid w:val="00351AA5"/>
    <w:rsid w:val="003539F3"/>
    <w:rsid w:val="00353A01"/>
    <w:rsid w:val="0035588B"/>
    <w:rsid w:val="003567AD"/>
    <w:rsid w:val="00356932"/>
    <w:rsid w:val="00357122"/>
    <w:rsid w:val="0035718F"/>
    <w:rsid w:val="0035781F"/>
    <w:rsid w:val="00357C9F"/>
    <w:rsid w:val="0036016D"/>
    <w:rsid w:val="00360523"/>
    <w:rsid w:val="00360662"/>
    <w:rsid w:val="003615B8"/>
    <w:rsid w:val="003622C7"/>
    <w:rsid w:val="003624FA"/>
    <w:rsid w:val="0036279B"/>
    <w:rsid w:val="00363816"/>
    <w:rsid w:val="00363965"/>
    <w:rsid w:val="00364AD5"/>
    <w:rsid w:val="00364F96"/>
    <w:rsid w:val="003655DC"/>
    <w:rsid w:val="0037223B"/>
    <w:rsid w:val="0037290D"/>
    <w:rsid w:val="00373B9A"/>
    <w:rsid w:val="0037449E"/>
    <w:rsid w:val="0037611C"/>
    <w:rsid w:val="0037697A"/>
    <w:rsid w:val="00380669"/>
    <w:rsid w:val="00380C65"/>
    <w:rsid w:val="00382B6D"/>
    <w:rsid w:val="003835D7"/>
    <w:rsid w:val="003843BC"/>
    <w:rsid w:val="00384549"/>
    <w:rsid w:val="00384E09"/>
    <w:rsid w:val="0038538F"/>
    <w:rsid w:val="00385DD8"/>
    <w:rsid w:val="00385E16"/>
    <w:rsid w:val="0039068D"/>
    <w:rsid w:val="0039105E"/>
    <w:rsid w:val="003917B2"/>
    <w:rsid w:val="00392906"/>
    <w:rsid w:val="00392B47"/>
    <w:rsid w:val="00393B5A"/>
    <w:rsid w:val="00393D86"/>
    <w:rsid w:val="00394C85"/>
    <w:rsid w:val="00394DDA"/>
    <w:rsid w:val="003955DC"/>
    <w:rsid w:val="00395C66"/>
    <w:rsid w:val="00396A32"/>
    <w:rsid w:val="003A14F9"/>
    <w:rsid w:val="003A5C31"/>
    <w:rsid w:val="003A61E9"/>
    <w:rsid w:val="003B065A"/>
    <w:rsid w:val="003B2410"/>
    <w:rsid w:val="003B286A"/>
    <w:rsid w:val="003B2DCD"/>
    <w:rsid w:val="003B3080"/>
    <w:rsid w:val="003B31F9"/>
    <w:rsid w:val="003B4F2D"/>
    <w:rsid w:val="003B6180"/>
    <w:rsid w:val="003B635B"/>
    <w:rsid w:val="003B77AF"/>
    <w:rsid w:val="003C0AA9"/>
    <w:rsid w:val="003C1F10"/>
    <w:rsid w:val="003C3173"/>
    <w:rsid w:val="003C45D9"/>
    <w:rsid w:val="003C6055"/>
    <w:rsid w:val="003D083B"/>
    <w:rsid w:val="003D0EE8"/>
    <w:rsid w:val="003D2939"/>
    <w:rsid w:val="003D2EEC"/>
    <w:rsid w:val="003D3F8E"/>
    <w:rsid w:val="003D4971"/>
    <w:rsid w:val="003D49F1"/>
    <w:rsid w:val="003D4D51"/>
    <w:rsid w:val="003D4F31"/>
    <w:rsid w:val="003D50F6"/>
    <w:rsid w:val="003D5904"/>
    <w:rsid w:val="003D5E53"/>
    <w:rsid w:val="003D61DE"/>
    <w:rsid w:val="003D7967"/>
    <w:rsid w:val="003E1069"/>
    <w:rsid w:val="003E1834"/>
    <w:rsid w:val="003E1CD9"/>
    <w:rsid w:val="003E2B2A"/>
    <w:rsid w:val="003E4BF4"/>
    <w:rsid w:val="003E4F0D"/>
    <w:rsid w:val="003E5456"/>
    <w:rsid w:val="003E5CCA"/>
    <w:rsid w:val="003E5EBE"/>
    <w:rsid w:val="003E6DB0"/>
    <w:rsid w:val="003E79A8"/>
    <w:rsid w:val="003E7DAA"/>
    <w:rsid w:val="003F01CF"/>
    <w:rsid w:val="003F0D5C"/>
    <w:rsid w:val="003F1F4C"/>
    <w:rsid w:val="003F1FCC"/>
    <w:rsid w:val="003F20C9"/>
    <w:rsid w:val="003F4F00"/>
    <w:rsid w:val="003F5106"/>
    <w:rsid w:val="003F667B"/>
    <w:rsid w:val="003F6B7C"/>
    <w:rsid w:val="004006F6"/>
    <w:rsid w:val="00400DC1"/>
    <w:rsid w:val="00401C0F"/>
    <w:rsid w:val="004023D4"/>
    <w:rsid w:val="00406489"/>
    <w:rsid w:val="00406D37"/>
    <w:rsid w:val="00407BDA"/>
    <w:rsid w:val="00410F06"/>
    <w:rsid w:val="0041268C"/>
    <w:rsid w:val="0041288A"/>
    <w:rsid w:val="00414288"/>
    <w:rsid w:val="00414435"/>
    <w:rsid w:val="00415B08"/>
    <w:rsid w:val="00415D46"/>
    <w:rsid w:val="00416EF3"/>
    <w:rsid w:val="00417130"/>
    <w:rsid w:val="004201F1"/>
    <w:rsid w:val="00421EEF"/>
    <w:rsid w:val="00422A96"/>
    <w:rsid w:val="00422E9B"/>
    <w:rsid w:val="004236ED"/>
    <w:rsid w:val="00423F00"/>
    <w:rsid w:val="00424578"/>
    <w:rsid w:val="00425B43"/>
    <w:rsid w:val="00430307"/>
    <w:rsid w:val="004307A3"/>
    <w:rsid w:val="004309D6"/>
    <w:rsid w:val="00431EC0"/>
    <w:rsid w:val="00432189"/>
    <w:rsid w:val="004324F9"/>
    <w:rsid w:val="004335A9"/>
    <w:rsid w:val="00433886"/>
    <w:rsid w:val="00433A38"/>
    <w:rsid w:val="00434A98"/>
    <w:rsid w:val="004350FC"/>
    <w:rsid w:val="004356E2"/>
    <w:rsid w:val="00435C9D"/>
    <w:rsid w:val="00436439"/>
    <w:rsid w:val="0043645B"/>
    <w:rsid w:val="00441AB5"/>
    <w:rsid w:val="00442762"/>
    <w:rsid w:val="00443158"/>
    <w:rsid w:val="00443433"/>
    <w:rsid w:val="004457F2"/>
    <w:rsid w:val="00446E5F"/>
    <w:rsid w:val="00450B74"/>
    <w:rsid w:val="00451839"/>
    <w:rsid w:val="0045238B"/>
    <w:rsid w:val="00452500"/>
    <w:rsid w:val="00452B70"/>
    <w:rsid w:val="00453B38"/>
    <w:rsid w:val="00454398"/>
    <w:rsid w:val="00454678"/>
    <w:rsid w:val="00454F01"/>
    <w:rsid w:val="004570DB"/>
    <w:rsid w:val="0046181C"/>
    <w:rsid w:val="00462D6E"/>
    <w:rsid w:val="00466A1D"/>
    <w:rsid w:val="0047166E"/>
    <w:rsid w:val="00471892"/>
    <w:rsid w:val="00472F2B"/>
    <w:rsid w:val="00474C12"/>
    <w:rsid w:val="004770E7"/>
    <w:rsid w:val="004774BB"/>
    <w:rsid w:val="00480105"/>
    <w:rsid w:val="004817A8"/>
    <w:rsid w:val="00482B22"/>
    <w:rsid w:val="00483D56"/>
    <w:rsid w:val="00485981"/>
    <w:rsid w:val="004878A0"/>
    <w:rsid w:val="00491594"/>
    <w:rsid w:val="00491E1F"/>
    <w:rsid w:val="00492C03"/>
    <w:rsid w:val="00492E06"/>
    <w:rsid w:val="004934E6"/>
    <w:rsid w:val="00495000"/>
    <w:rsid w:val="00495896"/>
    <w:rsid w:val="004A0F28"/>
    <w:rsid w:val="004A14BD"/>
    <w:rsid w:val="004A209D"/>
    <w:rsid w:val="004A6021"/>
    <w:rsid w:val="004A60FC"/>
    <w:rsid w:val="004B0016"/>
    <w:rsid w:val="004B0B68"/>
    <w:rsid w:val="004B11AE"/>
    <w:rsid w:val="004B3C76"/>
    <w:rsid w:val="004B44FD"/>
    <w:rsid w:val="004B451E"/>
    <w:rsid w:val="004B5139"/>
    <w:rsid w:val="004B5982"/>
    <w:rsid w:val="004B6B4A"/>
    <w:rsid w:val="004C1117"/>
    <w:rsid w:val="004C1340"/>
    <w:rsid w:val="004C3135"/>
    <w:rsid w:val="004C38BC"/>
    <w:rsid w:val="004C3B83"/>
    <w:rsid w:val="004C7A76"/>
    <w:rsid w:val="004D1A41"/>
    <w:rsid w:val="004D36C4"/>
    <w:rsid w:val="004D39AA"/>
    <w:rsid w:val="004D4133"/>
    <w:rsid w:val="004D4ED2"/>
    <w:rsid w:val="004D5967"/>
    <w:rsid w:val="004D60B5"/>
    <w:rsid w:val="004D657A"/>
    <w:rsid w:val="004D69B8"/>
    <w:rsid w:val="004D7121"/>
    <w:rsid w:val="004D7E6F"/>
    <w:rsid w:val="004E0BFD"/>
    <w:rsid w:val="004E1390"/>
    <w:rsid w:val="004E198A"/>
    <w:rsid w:val="004E19FA"/>
    <w:rsid w:val="004E1B45"/>
    <w:rsid w:val="004E1EB6"/>
    <w:rsid w:val="004E282D"/>
    <w:rsid w:val="004E28C4"/>
    <w:rsid w:val="004E30A2"/>
    <w:rsid w:val="004E38F2"/>
    <w:rsid w:val="004E43AF"/>
    <w:rsid w:val="004E4C22"/>
    <w:rsid w:val="004E630E"/>
    <w:rsid w:val="004F0A08"/>
    <w:rsid w:val="004F4714"/>
    <w:rsid w:val="004F5830"/>
    <w:rsid w:val="004F6FC7"/>
    <w:rsid w:val="00500A37"/>
    <w:rsid w:val="00500B86"/>
    <w:rsid w:val="005013E9"/>
    <w:rsid w:val="0050335D"/>
    <w:rsid w:val="005039B1"/>
    <w:rsid w:val="00503F9F"/>
    <w:rsid w:val="00504D94"/>
    <w:rsid w:val="00505FB9"/>
    <w:rsid w:val="0050613F"/>
    <w:rsid w:val="00506865"/>
    <w:rsid w:val="005077C7"/>
    <w:rsid w:val="0051349B"/>
    <w:rsid w:val="00513904"/>
    <w:rsid w:val="00513A91"/>
    <w:rsid w:val="00514430"/>
    <w:rsid w:val="00514717"/>
    <w:rsid w:val="00515224"/>
    <w:rsid w:val="005164D7"/>
    <w:rsid w:val="00516BDA"/>
    <w:rsid w:val="0051728E"/>
    <w:rsid w:val="005179F5"/>
    <w:rsid w:val="00524489"/>
    <w:rsid w:val="00524D07"/>
    <w:rsid w:val="00524EB4"/>
    <w:rsid w:val="00526B0C"/>
    <w:rsid w:val="00526C71"/>
    <w:rsid w:val="00526D4F"/>
    <w:rsid w:val="00527EFC"/>
    <w:rsid w:val="00531A6F"/>
    <w:rsid w:val="00531BF8"/>
    <w:rsid w:val="00531EA0"/>
    <w:rsid w:val="00532826"/>
    <w:rsid w:val="00533E73"/>
    <w:rsid w:val="00534397"/>
    <w:rsid w:val="00535021"/>
    <w:rsid w:val="005350E5"/>
    <w:rsid w:val="0053612A"/>
    <w:rsid w:val="00536F1C"/>
    <w:rsid w:val="00537B30"/>
    <w:rsid w:val="005401AA"/>
    <w:rsid w:val="00540B71"/>
    <w:rsid w:val="00541236"/>
    <w:rsid w:val="005422E6"/>
    <w:rsid w:val="005429A4"/>
    <w:rsid w:val="0054400C"/>
    <w:rsid w:val="00546DA0"/>
    <w:rsid w:val="00547296"/>
    <w:rsid w:val="00547A86"/>
    <w:rsid w:val="0055012B"/>
    <w:rsid w:val="00550F84"/>
    <w:rsid w:val="005510D1"/>
    <w:rsid w:val="00551365"/>
    <w:rsid w:val="00551702"/>
    <w:rsid w:val="00551893"/>
    <w:rsid w:val="00551C86"/>
    <w:rsid w:val="00551CEA"/>
    <w:rsid w:val="0055313F"/>
    <w:rsid w:val="005537D2"/>
    <w:rsid w:val="00554941"/>
    <w:rsid w:val="00554E18"/>
    <w:rsid w:val="005552AD"/>
    <w:rsid w:val="00555733"/>
    <w:rsid w:val="005563F7"/>
    <w:rsid w:val="005570AF"/>
    <w:rsid w:val="00557283"/>
    <w:rsid w:val="00561302"/>
    <w:rsid w:val="00561CF2"/>
    <w:rsid w:val="0056239C"/>
    <w:rsid w:val="0056301C"/>
    <w:rsid w:val="00563434"/>
    <w:rsid w:val="005647D1"/>
    <w:rsid w:val="005652C3"/>
    <w:rsid w:val="00567452"/>
    <w:rsid w:val="0057205E"/>
    <w:rsid w:val="005727D9"/>
    <w:rsid w:val="005727E3"/>
    <w:rsid w:val="005760EE"/>
    <w:rsid w:val="00576427"/>
    <w:rsid w:val="005769AE"/>
    <w:rsid w:val="00577127"/>
    <w:rsid w:val="00580AC3"/>
    <w:rsid w:val="005821F7"/>
    <w:rsid w:val="00582976"/>
    <w:rsid w:val="00582CAD"/>
    <w:rsid w:val="005832A9"/>
    <w:rsid w:val="00584A64"/>
    <w:rsid w:val="00584F99"/>
    <w:rsid w:val="00587FBE"/>
    <w:rsid w:val="00590849"/>
    <w:rsid w:val="00591ECD"/>
    <w:rsid w:val="00591F22"/>
    <w:rsid w:val="00592211"/>
    <w:rsid w:val="00593037"/>
    <w:rsid w:val="005937A0"/>
    <w:rsid w:val="0059424D"/>
    <w:rsid w:val="005956AC"/>
    <w:rsid w:val="00595A1D"/>
    <w:rsid w:val="00597DDD"/>
    <w:rsid w:val="005A0208"/>
    <w:rsid w:val="005A0BA1"/>
    <w:rsid w:val="005A29F5"/>
    <w:rsid w:val="005A2C28"/>
    <w:rsid w:val="005A3F49"/>
    <w:rsid w:val="005A4C8C"/>
    <w:rsid w:val="005B10A0"/>
    <w:rsid w:val="005B136B"/>
    <w:rsid w:val="005B158F"/>
    <w:rsid w:val="005B16AA"/>
    <w:rsid w:val="005B1A52"/>
    <w:rsid w:val="005B2A84"/>
    <w:rsid w:val="005B2E77"/>
    <w:rsid w:val="005B30A0"/>
    <w:rsid w:val="005B386D"/>
    <w:rsid w:val="005B398B"/>
    <w:rsid w:val="005B3CE2"/>
    <w:rsid w:val="005B3FC4"/>
    <w:rsid w:val="005B4578"/>
    <w:rsid w:val="005B4954"/>
    <w:rsid w:val="005B5E34"/>
    <w:rsid w:val="005B718C"/>
    <w:rsid w:val="005B7999"/>
    <w:rsid w:val="005C0B49"/>
    <w:rsid w:val="005C1132"/>
    <w:rsid w:val="005C1CF7"/>
    <w:rsid w:val="005C2599"/>
    <w:rsid w:val="005C29FB"/>
    <w:rsid w:val="005C30F8"/>
    <w:rsid w:val="005C385B"/>
    <w:rsid w:val="005C3CC4"/>
    <w:rsid w:val="005C403D"/>
    <w:rsid w:val="005C4491"/>
    <w:rsid w:val="005C4E6E"/>
    <w:rsid w:val="005C5227"/>
    <w:rsid w:val="005C595C"/>
    <w:rsid w:val="005C615F"/>
    <w:rsid w:val="005C680F"/>
    <w:rsid w:val="005D0B33"/>
    <w:rsid w:val="005D3EBA"/>
    <w:rsid w:val="005D4B3F"/>
    <w:rsid w:val="005D4CCE"/>
    <w:rsid w:val="005D57FE"/>
    <w:rsid w:val="005D63C4"/>
    <w:rsid w:val="005D69EE"/>
    <w:rsid w:val="005D6D10"/>
    <w:rsid w:val="005D7799"/>
    <w:rsid w:val="005E1A6E"/>
    <w:rsid w:val="005E312A"/>
    <w:rsid w:val="005E3220"/>
    <w:rsid w:val="005E43E3"/>
    <w:rsid w:val="005E57F0"/>
    <w:rsid w:val="005E5E79"/>
    <w:rsid w:val="005E6D91"/>
    <w:rsid w:val="005F046F"/>
    <w:rsid w:val="005F1F5A"/>
    <w:rsid w:val="005F4E43"/>
    <w:rsid w:val="005F7271"/>
    <w:rsid w:val="005F78E2"/>
    <w:rsid w:val="005F7A9E"/>
    <w:rsid w:val="00600545"/>
    <w:rsid w:val="00600C0E"/>
    <w:rsid w:val="00600E29"/>
    <w:rsid w:val="00602B4C"/>
    <w:rsid w:val="00603185"/>
    <w:rsid w:val="006032F3"/>
    <w:rsid w:val="00603781"/>
    <w:rsid w:val="006059DE"/>
    <w:rsid w:val="00605A0D"/>
    <w:rsid w:val="00605F38"/>
    <w:rsid w:val="006063C9"/>
    <w:rsid w:val="0060700E"/>
    <w:rsid w:val="00610040"/>
    <w:rsid w:val="00610C00"/>
    <w:rsid w:val="00613C22"/>
    <w:rsid w:val="00614535"/>
    <w:rsid w:val="006158B8"/>
    <w:rsid w:val="00616F0E"/>
    <w:rsid w:val="00617255"/>
    <w:rsid w:val="00617A7F"/>
    <w:rsid w:val="00620739"/>
    <w:rsid w:val="00620BA8"/>
    <w:rsid w:val="006211DC"/>
    <w:rsid w:val="0062125D"/>
    <w:rsid w:val="0062129F"/>
    <w:rsid w:val="00622B17"/>
    <w:rsid w:val="00622C19"/>
    <w:rsid w:val="0062311B"/>
    <w:rsid w:val="00624173"/>
    <w:rsid w:val="006245F5"/>
    <w:rsid w:val="006253C8"/>
    <w:rsid w:val="00625687"/>
    <w:rsid w:val="00626F1C"/>
    <w:rsid w:val="0062747D"/>
    <w:rsid w:val="00627B95"/>
    <w:rsid w:val="00630894"/>
    <w:rsid w:val="00630E24"/>
    <w:rsid w:val="00631383"/>
    <w:rsid w:val="006333CC"/>
    <w:rsid w:val="00634868"/>
    <w:rsid w:val="00634D1E"/>
    <w:rsid w:val="00635F1E"/>
    <w:rsid w:val="006375A9"/>
    <w:rsid w:val="006407AE"/>
    <w:rsid w:val="006442C3"/>
    <w:rsid w:val="006450CC"/>
    <w:rsid w:val="00646205"/>
    <w:rsid w:val="006462E6"/>
    <w:rsid w:val="0064742B"/>
    <w:rsid w:val="00647B07"/>
    <w:rsid w:val="00647CAD"/>
    <w:rsid w:val="006512C5"/>
    <w:rsid w:val="006529C7"/>
    <w:rsid w:val="00652FDA"/>
    <w:rsid w:val="00653CB0"/>
    <w:rsid w:val="00654C08"/>
    <w:rsid w:val="00654D9F"/>
    <w:rsid w:val="00655119"/>
    <w:rsid w:val="00655DA6"/>
    <w:rsid w:val="00656472"/>
    <w:rsid w:val="006569B4"/>
    <w:rsid w:val="00657159"/>
    <w:rsid w:val="00657165"/>
    <w:rsid w:val="00657661"/>
    <w:rsid w:val="006608A1"/>
    <w:rsid w:val="0066198E"/>
    <w:rsid w:val="00661E10"/>
    <w:rsid w:val="006623EF"/>
    <w:rsid w:val="00662514"/>
    <w:rsid w:val="00664BEF"/>
    <w:rsid w:val="00665143"/>
    <w:rsid w:val="00665735"/>
    <w:rsid w:val="00665899"/>
    <w:rsid w:val="00666DA8"/>
    <w:rsid w:val="00667405"/>
    <w:rsid w:val="006676A6"/>
    <w:rsid w:val="0067104D"/>
    <w:rsid w:val="00671454"/>
    <w:rsid w:val="006715AB"/>
    <w:rsid w:val="006715AC"/>
    <w:rsid w:val="006733CD"/>
    <w:rsid w:val="0067382C"/>
    <w:rsid w:val="006750CE"/>
    <w:rsid w:val="006756C8"/>
    <w:rsid w:val="006774CC"/>
    <w:rsid w:val="00677775"/>
    <w:rsid w:val="00680398"/>
    <w:rsid w:val="0068297F"/>
    <w:rsid w:val="00682D23"/>
    <w:rsid w:val="00682D5A"/>
    <w:rsid w:val="006834AD"/>
    <w:rsid w:val="006839CE"/>
    <w:rsid w:val="00684D72"/>
    <w:rsid w:val="006851AB"/>
    <w:rsid w:val="006852E1"/>
    <w:rsid w:val="006853E5"/>
    <w:rsid w:val="00685521"/>
    <w:rsid w:val="00685C92"/>
    <w:rsid w:val="00686313"/>
    <w:rsid w:val="00686ED5"/>
    <w:rsid w:val="0069172C"/>
    <w:rsid w:val="00691F38"/>
    <w:rsid w:val="00692590"/>
    <w:rsid w:val="0069270F"/>
    <w:rsid w:val="006931B7"/>
    <w:rsid w:val="0069420F"/>
    <w:rsid w:val="00694C69"/>
    <w:rsid w:val="00695A48"/>
    <w:rsid w:val="00696698"/>
    <w:rsid w:val="006971E0"/>
    <w:rsid w:val="006976AC"/>
    <w:rsid w:val="006A05D8"/>
    <w:rsid w:val="006A0B6F"/>
    <w:rsid w:val="006A28BF"/>
    <w:rsid w:val="006A3571"/>
    <w:rsid w:val="006A4CD8"/>
    <w:rsid w:val="006A4DF8"/>
    <w:rsid w:val="006A5548"/>
    <w:rsid w:val="006A5E8A"/>
    <w:rsid w:val="006A63AF"/>
    <w:rsid w:val="006A6F1A"/>
    <w:rsid w:val="006A7FAE"/>
    <w:rsid w:val="006B0F43"/>
    <w:rsid w:val="006B1E2F"/>
    <w:rsid w:val="006B1E3D"/>
    <w:rsid w:val="006B3D06"/>
    <w:rsid w:val="006B3D16"/>
    <w:rsid w:val="006B4002"/>
    <w:rsid w:val="006B615B"/>
    <w:rsid w:val="006B6B3F"/>
    <w:rsid w:val="006B7DF9"/>
    <w:rsid w:val="006C1063"/>
    <w:rsid w:val="006C1E83"/>
    <w:rsid w:val="006C207A"/>
    <w:rsid w:val="006C2A7F"/>
    <w:rsid w:val="006C3B61"/>
    <w:rsid w:val="006C40ED"/>
    <w:rsid w:val="006C5327"/>
    <w:rsid w:val="006C58F7"/>
    <w:rsid w:val="006C5939"/>
    <w:rsid w:val="006C6148"/>
    <w:rsid w:val="006C6ABE"/>
    <w:rsid w:val="006C7B19"/>
    <w:rsid w:val="006D04E2"/>
    <w:rsid w:val="006D1606"/>
    <w:rsid w:val="006D16C8"/>
    <w:rsid w:val="006D2D57"/>
    <w:rsid w:val="006D49E8"/>
    <w:rsid w:val="006D5632"/>
    <w:rsid w:val="006D5ECD"/>
    <w:rsid w:val="006E1A9D"/>
    <w:rsid w:val="006E265B"/>
    <w:rsid w:val="006E37D9"/>
    <w:rsid w:val="006E459B"/>
    <w:rsid w:val="006E5F08"/>
    <w:rsid w:val="006E63B3"/>
    <w:rsid w:val="006E6D5D"/>
    <w:rsid w:val="006E7272"/>
    <w:rsid w:val="006E7A4E"/>
    <w:rsid w:val="006F1246"/>
    <w:rsid w:val="006F1E95"/>
    <w:rsid w:val="006F268B"/>
    <w:rsid w:val="006F35CC"/>
    <w:rsid w:val="006F3964"/>
    <w:rsid w:val="006F644D"/>
    <w:rsid w:val="006F6897"/>
    <w:rsid w:val="00702936"/>
    <w:rsid w:val="00702A8B"/>
    <w:rsid w:val="00703978"/>
    <w:rsid w:val="007039C7"/>
    <w:rsid w:val="00703EE7"/>
    <w:rsid w:val="007050C1"/>
    <w:rsid w:val="00705372"/>
    <w:rsid w:val="00706267"/>
    <w:rsid w:val="00706A47"/>
    <w:rsid w:val="00707ABE"/>
    <w:rsid w:val="00707CF1"/>
    <w:rsid w:val="007101DD"/>
    <w:rsid w:val="00710AD8"/>
    <w:rsid w:val="00710E98"/>
    <w:rsid w:val="00710EAC"/>
    <w:rsid w:val="0071273B"/>
    <w:rsid w:val="00712A5A"/>
    <w:rsid w:val="00713AE0"/>
    <w:rsid w:val="00713F6D"/>
    <w:rsid w:val="00714841"/>
    <w:rsid w:val="00714B43"/>
    <w:rsid w:val="00714DA2"/>
    <w:rsid w:val="0071558E"/>
    <w:rsid w:val="007160A0"/>
    <w:rsid w:val="00716593"/>
    <w:rsid w:val="00716B01"/>
    <w:rsid w:val="00717965"/>
    <w:rsid w:val="0072378F"/>
    <w:rsid w:val="00723954"/>
    <w:rsid w:val="00724FEB"/>
    <w:rsid w:val="00725909"/>
    <w:rsid w:val="00731551"/>
    <w:rsid w:val="00732772"/>
    <w:rsid w:val="00734544"/>
    <w:rsid w:val="00734567"/>
    <w:rsid w:val="00734AB6"/>
    <w:rsid w:val="007353A5"/>
    <w:rsid w:val="00735529"/>
    <w:rsid w:val="0073552C"/>
    <w:rsid w:val="00736624"/>
    <w:rsid w:val="00736DA9"/>
    <w:rsid w:val="0074121A"/>
    <w:rsid w:val="007415F3"/>
    <w:rsid w:val="00741613"/>
    <w:rsid w:val="00741C88"/>
    <w:rsid w:val="00741F37"/>
    <w:rsid w:val="00742196"/>
    <w:rsid w:val="007425CB"/>
    <w:rsid w:val="007439BF"/>
    <w:rsid w:val="0074482C"/>
    <w:rsid w:val="007449FE"/>
    <w:rsid w:val="00745D20"/>
    <w:rsid w:val="00745ECF"/>
    <w:rsid w:val="007465FD"/>
    <w:rsid w:val="00747190"/>
    <w:rsid w:val="0074783A"/>
    <w:rsid w:val="00751105"/>
    <w:rsid w:val="00751211"/>
    <w:rsid w:val="007512A0"/>
    <w:rsid w:val="00751431"/>
    <w:rsid w:val="007520A1"/>
    <w:rsid w:val="00753250"/>
    <w:rsid w:val="007543F3"/>
    <w:rsid w:val="00754D1E"/>
    <w:rsid w:val="0076492F"/>
    <w:rsid w:val="00764AEB"/>
    <w:rsid w:val="00764B98"/>
    <w:rsid w:val="00764C3C"/>
    <w:rsid w:val="007664C1"/>
    <w:rsid w:val="0076715E"/>
    <w:rsid w:val="007675BF"/>
    <w:rsid w:val="00767A1C"/>
    <w:rsid w:val="0077250B"/>
    <w:rsid w:val="007728DC"/>
    <w:rsid w:val="00773C29"/>
    <w:rsid w:val="00773F7F"/>
    <w:rsid w:val="00774B98"/>
    <w:rsid w:val="007752CE"/>
    <w:rsid w:val="00775897"/>
    <w:rsid w:val="0077632F"/>
    <w:rsid w:val="007763EA"/>
    <w:rsid w:val="007769E1"/>
    <w:rsid w:val="00776CCB"/>
    <w:rsid w:val="0077723F"/>
    <w:rsid w:val="007776F7"/>
    <w:rsid w:val="00781598"/>
    <w:rsid w:val="007824D4"/>
    <w:rsid w:val="00783D7C"/>
    <w:rsid w:val="0078448D"/>
    <w:rsid w:val="00784880"/>
    <w:rsid w:val="007850C9"/>
    <w:rsid w:val="0078569D"/>
    <w:rsid w:val="00785A72"/>
    <w:rsid w:val="00785AA9"/>
    <w:rsid w:val="00787949"/>
    <w:rsid w:val="00787B6C"/>
    <w:rsid w:val="00791CC3"/>
    <w:rsid w:val="007922B1"/>
    <w:rsid w:val="0079251E"/>
    <w:rsid w:val="007929E6"/>
    <w:rsid w:val="007932B4"/>
    <w:rsid w:val="0079495B"/>
    <w:rsid w:val="00794C8A"/>
    <w:rsid w:val="00797636"/>
    <w:rsid w:val="007A0875"/>
    <w:rsid w:val="007A2698"/>
    <w:rsid w:val="007A2C2C"/>
    <w:rsid w:val="007A2CF4"/>
    <w:rsid w:val="007A2E24"/>
    <w:rsid w:val="007A30CA"/>
    <w:rsid w:val="007A4069"/>
    <w:rsid w:val="007A5C05"/>
    <w:rsid w:val="007A5D52"/>
    <w:rsid w:val="007A5E96"/>
    <w:rsid w:val="007A63D9"/>
    <w:rsid w:val="007A6643"/>
    <w:rsid w:val="007A692D"/>
    <w:rsid w:val="007A7919"/>
    <w:rsid w:val="007B1070"/>
    <w:rsid w:val="007B1168"/>
    <w:rsid w:val="007B1344"/>
    <w:rsid w:val="007B302A"/>
    <w:rsid w:val="007B47B1"/>
    <w:rsid w:val="007B4A6E"/>
    <w:rsid w:val="007B5268"/>
    <w:rsid w:val="007B5BF0"/>
    <w:rsid w:val="007B6344"/>
    <w:rsid w:val="007C2447"/>
    <w:rsid w:val="007C3242"/>
    <w:rsid w:val="007C3616"/>
    <w:rsid w:val="007C5708"/>
    <w:rsid w:val="007D0956"/>
    <w:rsid w:val="007D0966"/>
    <w:rsid w:val="007D1788"/>
    <w:rsid w:val="007D19A9"/>
    <w:rsid w:val="007D1F51"/>
    <w:rsid w:val="007D223F"/>
    <w:rsid w:val="007D2D1E"/>
    <w:rsid w:val="007D3675"/>
    <w:rsid w:val="007D3877"/>
    <w:rsid w:val="007D38AC"/>
    <w:rsid w:val="007D45AC"/>
    <w:rsid w:val="007D4636"/>
    <w:rsid w:val="007D46CC"/>
    <w:rsid w:val="007D4DA2"/>
    <w:rsid w:val="007D61F4"/>
    <w:rsid w:val="007D62FF"/>
    <w:rsid w:val="007D69B8"/>
    <w:rsid w:val="007D7530"/>
    <w:rsid w:val="007D75ED"/>
    <w:rsid w:val="007D7C5B"/>
    <w:rsid w:val="007E0256"/>
    <w:rsid w:val="007E0CBB"/>
    <w:rsid w:val="007E0E16"/>
    <w:rsid w:val="007E2A4A"/>
    <w:rsid w:val="007E2DB2"/>
    <w:rsid w:val="007E2DFB"/>
    <w:rsid w:val="007E340E"/>
    <w:rsid w:val="007E368E"/>
    <w:rsid w:val="007E3C84"/>
    <w:rsid w:val="007E575E"/>
    <w:rsid w:val="007E5C91"/>
    <w:rsid w:val="007E6786"/>
    <w:rsid w:val="007E68A6"/>
    <w:rsid w:val="007E6D24"/>
    <w:rsid w:val="007E78BF"/>
    <w:rsid w:val="007F1968"/>
    <w:rsid w:val="007F1FA3"/>
    <w:rsid w:val="007F34C6"/>
    <w:rsid w:val="007F485A"/>
    <w:rsid w:val="007F4B0E"/>
    <w:rsid w:val="007F4CCE"/>
    <w:rsid w:val="007F587B"/>
    <w:rsid w:val="007F5E48"/>
    <w:rsid w:val="007F683A"/>
    <w:rsid w:val="007F6CB0"/>
    <w:rsid w:val="007F7348"/>
    <w:rsid w:val="0080025D"/>
    <w:rsid w:val="0080063D"/>
    <w:rsid w:val="00800BA0"/>
    <w:rsid w:val="00800CEB"/>
    <w:rsid w:val="00805715"/>
    <w:rsid w:val="00805851"/>
    <w:rsid w:val="008063BD"/>
    <w:rsid w:val="008064AE"/>
    <w:rsid w:val="00806EA0"/>
    <w:rsid w:val="008074BC"/>
    <w:rsid w:val="00810254"/>
    <w:rsid w:val="008102B8"/>
    <w:rsid w:val="0081144E"/>
    <w:rsid w:val="008134CA"/>
    <w:rsid w:val="00814497"/>
    <w:rsid w:val="00814B61"/>
    <w:rsid w:val="00815C2D"/>
    <w:rsid w:val="0081700D"/>
    <w:rsid w:val="008201E7"/>
    <w:rsid w:val="00820464"/>
    <w:rsid w:val="00820AF3"/>
    <w:rsid w:val="00820C5D"/>
    <w:rsid w:val="00820F43"/>
    <w:rsid w:val="0082262B"/>
    <w:rsid w:val="00823C9F"/>
    <w:rsid w:val="008247E5"/>
    <w:rsid w:val="00824D17"/>
    <w:rsid w:val="0082583C"/>
    <w:rsid w:val="008259C2"/>
    <w:rsid w:val="008268BE"/>
    <w:rsid w:val="00831029"/>
    <w:rsid w:val="00832AAC"/>
    <w:rsid w:val="00833214"/>
    <w:rsid w:val="00834D93"/>
    <w:rsid w:val="00835319"/>
    <w:rsid w:val="00836200"/>
    <w:rsid w:val="008363E1"/>
    <w:rsid w:val="00840E29"/>
    <w:rsid w:val="00841287"/>
    <w:rsid w:val="00841841"/>
    <w:rsid w:val="0084264B"/>
    <w:rsid w:val="008426E0"/>
    <w:rsid w:val="00842A09"/>
    <w:rsid w:val="0084344F"/>
    <w:rsid w:val="00843E36"/>
    <w:rsid w:val="00843EEC"/>
    <w:rsid w:val="00844C15"/>
    <w:rsid w:val="00845264"/>
    <w:rsid w:val="0084619B"/>
    <w:rsid w:val="00846591"/>
    <w:rsid w:val="008466FB"/>
    <w:rsid w:val="00846756"/>
    <w:rsid w:val="00846FC5"/>
    <w:rsid w:val="00847CE4"/>
    <w:rsid w:val="00851D72"/>
    <w:rsid w:val="00852C0C"/>
    <w:rsid w:val="0085336F"/>
    <w:rsid w:val="00854F03"/>
    <w:rsid w:val="00855212"/>
    <w:rsid w:val="00857210"/>
    <w:rsid w:val="0085724F"/>
    <w:rsid w:val="008608A5"/>
    <w:rsid w:val="008608F6"/>
    <w:rsid w:val="0086111B"/>
    <w:rsid w:val="0086242A"/>
    <w:rsid w:val="00863FE7"/>
    <w:rsid w:val="00864454"/>
    <w:rsid w:val="0086581D"/>
    <w:rsid w:val="00865FF7"/>
    <w:rsid w:val="0086654A"/>
    <w:rsid w:val="00867142"/>
    <w:rsid w:val="008671C0"/>
    <w:rsid w:val="00870593"/>
    <w:rsid w:val="00870762"/>
    <w:rsid w:val="00870829"/>
    <w:rsid w:val="00870856"/>
    <w:rsid w:val="008723E8"/>
    <w:rsid w:val="00872BA0"/>
    <w:rsid w:val="0087399D"/>
    <w:rsid w:val="008743D3"/>
    <w:rsid w:val="00875136"/>
    <w:rsid w:val="008752AD"/>
    <w:rsid w:val="00875624"/>
    <w:rsid w:val="00876052"/>
    <w:rsid w:val="00882E99"/>
    <w:rsid w:val="0088304A"/>
    <w:rsid w:val="008830EA"/>
    <w:rsid w:val="0088311A"/>
    <w:rsid w:val="00883A83"/>
    <w:rsid w:val="00884283"/>
    <w:rsid w:val="00885328"/>
    <w:rsid w:val="0088594D"/>
    <w:rsid w:val="00885F84"/>
    <w:rsid w:val="0088614E"/>
    <w:rsid w:val="00886D19"/>
    <w:rsid w:val="008878ED"/>
    <w:rsid w:val="00887B66"/>
    <w:rsid w:val="00887C4E"/>
    <w:rsid w:val="00890F34"/>
    <w:rsid w:val="008913AE"/>
    <w:rsid w:val="00893C35"/>
    <w:rsid w:val="00893EE7"/>
    <w:rsid w:val="008952AA"/>
    <w:rsid w:val="00896587"/>
    <w:rsid w:val="0089677F"/>
    <w:rsid w:val="00896EF6"/>
    <w:rsid w:val="00897E0F"/>
    <w:rsid w:val="00897F5F"/>
    <w:rsid w:val="008A23C7"/>
    <w:rsid w:val="008A31E7"/>
    <w:rsid w:val="008B0579"/>
    <w:rsid w:val="008B08CB"/>
    <w:rsid w:val="008B1F22"/>
    <w:rsid w:val="008B2D25"/>
    <w:rsid w:val="008B3D06"/>
    <w:rsid w:val="008B3F1A"/>
    <w:rsid w:val="008B478E"/>
    <w:rsid w:val="008B502B"/>
    <w:rsid w:val="008B5342"/>
    <w:rsid w:val="008B5489"/>
    <w:rsid w:val="008B6048"/>
    <w:rsid w:val="008B62FB"/>
    <w:rsid w:val="008B6490"/>
    <w:rsid w:val="008C189B"/>
    <w:rsid w:val="008C1CB8"/>
    <w:rsid w:val="008C2197"/>
    <w:rsid w:val="008C2FE1"/>
    <w:rsid w:val="008C3328"/>
    <w:rsid w:val="008C4A98"/>
    <w:rsid w:val="008C4BAE"/>
    <w:rsid w:val="008C615E"/>
    <w:rsid w:val="008C6989"/>
    <w:rsid w:val="008D0109"/>
    <w:rsid w:val="008D0CBA"/>
    <w:rsid w:val="008D19E1"/>
    <w:rsid w:val="008D2132"/>
    <w:rsid w:val="008D423A"/>
    <w:rsid w:val="008D48B4"/>
    <w:rsid w:val="008D4CEA"/>
    <w:rsid w:val="008D6200"/>
    <w:rsid w:val="008D6571"/>
    <w:rsid w:val="008D72B2"/>
    <w:rsid w:val="008D74CE"/>
    <w:rsid w:val="008D7639"/>
    <w:rsid w:val="008E0096"/>
    <w:rsid w:val="008E0B8E"/>
    <w:rsid w:val="008E156F"/>
    <w:rsid w:val="008E20F4"/>
    <w:rsid w:val="008E237E"/>
    <w:rsid w:val="008E292B"/>
    <w:rsid w:val="008E292E"/>
    <w:rsid w:val="008E36FC"/>
    <w:rsid w:val="008E3843"/>
    <w:rsid w:val="008E3B00"/>
    <w:rsid w:val="008E58F3"/>
    <w:rsid w:val="008E5BDE"/>
    <w:rsid w:val="008E6562"/>
    <w:rsid w:val="008E709B"/>
    <w:rsid w:val="008E73B5"/>
    <w:rsid w:val="008F146D"/>
    <w:rsid w:val="008F16C1"/>
    <w:rsid w:val="008F1714"/>
    <w:rsid w:val="008F1F92"/>
    <w:rsid w:val="008F2231"/>
    <w:rsid w:val="008F2D42"/>
    <w:rsid w:val="008F3CD1"/>
    <w:rsid w:val="008F3FB9"/>
    <w:rsid w:val="008F566C"/>
    <w:rsid w:val="008F578E"/>
    <w:rsid w:val="008F58C5"/>
    <w:rsid w:val="008F591E"/>
    <w:rsid w:val="008F74CE"/>
    <w:rsid w:val="008F7E9E"/>
    <w:rsid w:val="0090088F"/>
    <w:rsid w:val="00901281"/>
    <w:rsid w:val="00901794"/>
    <w:rsid w:val="00901B03"/>
    <w:rsid w:val="00901FBE"/>
    <w:rsid w:val="009031C6"/>
    <w:rsid w:val="009031E4"/>
    <w:rsid w:val="009054FF"/>
    <w:rsid w:val="009060AA"/>
    <w:rsid w:val="009066BE"/>
    <w:rsid w:val="00907F5D"/>
    <w:rsid w:val="0091128D"/>
    <w:rsid w:val="0091191F"/>
    <w:rsid w:val="009124CF"/>
    <w:rsid w:val="00913CC2"/>
    <w:rsid w:val="009146AE"/>
    <w:rsid w:val="0091536D"/>
    <w:rsid w:val="009166B1"/>
    <w:rsid w:val="0091731B"/>
    <w:rsid w:val="00917871"/>
    <w:rsid w:val="00922B24"/>
    <w:rsid w:val="0092319A"/>
    <w:rsid w:val="00923E6F"/>
    <w:rsid w:val="00924CBE"/>
    <w:rsid w:val="00924CFA"/>
    <w:rsid w:val="009251BB"/>
    <w:rsid w:val="009260EC"/>
    <w:rsid w:val="009266E6"/>
    <w:rsid w:val="0092670F"/>
    <w:rsid w:val="00927E5A"/>
    <w:rsid w:val="00927F87"/>
    <w:rsid w:val="00930227"/>
    <w:rsid w:val="009309AE"/>
    <w:rsid w:val="00930FED"/>
    <w:rsid w:val="00931395"/>
    <w:rsid w:val="0093189D"/>
    <w:rsid w:val="009321FD"/>
    <w:rsid w:val="0093283F"/>
    <w:rsid w:val="00933012"/>
    <w:rsid w:val="00934585"/>
    <w:rsid w:val="009345F6"/>
    <w:rsid w:val="00934AB8"/>
    <w:rsid w:val="0093504B"/>
    <w:rsid w:val="00935E1A"/>
    <w:rsid w:val="009363D1"/>
    <w:rsid w:val="00936CC6"/>
    <w:rsid w:val="0093728B"/>
    <w:rsid w:val="00940831"/>
    <w:rsid w:val="009423AA"/>
    <w:rsid w:val="00942D57"/>
    <w:rsid w:val="00943477"/>
    <w:rsid w:val="00943D50"/>
    <w:rsid w:val="009450A8"/>
    <w:rsid w:val="009453BB"/>
    <w:rsid w:val="00946ED8"/>
    <w:rsid w:val="00950B2D"/>
    <w:rsid w:val="00951B87"/>
    <w:rsid w:val="009522C7"/>
    <w:rsid w:val="00952B9B"/>
    <w:rsid w:val="00954BA5"/>
    <w:rsid w:val="00954BFB"/>
    <w:rsid w:val="00954F57"/>
    <w:rsid w:val="00955274"/>
    <w:rsid w:val="00955CE4"/>
    <w:rsid w:val="00960085"/>
    <w:rsid w:val="009600FF"/>
    <w:rsid w:val="0096090A"/>
    <w:rsid w:val="009629A8"/>
    <w:rsid w:val="00962AE3"/>
    <w:rsid w:val="00964365"/>
    <w:rsid w:val="00964B8A"/>
    <w:rsid w:val="0096539C"/>
    <w:rsid w:val="0096749A"/>
    <w:rsid w:val="0096770E"/>
    <w:rsid w:val="00967D56"/>
    <w:rsid w:val="00970FC8"/>
    <w:rsid w:val="00971200"/>
    <w:rsid w:val="00971776"/>
    <w:rsid w:val="009726A6"/>
    <w:rsid w:val="00972DD4"/>
    <w:rsid w:val="0097366C"/>
    <w:rsid w:val="00973F7A"/>
    <w:rsid w:val="00974293"/>
    <w:rsid w:val="00974328"/>
    <w:rsid w:val="00974868"/>
    <w:rsid w:val="0097499F"/>
    <w:rsid w:val="00976706"/>
    <w:rsid w:val="009768C4"/>
    <w:rsid w:val="00976B0B"/>
    <w:rsid w:val="00976C10"/>
    <w:rsid w:val="00977324"/>
    <w:rsid w:val="00977A4F"/>
    <w:rsid w:val="00980532"/>
    <w:rsid w:val="00980E5D"/>
    <w:rsid w:val="009820FD"/>
    <w:rsid w:val="00982EC1"/>
    <w:rsid w:val="00982FE0"/>
    <w:rsid w:val="0098387B"/>
    <w:rsid w:val="00983BAB"/>
    <w:rsid w:val="009846E9"/>
    <w:rsid w:val="00984E7B"/>
    <w:rsid w:val="00985278"/>
    <w:rsid w:val="00985A1C"/>
    <w:rsid w:val="00990DE6"/>
    <w:rsid w:val="00991285"/>
    <w:rsid w:val="009913D5"/>
    <w:rsid w:val="00992BD6"/>
    <w:rsid w:val="00993076"/>
    <w:rsid w:val="009935ED"/>
    <w:rsid w:val="00993DF8"/>
    <w:rsid w:val="00995A63"/>
    <w:rsid w:val="00997181"/>
    <w:rsid w:val="009A08FC"/>
    <w:rsid w:val="009A2B39"/>
    <w:rsid w:val="009A5724"/>
    <w:rsid w:val="009A591E"/>
    <w:rsid w:val="009A5A05"/>
    <w:rsid w:val="009A5A30"/>
    <w:rsid w:val="009A61F9"/>
    <w:rsid w:val="009A6AA7"/>
    <w:rsid w:val="009A6AB1"/>
    <w:rsid w:val="009A71E4"/>
    <w:rsid w:val="009A7BE6"/>
    <w:rsid w:val="009B05C0"/>
    <w:rsid w:val="009B0634"/>
    <w:rsid w:val="009B179B"/>
    <w:rsid w:val="009B2BE4"/>
    <w:rsid w:val="009B4C2E"/>
    <w:rsid w:val="009B6500"/>
    <w:rsid w:val="009C0B53"/>
    <w:rsid w:val="009C2297"/>
    <w:rsid w:val="009C25B6"/>
    <w:rsid w:val="009C3CF0"/>
    <w:rsid w:val="009C4C37"/>
    <w:rsid w:val="009C570F"/>
    <w:rsid w:val="009C5FC5"/>
    <w:rsid w:val="009C6539"/>
    <w:rsid w:val="009C6EF7"/>
    <w:rsid w:val="009C7134"/>
    <w:rsid w:val="009C76C8"/>
    <w:rsid w:val="009D1209"/>
    <w:rsid w:val="009D143C"/>
    <w:rsid w:val="009D2A26"/>
    <w:rsid w:val="009D4419"/>
    <w:rsid w:val="009D5486"/>
    <w:rsid w:val="009D6E2F"/>
    <w:rsid w:val="009D6FEC"/>
    <w:rsid w:val="009D7001"/>
    <w:rsid w:val="009E06AC"/>
    <w:rsid w:val="009E09E5"/>
    <w:rsid w:val="009E2B66"/>
    <w:rsid w:val="009E3C6C"/>
    <w:rsid w:val="009E445F"/>
    <w:rsid w:val="009E4576"/>
    <w:rsid w:val="009E4636"/>
    <w:rsid w:val="009E4BF5"/>
    <w:rsid w:val="009E5998"/>
    <w:rsid w:val="009E5CC3"/>
    <w:rsid w:val="009E6AC1"/>
    <w:rsid w:val="009E7992"/>
    <w:rsid w:val="009F0005"/>
    <w:rsid w:val="009F04A3"/>
    <w:rsid w:val="009F2857"/>
    <w:rsid w:val="009F2F17"/>
    <w:rsid w:val="009F2F6A"/>
    <w:rsid w:val="009F34C7"/>
    <w:rsid w:val="009F4F52"/>
    <w:rsid w:val="009F5504"/>
    <w:rsid w:val="009F76B6"/>
    <w:rsid w:val="009F7BBB"/>
    <w:rsid w:val="00A00779"/>
    <w:rsid w:val="00A01F97"/>
    <w:rsid w:val="00A0231C"/>
    <w:rsid w:val="00A029BA"/>
    <w:rsid w:val="00A02E6C"/>
    <w:rsid w:val="00A03B8E"/>
    <w:rsid w:val="00A045BC"/>
    <w:rsid w:val="00A05CD5"/>
    <w:rsid w:val="00A06656"/>
    <w:rsid w:val="00A073B7"/>
    <w:rsid w:val="00A07F4E"/>
    <w:rsid w:val="00A12298"/>
    <w:rsid w:val="00A12FC0"/>
    <w:rsid w:val="00A15518"/>
    <w:rsid w:val="00A15B37"/>
    <w:rsid w:val="00A170ED"/>
    <w:rsid w:val="00A17299"/>
    <w:rsid w:val="00A20B53"/>
    <w:rsid w:val="00A21406"/>
    <w:rsid w:val="00A233F0"/>
    <w:rsid w:val="00A235C6"/>
    <w:rsid w:val="00A2545D"/>
    <w:rsid w:val="00A2576A"/>
    <w:rsid w:val="00A25A60"/>
    <w:rsid w:val="00A267CB"/>
    <w:rsid w:val="00A270F6"/>
    <w:rsid w:val="00A2724F"/>
    <w:rsid w:val="00A27AAD"/>
    <w:rsid w:val="00A30CEE"/>
    <w:rsid w:val="00A31639"/>
    <w:rsid w:val="00A32540"/>
    <w:rsid w:val="00A3307E"/>
    <w:rsid w:val="00A3425E"/>
    <w:rsid w:val="00A35E9C"/>
    <w:rsid w:val="00A36EBD"/>
    <w:rsid w:val="00A41843"/>
    <w:rsid w:val="00A4249B"/>
    <w:rsid w:val="00A4313F"/>
    <w:rsid w:val="00A448AA"/>
    <w:rsid w:val="00A44A3E"/>
    <w:rsid w:val="00A45FC7"/>
    <w:rsid w:val="00A46428"/>
    <w:rsid w:val="00A467AC"/>
    <w:rsid w:val="00A506BF"/>
    <w:rsid w:val="00A511E7"/>
    <w:rsid w:val="00A526BC"/>
    <w:rsid w:val="00A52E00"/>
    <w:rsid w:val="00A5397E"/>
    <w:rsid w:val="00A5427B"/>
    <w:rsid w:val="00A54518"/>
    <w:rsid w:val="00A553F8"/>
    <w:rsid w:val="00A55CE0"/>
    <w:rsid w:val="00A57F61"/>
    <w:rsid w:val="00A600EE"/>
    <w:rsid w:val="00A60349"/>
    <w:rsid w:val="00A62328"/>
    <w:rsid w:val="00A635E8"/>
    <w:rsid w:val="00A64009"/>
    <w:rsid w:val="00A66981"/>
    <w:rsid w:val="00A70AD9"/>
    <w:rsid w:val="00A71059"/>
    <w:rsid w:val="00A73128"/>
    <w:rsid w:val="00A74006"/>
    <w:rsid w:val="00A74C65"/>
    <w:rsid w:val="00A750B2"/>
    <w:rsid w:val="00A75A51"/>
    <w:rsid w:val="00A764FD"/>
    <w:rsid w:val="00A76701"/>
    <w:rsid w:val="00A77481"/>
    <w:rsid w:val="00A77D7C"/>
    <w:rsid w:val="00A80125"/>
    <w:rsid w:val="00A80175"/>
    <w:rsid w:val="00A83F1E"/>
    <w:rsid w:val="00A84A8C"/>
    <w:rsid w:val="00A86D86"/>
    <w:rsid w:val="00A87049"/>
    <w:rsid w:val="00A87696"/>
    <w:rsid w:val="00A87BAE"/>
    <w:rsid w:val="00A87E8C"/>
    <w:rsid w:val="00A904E7"/>
    <w:rsid w:val="00A9052A"/>
    <w:rsid w:val="00A908D4"/>
    <w:rsid w:val="00A91B19"/>
    <w:rsid w:val="00A922FE"/>
    <w:rsid w:val="00A925A0"/>
    <w:rsid w:val="00A92CA4"/>
    <w:rsid w:val="00A92E88"/>
    <w:rsid w:val="00A93CCE"/>
    <w:rsid w:val="00A93DB9"/>
    <w:rsid w:val="00A9439A"/>
    <w:rsid w:val="00A95635"/>
    <w:rsid w:val="00AA0C4B"/>
    <w:rsid w:val="00AA187E"/>
    <w:rsid w:val="00AA19A9"/>
    <w:rsid w:val="00AA4DF1"/>
    <w:rsid w:val="00AA5D3C"/>
    <w:rsid w:val="00AA6C4F"/>
    <w:rsid w:val="00AA6E87"/>
    <w:rsid w:val="00AB01F0"/>
    <w:rsid w:val="00AB09C3"/>
    <w:rsid w:val="00AB1F13"/>
    <w:rsid w:val="00AB3DF0"/>
    <w:rsid w:val="00AB42F9"/>
    <w:rsid w:val="00AB43F6"/>
    <w:rsid w:val="00AB5071"/>
    <w:rsid w:val="00AB5C2D"/>
    <w:rsid w:val="00AB7451"/>
    <w:rsid w:val="00AB7A2E"/>
    <w:rsid w:val="00AC0260"/>
    <w:rsid w:val="00AC112B"/>
    <w:rsid w:val="00AC1D93"/>
    <w:rsid w:val="00AC31A5"/>
    <w:rsid w:val="00AC31C5"/>
    <w:rsid w:val="00AC36BC"/>
    <w:rsid w:val="00AC4C60"/>
    <w:rsid w:val="00AC5336"/>
    <w:rsid w:val="00AC77EF"/>
    <w:rsid w:val="00AD071A"/>
    <w:rsid w:val="00AD08F7"/>
    <w:rsid w:val="00AD1870"/>
    <w:rsid w:val="00AD1D3B"/>
    <w:rsid w:val="00AD31E2"/>
    <w:rsid w:val="00AD34FC"/>
    <w:rsid w:val="00AD3FB3"/>
    <w:rsid w:val="00AD516A"/>
    <w:rsid w:val="00AD51F9"/>
    <w:rsid w:val="00AD60C1"/>
    <w:rsid w:val="00AD692B"/>
    <w:rsid w:val="00AD764A"/>
    <w:rsid w:val="00AD7FDF"/>
    <w:rsid w:val="00AE07FC"/>
    <w:rsid w:val="00AE13C0"/>
    <w:rsid w:val="00AE1952"/>
    <w:rsid w:val="00AE4114"/>
    <w:rsid w:val="00AE4B48"/>
    <w:rsid w:val="00AE5409"/>
    <w:rsid w:val="00AE771F"/>
    <w:rsid w:val="00AE77F0"/>
    <w:rsid w:val="00AE7E08"/>
    <w:rsid w:val="00AF1D53"/>
    <w:rsid w:val="00AF29E7"/>
    <w:rsid w:val="00AF2C3B"/>
    <w:rsid w:val="00AF3DF1"/>
    <w:rsid w:val="00AF4331"/>
    <w:rsid w:val="00AF4655"/>
    <w:rsid w:val="00AF5568"/>
    <w:rsid w:val="00AF5F43"/>
    <w:rsid w:val="00AF61A2"/>
    <w:rsid w:val="00AF6F8B"/>
    <w:rsid w:val="00AF7FB4"/>
    <w:rsid w:val="00B00BDE"/>
    <w:rsid w:val="00B01A30"/>
    <w:rsid w:val="00B01C37"/>
    <w:rsid w:val="00B045C9"/>
    <w:rsid w:val="00B05CBF"/>
    <w:rsid w:val="00B06BB1"/>
    <w:rsid w:val="00B100F4"/>
    <w:rsid w:val="00B10DA3"/>
    <w:rsid w:val="00B11245"/>
    <w:rsid w:val="00B118FC"/>
    <w:rsid w:val="00B121A7"/>
    <w:rsid w:val="00B13121"/>
    <w:rsid w:val="00B13191"/>
    <w:rsid w:val="00B13E8B"/>
    <w:rsid w:val="00B16525"/>
    <w:rsid w:val="00B176A1"/>
    <w:rsid w:val="00B17B87"/>
    <w:rsid w:val="00B218F7"/>
    <w:rsid w:val="00B22137"/>
    <w:rsid w:val="00B227CD"/>
    <w:rsid w:val="00B22A96"/>
    <w:rsid w:val="00B26585"/>
    <w:rsid w:val="00B274AB"/>
    <w:rsid w:val="00B30076"/>
    <w:rsid w:val="00B31BB1"/>
    <w:rsid w:val="00B324ED"/>
    <w:rsid w:val="00B32617"/>
    <w:rsid w:val="00B326EF"/>
    <w:rsid w:val="00B33BA9"/>
    <w:rsid w:val="00B33FC6"/>
    <w:rsid w:val="00B34C42"/>
    <w:rsid w:val="00B35DEE"/>
    <w:rsid w:val="00B36088"/>
    <w:rsid w:val="00B3657F"/>
    <w:rsid w:val="00B366AD"/>
    <w:rsid w:val="00B36BC3"/>
    <w:rsid w:val="00B373EE"/>
    <w:rsid w:val="00B40243"/>
    <w:rsid w:val="00B40493"/>
    <w:rsid w:val="00B43373"/>
    <w:rsid w:val="00B43397"/>
    <w:rsid w:val="00B435F0"/>
    <w:rsid w:val="00B43F4F"/>
    <w:rsid w:val="00B441D9"/>
    <w:rsid w:val="00B4512E"/>
    <w:rsid w:val="00B465AE"/>
    <w:rsid w:val="00B5045E"/>
    <w:rsid w:val="00B505FC"/>
    <w:rsid w:val="00B5063F"/>
    <w:rsid w:val="00B507C8"/>
    <w:rsid w:val="00B50946"/>
    <w:rsid w:val="00B5198B"/>
    <w:rsid w:val="00B519E2"/>
    <w:rsid w:val="00B52AA9"/>
    <w:rsid w:val="00B5372C"/>
    <w:rsid w:val="00B53A4C"/>
    <w:rsid w:val="00B55C28"/>
    <w:rsid w:val="00B56BB1"/>
    <w:rsid w:val="00B575E8"/>
    <w:rsid w:val="00B57662"/>
    <w:rsid w:val="00B6085D"/>
    <w:rsid w:val="00B60DC9"/>
    <w:rsid w:val="00B614EF"/>
    <w:rsid w:val="00B615DF"/>
    <w:rsid w:val="00B622F4"/>
    <w:rsid w:val="00B62343"/>
    <w:rsid w:val="00B62ABE"/>
    <w:rsid w:val="00B6314A"/>
    <w:rsid w:val="00B6315F"/>
    <w:rsid w:val="00B64A98"/>
    <w:rsid w:val="00B653CA"/>
    <w:rsid w:val="00B67436"/>
    <w:rsid w:val="00B70886"/>
    <w:rsid w:val="00B73626"/>
    <w:rsid w:val="00B74240"/>
    <w:rsid w:val="00B74981"/>
    <w:rsid w:val="00B74A99"/>
    <w:rsid w:val="00B74FD8"/>
    <w:rsid w:val="00B75866"/>
    <w:rsid w:val="00B7617F"/>
    <w:rsid w:val="00B76CF1"/>
    <w:rsid w:val="00B803BE"/>
    <w:rsid w:val="00B819A9"/>
    <w:rsid w:val="00B81B99"/>
    <w:rsid w:val="00B82181"/>
    <w:rsid w:val="00B82528"/>
    <w:rsid w:val="00B826B7"/>
    <w:rsid w:val="00B84EDC"/>
    <w:rsid w:val="00B868B3"/>
    <w:rsid w:val="00B87FC9"/>
    <w:rsid w:val="00B92236"/>
    <w:rsid w:val="00B9230C"/>
    <w:rsid w:val="00B9413D"/>
    <w:rsid w:val="00B95CAD"/>
    <w:rsid w:val="00B965CF"/>
    <w:rsid w:val="00B96B87"/>
    <w:rsid w:val="00B97672"/>
    <w:rsid w:val="00BA134F"/>
    <w:rsid w:val="00BA1C08"/>
    <w:rsid w:val="00BA1C58"/>
    <w:rsid w:val="00BA3B54"/>
    <w:rsid w:val="00BA3F6A"/>
    <w:rsid w:val="00BA4E1F"/>
    <w:rsid w:val="00BA5C60"/>
    <w:rsid w:val="00BA5C71"/>
    <w:rsid w:val="00BA5DCC"/>
    <w:rsid w:val="00BA6CD3"/>
    <w:rsid w:val="00BA6FA0"/>
    <w:rsid w:val="00BA785F"/>
    <w:rsid w:val="00BA799F"/>
    <w:rsid w:val="00BB0654"/>
    <w:rsid w:val="00BB076F"/>
    <w:rsid w:val="00BB12DC"/>
    <w:rsid w:val="00BB5AA0"/>
    <w:rsid w:val="00BB6CC4"/>
    <w:rsid w:val="00BC0371"/>
    <w:rsid w:val="00BC03F6"/>
    <w:rsid w:val="00BC13C0"/>
    <w:rsid w:val="00BC15F4"/>
    <w:rsid w:val="00BC19EA"/>
    <w:rsid w:val="00BC1D49"/>
    <w:rsid w:val="00BC27AC"/>
    <w:rsid w:val="00BC28C8"/>
    <w:rsid w:val="00BC306E"/>
    <w:rsid w:val="00BC33B2"/>
    <w:rsid w:val="00BC5667"/>
    <w:rsid w:val="00BC5A58"/>
    <w:rsid w:val="00BC7AAA"/>
    <w:rsid w:val="00BC7F54"/>
    <w:rsid w:val="00BD079B"/>
    <w:rsid w:val="00BD0BCE"/>
    <w:rsid w:val="00BD164E"/>
    <w:rsid w:val="00BD1E83"/>
    <w:rsid w:val="00BD2509"/>
    <w:rsid w:val="00BD3413"/>
    <w:rsid w:val="00BD3936"/>
    <w:rsid w:val="00BD4A23"/>
    <w:rsid w:val="00BD4E52"/>
    <w:rsid w:val="00BD4EF5"/>
    <w:rsid w:val="00BD4FA4"/>
    <w:rsid w:val="00BD65E1"/>
    <w:rsid w:val="00BD6950"/>
    <w:rsid w:val="00BD78DF"/>
    <w:rsid w:val="00BE0A88"/>
    <w:rsid w:val="00BE1839"/>
    <w:rsid w:val="00BE1945"/>
    <w:rsid w:val="00BE2B55"/>
    <w:rsid w:val="00BE2BDB"/>
    <w:rsid w:val="00BE41A5"/>
    <w:rsid w:val="00BE47B3"/>
    <w:rsid w:val="00BE49C2"/>
    <w:rsid w:val="00BE5B5D"/>
    <w:rsid w:val="00BE5DAD"/>
    <w:rsid w:val="00BE658C"/>
    <w:rsid w:val="00BE670D"/>
    <w:rsid w:val="00BE6757"/>
    <w:rsid w:val="00BE69E6"/>
    <w:rsid w:val="00BE7845"/>
    <w:rsid w:val="00BE7CF5"/>
    <w:rsid w:val="00BF082A"/>
    <w:rsid w:val="00BF2663"/>
    <w:rsid w:val="00BF3817"/>
    <w:rsid w:val="00BF3837"/>
    <w:rsid w:val="00BF39EE"/>
    <w:rsid w:val="00BF4903"/>
    <w:rsid w:val="00BF5E3B"/>
    <w:rsid w:val="00BF64F3"/>
    <w:rsid w:val="00C00F99"/>
    <w:rsid w:val="00C03293"/>
    <w:rsid w:val="00C033D9"/>
    <w:rsid w:val="00C0366B"/>
    <w:rsid w:val="00C03B78"/>
    <w:rsid w:val="00C03EF3"/>
    <w:rsid w:val="00C04974"/>
    <w:rsid w:val="00C05EC4"/>
    <w:rsid w:val="00C06757"/>
    <w:rsid w:val="00C06E9A"/>
    <w:rsid w:val="00C103A5"/>
    <w:rsid w:val="00C11843"/>
    <w:rsid w:val="00C120CD"/>
    <w:rsid w:val="00C12D45"/>
    <w:rsid w:val="00C132A1"/>
    <w:rsid w:val="00C13AFE"/>
    <w:rsid w:val="00C13CA0"/>
    <w:rsid w:val="00C1475B"/>
    <w:rsid w:val="00C1487C"/>
    <w:rsid w:val="00C157FC"/>
    <w:rsid w:val="00C15D95"/>
    <w:rsid w:val="00C16B72"/>
    <w:rsid w:val="00C16C59"/>
    <w:rsid w:val="00C17044"/>
    <w:rsid w:val="00C171FB"/>
    <w:rsid w:val="00C221EF"/>
    <w:rsid w:val="00C22525"/>
    <w:rsid w:val="00C227A7"/>
    <w:rsid w:val="00C2413C"/>
    <w:rsid w:val="00C24D22"/>
    <w:rsid w:val="00C251CB"/>
    <w:rsid w:val="00C268B8"/>
    <w:rsid w:val="00C26A78"/>
    <w:rsid w:val="00C278B2"/>
    <w:rsid w:val="00C30AB4"/>
    <w:rsid w:val="00C32110"/>
    <w:rsid w:val="00C32966"/>
    <w:rsid w:val="00C3478C"/>
    <w:rsid w:val="00C353A2"/>
    <w:rsid w:val="00C3591F"/>
    <w:rsid w:val="00C376BA"/>
    <w:rsid w:val="00C37F5F"/>
    <w:rsid w:val="00C414E1"/>
    <w:rsid w:val="00C42F3B"/>
    <w:rsid w:val="00C4313E"/>
    <w:rsid w:val="00C43278"/>
    <w:rsid w:val="00C44024"/>
    <w:rsid w:val="00C44450"/>
    <w:rsid w:val="00C44F39"/>
    <w:rsid w:val="00C45115"/>
    <w:rsid w:val="00C45CC0"/>
    <w:rsid w:val="00C4776D"/>
    <w:rsid w:val="00C4785E"/>
    <w:rsid w:val="00C51A81"/>
    <w:rsid w:val="00C51C59"/>
    <w:rsid w:val="00C51D27"/>
    <w:rsid w:val="00C52028"/>
    <w:rsid w:val="00C52365"/>
    <w:rsid w:val="00C53E7F"/>
    <w:rsid w:val="00C54265"/>
    <w:rsid w:val="00C54F7C"/>
    <w:rsid w:val="00C55611"/>
    <w:rsid w:val="00C55CB5"/>
    <w:rsid w:val="00C562D5"/>
    <w:rsid w:val="00C614D6"/>
    <w:rsid w:val="00C62BD8"/>
    <w:rsid w:val="00C64791"/>
    <w:rsid w:val="00C64961"/>
    <w:rsid w:val="00C654DF"/>
    <w:rsid w:val="00C66273"/>
    <w:rsid w:val="00C66D23"/>
    <w:rsid w:val="00C73189"/>
    <w:rsid w:val="00C731C5"/>
    <w:rsid w:val="00C73447"/>
    <w:rsid w:val="00C738C7"/>
    <w:rsid w:val="00C74076"/>
    <w:rsid w:val="00C740C8"/>
    <w:rsid w:val="00C75528"/>
    <w:rsid w:val="00C771F3"/>
    <w:rsid w:val="00C77B0A"/>
    <w:rsid w:val="00C80770"/>
    <w:rsid w:val="00C80891"/>
    <w:rsid w:val="00C81B95"/>
    <w:rsid w:val="00C8216D"/>
    <w:rsid w:val="00C823D8"/>
    <w:rsid w:val="00C82675"/>
    <w:rsid w:val="00C82F5A"/>
    <w:rsid w:val="00C8339F"/>
    <w:rsid w:val="00C83A18"/>
    <w:rsid w:val="00C83D29"/>
    <w:rsid w:val="00C84175"/>
    <w:rsid w:val="00C84185"/>
    <w:rsid w:val="00C84A25"/>
    <w:rsid w:val="00C85E8C"/>
    <w:rsid w:val="00C8652A"/>
    <w:rsid w:val="00C86E30"/>
    <w:rsid w:val="00C86FBC"/>
    <w:rsid w:val="00C87163"/>
    <w:rsid w:val="00C87A99"/>
    <w:rsid w:val="00C87D10"/>
    <w:rsid w:val="00C90C0F"/>
    <w:rsid w:val="00C91A83"/>
    <w:rsid w:val="00C937DD"/>
    <w:rsid w:val="00C93D7B"/>
    <w:rsid w:val="00C947F4"/>
    <w:rsid w:val="00C94E7E"/>
    <w:rsid w:val="00C96DF9"/>
    <w:rsid w:val="00C97578"/>
    <w:rsid w:val="00CA1212"/>
    <w:rsid w:val="00CA21AF"/>
    <w:rsid w:val="00CA23E6"/>
    <w:rsid w:val="00CA2D2B"/>
    <w:rsid w:val="00CA4652"/>
    <w:rsid w:val="00CA4F50"/>
    <w:rsid w:val="00CA5807"/>
    <w:rsid w:val="00CA5F8B"/>
    <w:rsid w:val="00CA6010"/>
    <w:rsid w:val="00CA66CC"/>
    <w:rsid w:val="00CA79B7"/>
    <w:rsid w:val="00CB24FC"/>
    <w:rsid w:val="00CB2C65"/>
    <w:rsid w:val="00CB2C8F"/>
    <w:rsid w:val="00CB3005"/>
    <w:rsid w:val="00CB3ECF"/>
    <w:rsid w:val="00CB4130"/>
    <w:rsid w:val="00CB420F"/>
    <w:rsid w:val="00CB4DCE"/>
    <w:rsid w:val="00CB6908"/>
    <w:rsid w:val="00CB70AA"/>
    <w:rsid w:val="00CB71FA"/>
    <w:rsid w:val="00CB76AD"/>
    <w:rsid w:val="00CB7963"/>
    <w:rsid w:val="00CC379F"/>
    <w:rsid w:val="00CC5479"/>
    <w:rsid w:val="00CD0A4F"/>
    <w:rsid w:val="00CD0E25"/>
    <w:rsid w:val="00CD1033"/>
    <w:rsid w:val="00CD491E"/>
    <w:rsid w:val="00CD4B48"/>
    <w:rsid w:val="00CD55BF"/>
    <w:rsid w:val="00CD5734"/>
    <w:rsid w:val="00CD6D5E"/>
    <w:rsid w:val="00CD6FA2"/>
    <w:rsid w:val="00CD79B9"/>
    <w:rsid w:val="00CE003D"/>
    <w:rsid w:val="00CE0198"/>
    <w:rsid w:val="00CE1CC6"/>
    <w:rsid w:val="00CE1CEB"/>
    <w:rsid w:val="00CE2421"/>
    <w:rsid w:val="00CE24C1"/>
    <w:rsid w:val="00CE30FB"/>
    <w:rsid w:val="00CE39CA"/>
    <w:rsid w:val="00CE486D"/>
    <w:rsid w:val="00CE4966"/>
    <w:rsid w:val="00CE4D7E"/>
    <w:rsid w:val="00CE4E98"/>
    <w:rsid w:val="00CE5C9E"/>
    <w:rsid w:val="00CE63DB"/>
    <w:rsid w:val="00CE7BB3"/>
    <w:rsid w:val="00CE7C6F"/>
    <w:rsid w:val="00CF128A"/>
    <w:rsid w:val="00CF25A5"/>
    <w:rsid w:val="00CF291D"/>
    <w:rsid w:val="00CF2E15"/>
    <w:rsid w:val="00CF30F4"/>
    <w:rsid w:val="00CF31F7"/>
    <w:rsid w:val="00CF3AB8"/>
    <w:rsid w:val="00CF4C56"/>
    <w:rsid w:val="00CF5BBF"/>
    <w:rsid w:val="00CF5CB0"/>
    <w:rsid w:val="00CF61F1"/>
    <w:rsid w:val="00CF6740"/>
    <w:rsid w:val="00CF6FA5"/>
    <w:rsid w:val="00CF6FA8"/>
    <w:rsid w:val="00CF7E78"/>
    <w:rsid w:val="00D0012B"/>
    <w:rsid w:val="00D00972"/>
    <w:rsid w:val="00D011BF"/>
    <w:rsid w:val="00D0127F"/>
    <w:rsid w:val="00D01B89"/>
    <w:rsid w:val="00D01C5D"/>
    <w:rsid w:val="00D02298"/>
    <w:rsid w:val="00D025EC"/>
    <w:rsid w:val="00D03224"/>
    <w:rsid w:val="00D03B85"/>
    <w:rsid w:val="00D03BE8"/>
    <w:rsid w:val="00D04409"/>
    <w:rsid w:val="00D058E5"/>
    <w:rsid w:val="00D06017"/>
    <w:rsid w:val="00D064A4"/>
    <w:rsid w:val="00D06AB0"/>
    <w:rsid w:val="00D073FA"/>
    <w:rsid w:val="00D079BD"/>
    <w:rsid w:val="00D10E73"/>
    <w:rsid w:val="00D12600"/>
    <w:rsid w:val="00D13185"/>
    <w:rsid w:val="00D148F6"/>
    <w:rsid w:val="00D1533D"/>
    <w:rsid w:val="00D154CA"/>
    <w:rsid w:val="00D15B15"/>
    <w:rsid w:val="00D1742A"/>
    <w:rsid w:val="00D22646"/>
    <w:rsid w:val="00D226BF"/>
    <w:rsid w:val="00D2380A"/>
    <w:rsid w:val="00D27C00"/>
    <w:rsid w:val="00D27EBF"/>
    <w:rsid w:val="00D30743"/>
    <w:rsid w:val="00D3094A"/>
    <w:rsid w:val="00D30AF3"/>
    <w:rsid w:val="00D3160B"/>
    <w:rsid w:val="00D31630"/>
    <w:rsid w:val="00D34875"/>
    <w:rsid w:val="00D34FAA"/>
    <w:rsid w:val="00D3548C"/>
    <w:rsid w:val="00D364B3"/>
    <w:rsid w:val="00D36BD6"/>
    <w:rsid w:val="00D37733"/>
    <w:rsid w:val="00D379E5"/>
    <w:rsid w:val="00D37ED5"/>
    <w:rsid w:val="00D407FA"/>
    <w:rsid w:val="00D40C26"/>
    <w:rsid w:val="00D40CB2"/>
    <w:rsid w:val="00D41676"/>
    <w:rsid w:val="00D41E44"/>
    <w:rsid w:val="00D42353"/>
    <w:rsid w:val="00D43308"/>
    <w:rsid w:val="00D44DDC"/>
    <w:rsid w:val="00D44DF3"/>
    <w:rsid w:val="00D4528A"/>
    <w:rsid w:val="00D453B0"/>
    <w:rsid w:val="00D459BF"/>
    <w:rsid w:val="00D466B0"/>
    <w:rsid w:val="00D468EC"/>
    <w:rsid w:val="00D47E71"/>
    <w:rsid w:val="00D500E3"/>
    <w:rsid w:val="00D50D77"/>
    <w:rsid w:val="00D51B38"/>
    <w:rsid w:val="00D5208D"/>
    <w:rsid w:val="00D5368E"/>
    <w:rsid w:val="00D5383D"/>
    <w:rsid w:val="00D53C2E"/>
    <w:rsid w:val="00D53E42"/>
    <w:rsid w:val="00D5415B"/>
    <w:rsid w:val="00D54537"/>
    <w:rsid w:val="00D5572C"/>
    <w:rsid w:val="00D55B52"/>
    <w:rsid w:val="00D56513"/>
    <w:rsid w:val="00D5669A"/>
    <w:rsid w:val="00D57779"/>
    <w:rsid w:val="00D60F6B"/>
    <w:rsid w:val="00D61354"/>
    <w:rsid w:val="00D63870"/>
    <w:rsid w:val="00D65264"/>
    <w:rsid w:val="00D65910"/>
    <w:rsid w:val="00D65A65"/>
    <w:rsid w:val="00D66BB9"/>
    <w:rsid w:val="00D72197"/>
    <w:rsid w:val="00D721CD"/>
    <w:rsid w:val="00D721CE"/>
    <w:rsid w:val="00D723F2"/>
    <w:rsid w:val="00D7252B"/>
    <w:rsid w:val="00D75DC2"/>
    <w:rsid w:val="00D760C4"/>
    <w:rsid w:val="00D767B3"/>
    <w:rsid w:val="00D76CFF"/>
    <w:rsid w:val="00D77F0A"/>
    <w:rsid w:val="00D80416"/>
    <w:rsid w:val="00D80A2E"/>
    <w:rsid w:val="00D82036"/>
    <w:rsid w:val="00D83C05"/>
    <w:rsid w:val="00D848D5"/>
    <w:rsid w:val="00D84A6C"/>
    <w:rsid w:val="00D84E31"/>
    <w:rsid w:val="00D86601"/>
    <w:rsid w:val="00D87A82"/>
    <w:rsid w:val="00D90A83"/>
    <w:rsid w:val="00D91DEC"/>
    <w:rsid w:val="00D9214C"/>
    <w:rsid w:val="00D9248F"/>
    <w:rsid w:val="00D9406E"/>
    <w:rsid w:val="00D9419E"/>
    <w:rsid w:val="00D94754"/>
    <w:rsid w:val="00D94BAB"/>
    <w:rsid w:val="00D9522F"/>
    <w:rsid w:val="00D956CA"/>
    <w:rsid w:val="00D95916"/>
    <w:rsid w:val="00D96347"/>
    <w:rsid w:val="00D96F7A"/>
    <w:rsid w:val="00D97131"/>
    <w:rsid w:val="00DA1BC4"/>
    <w:rsid w:val="00DA2347"/>
    <w:rsid w:val="00DA3F52"/>
    <w:rsid w:val="00DA43AE"/>
    <w:rsid w:val="00DA523E"/>
    <w:rsid w:val="00DA6403"/>
    <w:rsid w:val="00DA6ECF"/>
    <w:rsid w:val="00DA73E4"/>
    <w:rsid w:val="00DA761C"/>
    <w:rsid w:val="00DB059A"/>
    <w:rsid w:val="00DB0F1F"/>
    <w:rsid w:val="00DB0FD4"/>
    <w:rsid w:val="00DB1334"/>
    <w:rsid w:val="00DB3E49"/>
    <w:rsid w:val="00DB3EA4"/>
    <w:rsid w:val="00DB3FCB"/>
    <w:rsid w:val="00DB510F"/>
    <w:rsid w:val="00DB5535"/>
    <w:rsid w:val="00DB6A14"/>
    <w:rsid w:val="00DC14EB"/>
    <w:rsid w:val="00DC2D60"/>
    <w:rsid w:val="00DC34F5"/>
    <w:rsid w:val="00DC35B9"/>
    <w:rsid w:val="00DC37C3"/>
    <w:rsid w:val="00DC3B8E"/>
    <w:rsid w:val="00DC3DEB"/>
    <w:rsid w:val="00DC497F"/>
    <w:rsid w:val="00DC5126"/>
    <w:rsid w:val="00DC679A"/>
    <w:rsid w:val="00DC7256"/>
    <w:rsid w:val="00DD12D5"/>
    <w:rsid w:val="00DD14A2"/>
    <w:rsid w:val="00DD2F07"/>
    <w:rsid w:val="00DD4080"/>
    <w:rsid w:val="00DD410E"/>
    <w:rsid w:val="00DD4C6C"/>
    <w:rsid w:val="00DD6E2A"/>
    <w:rsid w:val="00DE0BA3"/>
    <w:rsid w:val="00DE1066"/>
    <w:rsid w:val="00DE118F"/>
    <w:rsid w:val="00DE25AF"/>
    <w:rsid w:val="00DE54B4"/>
    <w:rsid w:val="00DE5CCF"/>
    <w:rsid w:val="00DE5F52"/>
    <w:rsid w:val="00DE63EF"/>
    <w:rsid w:val="00DE64C7"/>
    <w:rsid w:val="00DE6891"/>
    <w:rsid w:val="00DE72A1"/>
    <w:rsid w:val="00DE7349"/>
    <w:rsid w:val="00DE7C2D"/>
    <w:rsid w:val="00DF0919"/>
    <w:rsid w:val="00DF0E5F"/>
    <w:rsid w:val="00DF153D"/>
    <w:rsid w:val="00DF16B2"/>
    <w:rsid w:val="00DF1ED6"/>
    <w:rsid w:val="00DF22FB"/>
    <w:rsid w:val="00DF2F65"/>
    <w:rsid w:val="00DF67F0"/>
    <w:rsid w:val="00DF765B"/>
    <w:rsid w:val="00DF7D89"/>
    <w:rsid w:val="00E003B1"/>
    <w:rsid w:val="00E00E6C"/>
    <w:rsid w:val="00E01444"/>
    <w:rsid w:val="00E015A8"/>
    <w:rsid w:val="00E03D4D"/>
    <w:rsid w:val="00E04012"/>
    <w:rsid w:val="00E04105"/>
    <w:rsid w:val="00E04AFE"/>
    <w:rsid w:val="00E0652C"/>
    <w:rsid w:val="00E0657F"/>
    <w:rsid w:val="00E065FE"/>
    <w:rsid w:val="00E066C0"/>
    <w:rsid w:val="00E06A95"/>
    <w:rsid w:val="00E079E3"/>
    <w:rsid w:val="00E112FE"/>
    <w:rsid w:val="00E136B1"/>
    <w:rsid w:val="00E13925"/>
    <w:rsid w:val="00E13A7C"/>
    <w:rsid w:val="00E142CB"/>
    <w:rsid w:val="00E1454C"/>
    <w:rsid w:val="00E14568"/>
    <w:rsid w:val="00E1466F"/>
    <w:rsid w:val="00E14702"/>
    <w:rsid w:val="00E15CE7"/>
    <w:rsid w:val="00E16409"/>
    <w:rsid w:val="00E177AB"/>
    <w:rsid w:val="00E178D1"/>
    <w:rsid w:val="00E17CA9"/>
    <w:rsid w:val="00E206AD"/>
    <w:rsid w:val="00E20886"/>
    <w:rsid w:val="00E2143A"/>
    <w:rsid w:val="00E223FE"/>
    <w:rsid w:val="00E22595"/>
    <w:rsid w:val="00E24B58"/>
    <w:rsid w:val="00E25B98"/>
    <w:rsid w:val="00E25C55"/>
    <w:rsid w:val="00E274CE"/>
    <w:rsid w:val="00E27C90"/>
    <w:rsid w:val="00E27D35"/>
    <w:rsid w:val="00E3007A"/>
    <w:rsid w:val="00E30176"/>
    <w:rsid w:val="00E30A8A"/>
    <w:rsid w:val="00E316C7"/>
    <w:rsid w:val="00E31788"/>
    <w:rsid w:val="00E317A5"/>
    <w:rsid w:val="00E3268D"/>
    <w:rsid w:val="00E33236"/>
    <w:rsid w:val="00E33281"/>
    <w:rsid w:val="00E33894"/>
    <w:rsid w:val="00E33E2F"/>
    <w:rsid w:val="00E34C02"/>
    <w:rsid w:val="00E35CFA"/>
    <w:rsid w:val="00E3636D"/>
    <w:rsid w:val="00E37B62"/>
    <w:rsid w:val="00E41EC0"/>
    <w:rsid w:val="00E42BD6"/>
    <w:rsid w:val="00E4478B"/>
    <w:rsid w:val="00E458EF"/>
    <w:rsid w:val="00E470E0"/>
    <w:rsid w:val="00E47A37"/>
    <w:rsid w:val="00E50A4B"/>
    <w:rsid w:val="00E50B28"/>
    <w:rsid w:val="00E53306"/>
    <w:rsid w:val="00E536E5"/>
    <w:rsid w:val="00E53D68"/>
    <w:rsid w:val="00E53DA5"/>
    <w:rsid w:val="00E5577D"/>
    <w:rsid w:val="00E55B33"/>
    <w:rsid w:val="00E5621B"/>
    <w:rsid w:val="00E564BE"/>
    <w:rsid w:val="00E56768"/>
    <w:rsid w:val="00E57070"/>
    <w:rsid w:val="00E57743"/>
    <w:rsid w:val="00E60310"/>
    <w:rsid w:val="00E62333"/>
    <w:rsid w:val="00E636F5"/>
    <w:rsid w:val="00E63AB7"/>
    <w:rsid w:val="00E6464A"/>
    <w:rsid w:val="00E65DD8"/>
    <w:rsid w:val="00E66504"/>
    <w:rsid w:val="00E671F2"/>
    <w:rsid w:val="00E67268"/>
    <w:rsid w:val="00E7009F"/>
    <w:rsid w:val="00E71BA9"/>
    <w:rsid w:val="00E71C07"/>
    <w:rsid w:val="00E72DF0"/>
    <w:rsid w:val="00E733E2"/>
    <w:rsid w:val="00E73A6C"/>
    <w:rsid w:val="00E73E83"/>
    <w:rsid w:val="00E75D40"/>
    <w:rsid w:val="00E76A2C"/>
    <w:rsid w:val="00E80599"/>
    <w:rsid w:val="00E80606"/>
    <w:rsid w:val="00E8114C"/>
    <w:rsid w:val="00E81B35"/>
    <w:rsid w:val="00E81C82"/>
    <w:rsid w:val="00E828BA"/>
    <w:rsid w:val="00E82D8E"/>
    <w:rsid w:val="00E8311D"/>
    <w:rsid w:val="00E83C2C"/>
    <w:rsid w:val="00E83ED6"/>
    <w:rsid w:val="00E8487C"/>
    <w:rsid w:val="00E84B47"/>
    <w:rsid w:val="00E86616"/>
    <w:rsid w:val="00E872DF"/>
    <w:rsid w:val="00E8754A"/>
    <w:rsid w:val="00E8782C"/>
    <w:rsid w:val="00E90430"/>
    <w:rsid w:val="00E95B57"/>
    <w:rsid w:val="00E971A1"/>
    <w:rsid w:val="00E97936"/>
    <w:rsid w:val="00E97E05"/>
    <w:rsid w:val="00EA0135"/>
    <w:rsid w:val="00EA1C74"/>
    <w:rsid w:val="00EA3DAF"/>
    <w:rsid w:val="00EA4293"/>
    <w:rsid w:val="00EA4F7C"/>
    <w:rsid w:val="00EA6DB1"/>
    <w:rsid w:val="00EB0FBB"/>
    <w:rsid w:val="00EB1067"/>
    <w:rsid w:val="00EB23D2"/>
    <w:rsid w:val="00EB254F"/>
    <w:rsid w:val="00EB26E5"/>
    <w:rsid w:val="00EB3A5C"/>
    <w:rsid w:val="00EB50EA"/>
    <w:rsid w:val="00EB51A1"/>
    <w:rsid w:val="00EB5691"/>
    <w:rsid w:val="00EB575D"/>
    <w:rsid w:val="00EB5C79"/>
    <w:rsid w:val="00EB61E9"/>
    <w:rsid w:val="00EB62F0"/>
    <w:rsid w:val="00EB6827"/>
    <w:rsid w:val="00EC11E4"/>
    <w:rsid w:val="00EC1611"/>
    <w:rsid w:val="00EC1B5D"/>
    <w:rsid w:val="00EC2441"/>
    <w:rsid w:val="00EC3B5B"/>
    <w:rsid w:val="00EC3EA0"/>
    <w:rsid w:val="00EC462C"/>
    <w:rsid w:val="00EC4C05"/>
    <w:rsid w:val="00EC56EC"/>
    <w:rsid w:val="00EC5858"/>
    <w:rsid w:val="00EC5BCA"/>
    <w:rsid w:val="00EC5C40"/>
    <w:rsid w:val="00EC6521"/>
    <w:rsid w:val="00ED1754"/>
    <w:rsid w:val="00ED22E1"/>
    <w:rsid w:val="00ED3647"/>
    <w:rsid w:val="00ED3CF9"/>
    <w:rsid w:val="00ED520A"/>
    <w:rsid w:val="00ED5345"/>
    <w:rsid w:val="00ED6505"/>
    <w:rsid w:val="00ED75C0"/>
    <w:rsid w:val="00EE0EC7"/>
    <w:rsid w:val="00EE1B57"/>
    <w:rsid w:val="00EE1FA5"/>
    <w:rsid w:val="00EE3E1B"/>
    <w:rsid w:val="00EE4308"/>
    <w:rsid w:val="00EE5A78"/>
    <w:rsid w:val="00EE5BC4"/>
    <w:rsid w:val="00EE7093"/>
    <w:rsid w:val="00EF02D8"/>
    <w:rsid w:val="00EF093F"/>
    <w:rsid w:val="00EF0A02"/>
    <w:rsid w:val="00EF0E6C"/>
    <w:rsid w:val="00EF19E4"/>
    <w:rsid w:val="00EF2649"/>
    <w:rsid w:val="00EF2F1D"/>
    <w:rsid w:val="00EF3E82"/>
    <w:rsid w:val="00EF53A2"/>
    <w:rsid w:val="00EF6699"/>
    <w:rsid w:val="00EF71E4"/>
    <w:rsid w:val="00F00A1F"/>
    <w:rsid w:val="00F00C9F"/>
    <w:rsid w:val="00F00D51"/>
    <w:rsid w:val="00F024F0"/>
    <w:rsid w:val="00F056FF"/>
    <w:rsid w:val="00F05C4F"/>
    <w:rsid w:val="00F0664F"/>
    <w:rsid w:val="00F06AD9"/>
    <w:rsid w:val="00F07CF5"/>
    <w:rsid w:val="00F10442"/>
    <w:rsid w:val="00F10B27"/>
    <w:rsid w:val="00F129B9"/>
    <w:rsid w:val="00F12C6C"/>
    <w:rsid w:val="00F13ACC"/>
    <w:rsid w:val="00F13C9B"/>
    <w:rsid w:val="00F13F7C"/>
    <w:rsid w:val="00F1435D"/>
    <w:rsid w:val="00F1593B"/>
    <w:rsid w:val="00F15CE8"/>
    <w:rsid w:val="00F1602B"/>
    <w:rsid w:val="00F177BC"/>
    <w:rsid w:val="00F20D2B"/>
    <w:rsid w:val="00F22ABE"/>
    <w:rsid w:val="00F24440"/>
    <w:rsid w:val="00F24CD4"/>
    <w:rsid w:val="00F255AE"/>
    <w:rsid w:val="00F255B3"/>
    <w:rsid w:val="00F2561F"/>
    <w:rsid w:val="00F261B9"/>
    <w:rsid w:val="00F26739"/>
    <w:rsid w:val="00F26E67"/>
    <w:rsid w:val="00F26E80"/>
    <w:rsid w:val="00F3017B"/>
    <w:rsid w:val="00F3151B"/>
    <w:rsid w:val="00F333E1"/>
    <w:rsid w:val="00F35D1E"/>
    <w:rsid w:val="00F35E8F"/>
    <w:rsid w:val="00F3625C"/>
    <w:rsid w:val="00F363A6"/>
    <w:rsid w:val="00F36899"/>
    <w:rsid w:val="00F36C36"/>
    <w:rsid w:val="00F4183D"/>
    <w:rsid w:val="00F4312A"/>
    <w:rsid w:val="00F4363C"/>
    <w:rsid w:val="00F43B55"/>
    <w:rsid w:val="00F43E01"/>
    <w:rsid w:val="00F43F38"/>
    <w:rsid w:val="00F44E3D"/>
    <w:rsid w:val="00F464AC"/>
    <w:rsid w:val="00F46B4D"/>
    <w:rsid w:val="00F46EE7"/>
    <w:rsid w:val="00F476FE"/>
    <w:rsid w:val="00F47F49"/>
    <w:rsid w:val="00F5114C"/>
    <w:rsid w:val="00F52ED5"/>
    <w:rsid w:val="00F56605"/>
    <w:rsid w:val="00F56F85"/>
    <w:rsid w:val="00F61405"/>
    <w:rsid w:val="00F614D1"/>
    <w:rsid w:val="00F6197E"/>
    <w:rsid w:val="00F61E4A"/>
    <w:rsid w:val="00F63F80"/>
    <w:rsid w:val="00F6407A"/>
    <w:rsid w:val="00F64642"/>
    <w:rsid w:val="00F64A4E"/>
    <w:rsid w:val="00F656DA"/>
    <w:rsid w:val="00F65722"/>
    <w:rsid w:val="00F65AFE"/>
    <w:rsid w:val="00F66916"/>
    <w:rsid w:val="00F66FC7"/>
    <w:rsid w:val="00F677FF"/>
    <w:rsid w:val="00F67991"/>
    <w:rsid w:val="00F67A3D"/>
    <w:rsid w:val="00F71652"/>
    <w:rsid w:val="00F722DD"/>
    <w:rsid w:val="00F72609"/>
    <w:rsid w:val="00F74EAC"/>
    <w:rsid w:val="00F7559C"/>
    <w:rsid w:val="00F7564B"/>
    <w:rsid w:val="00F75A9B"/>
    <w:rsid w:val="00F76A4A"/>
    <w:rsid w:val="00F77090"/>
    <w:rsid w:val="00F77B5A"/>
    <w:rsid w:val="00F77DB3"/>
    <w:rsid w:val="00F8131D"/>
    <w:rsid w:val="00F8172E"/>
    <w:rsid w:val="00F81C64"/>
    <w:rsid w:val="00F86D10"/>
    <w:rsid w:val="00F87E22"/>
    <w:rsid w:val="00F87FC3"/>
    <w:rsid w:val="00F90E1B"/>
    <w:rsid w:val="00F91AEC"/>
    <w:rsid w:val="00F92866"/>
    <w:rsid w:val="00F92B0C"/>
    <w:rsid w:val="00F92B51"/>
    <w:rsid w:val="00F93199"/>
    <w:rsid w:val="00F939E3"/>
    <w:rsid w:val="00F93CB7"/>
    <w:rsid w:val="00F94F13"/>
    <w:rsid w:val="00F94F67"/>
    <w:rsid w:val="00F94F75"/>
    <w:rsid w:val="00F9532F"/>
    <w:rsid w:val="00F9566A"/>
    <w:rsid w:val="00F96367"/>
    <w:rsid w:val="00F968C0"/>
    <w:rsid w:val="00F97058"/>
    <w:rsid w:val="00F97122"/>
    <w:rsid w:val="00F9757E"/>
    <w:rsid w:val="00FA0315"/>
    <w:rsid w:val="00FA08D1"/>
    <w:rsid w:val="00FA2427"/>
    <w:rsid w:val="00FA29D9"/>
    <w:rsid w:val="00FA4261"/>
    <w:rsid w:val="00FA462F"/>
    <w:rsid w:val="00FA4918"/>
    <w:rsid w:val="00FA5036"/>
    <w:rsid w:val="00FA56AD"/>
    <w:rsid w:val="00FA6A75"/>
    <w:rsid w:val="00FA6BF3"/>
    <w:rsid w:val="00FB021F"/>
    <w:rsid w:val="00FB1CE9"/>
    <w:rsid w:val="00FB251C"/>
    <w:rsid w:val="00FB33A6"/>
    <w:rsid w:val="00FB50B3"/>
    <w:rsid w:val="00FC0092"/>
    <w:rsid w:val="00FC0528"/>
    <w:rsid w:val="00FC158F"/>
    <w:rsid w:val="00FC1799"/>
    <w:rsid w:val="00FC18BF"/>
    <w:rsid w:val="00FC2D54"/>
    <w:rsid w:val="00FC397B"/>
    <w:rsid w:val="00FC4022"/>
    <w:rsid w:val="00FC41EC"/>
    <w:rsid w:val="00FC4C3E"/>
    <w:rsid w:val="00FC4FE6"/>
    <w:rsid w:val="00FC539E"/>
    <w:rsid w:val="00FD0E69"/>
    <w:rsid w:val="00FD1541"/>
    <w:rsid w:val="00FD1741"/>
    <w:rsid w:val="00FD2084"/>
    <w:rsid w:val="00FD326D"/>
    <w:rsid w:val="00FD3628"/>
    <w:rsid w:val="00FD3848"/>
    <w:rsid w:val="00FD3CC6"/>
    <w:rsid w:val="00FD41A2"/>
    <w:rsid w:val="00FD4F59"/>
    <w:rsid w:val="00FD5329"/>
    <w:rsid w:val="00FD56EF"/>
    <w:rsid w:val="00FD583C"/>
    <w:rsid w:val="00FD5CBE"/>
    <w:rsid w:val="00FD7AC6"/>
    <w:rsid w:val="00FE0735"/>
    <w:rsid w:val="00FE1FB1"/>
    <w:rsid w:val="00FE20B1"/>
    <w:rsid w:val="00FE2A55"/>
    <w:rsid w:val="00FE349A"/>
    <w:rsid w:val="00FE34A8"/>
    <w:rsid w:val="00FE4717"/>
    <w:rsid w:val="00FE4D4E"/>
    <w:rsid w:val="00FE5060"/>
    <w:rsid w:val="00FE5573"/>
    <w:rsid w:val="00FE5848"/>
    <w:rsid w:val="00FE5EEC"/>
    <w:rsid w:val="00FE62CF"/>
    <w:rsid w:val="00FE71C4"/>
    <w:rsid w:val="00FE7315"/>
    <w:rsid w:val="00FE7B5F"/>
    <w:rsid w:val="00FE7D60"/>
    <w:rsid w:val="00FF0405"/>
    <w:rsid w:val="00FF0A13"/>
    <w:rsid w:val="00FF0E4A"/>
    <w:rsid w:val="00FF1911"/>
    <w:rsid w:val="00FF302D"/>
    <w:rsid w:val="00FF3638"/>
    <w:rsid w:val="00FF424F"/>
    <w:rsid w:val="00FF59CC"/>
    <w:rsid w:val="00FF62AB"/>
    <w:rsid w:val="00FF7126"/>
    <w:rsid w:val="00FF7CB1"/>
    <w:rsid w:val="00FF7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7072F"/>
    <w:pPr>
      <w:widowControl w:val="0"/>
      <w:autoSpaceDE w:val="0"/>
      <w:autoSpaceDN w:val="0"/>
      <w:adjustRightInd w:val="0"/>
    </w:pPr>
    <w:rPr>
      <w:sz w:val="20"/>
      <w:szCs w:val="20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7072F"/>
    <w:pPr>
      <w:keepNext/>
      <w:widowControl/>
      <w:autoSpaceDE/>
      <w:autoSpaceDN/>
      <w:adjustRightInd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7072F"/>
    <w:pPr>
      <w:keepNext/>
      <w:widowControl/>
      <w:autoSpaceDE/>
      <w:autoSpaceDN/>
      <w:adjustRightInd/>
      <w:jc w:val="center"/>
      <w:outlineLvl w:val="1"/>
    </w:pPr>
    <w:rPr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F04A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7072F"/>
    <w:rPr>
      <w:b/>
      <w:bCs/>
      <w:sz w:val="24"/>
      <w:szCs w:val="24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B2C8F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B2C8F"/>
    <w:rPr>
      <w:rFonts w:ascii="Cambria" w:hAnsi="Cambria" w:cs="Cambria"/>
      <w:b/>
      <w:bCs/>
      <w:sz w:val="26"/>
      <w:szCs w:val="26"/>
    </w:rPr>
  </w:style>
  <w:style w:type="paragraph" w:customStyle="1" w:styleId="a">
    <w:name w:val="Знак Знак Знак Знак"/>
    <w:basedOn w:val="Normal"/>
    <w:uiPriority w:val="99"/>
    <w:rsid w:val="0017072F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Style2">
    <w:name w:val="Style2"/>
    <w:basedOn w:val="Normal"/>
    <w:uiPriority w:val="99"/>
    <w:rsid w:val="0017072F"/>
    <w:rPr>
      <w:sz w:val="24"/>
      <w:szCs w:val="24"/>
    </w:rPr>
  </w:style>
  <w:style w:type="character" w:customStyle="1" w:styleId="FontStyle17">
    <w:name w:val="Font Style17"/>
    <w:basedOn w:val="DefaultParagraphFont"/>
    <w:uiPriority w:val="99"/>
    <w:rsid w:val="0017072F"/>
    <w:rPr>
      <w:rFonts w:ascii="Times New Roman" w:hAnsi="Times New Roman" w:cs="Times New Roman"/>
      <w:b/>
      <w:bCs/>
      <w:sz w:val="26"/>
      <w:szCs w:val="26"/>
    </w:rPr>
  </w:style>
  <w:style w:type="paragraph" w:styleId="NoSpacing">
    <w:name w:val="No Spacing"/>
    <w:uiPriority w:val="99"/>
    <w:qFormat/>
    <w:rsid w:val="006C5327"/>
    <w:rPr>
      <w:rFonts w:ascii="Calibri" w:hAnsi="Calibri" w:cs="Calibri"/>
      <w:lang w:val="uk-UA"/>
    </w:rPr>
  </w:style>
  <w:style w:type="table" w:styleId="TableGrid">
    <w:name w:val="Table Grid"/>
    <w:basedOn w:val="TableNormal"/>
    <w:uiPriority w:val="99"/>
    <w:rsid w:val="006C5327"/>
    <w:pPr>
      <w:widowControl w:val="0"/>
      <w:autoSpaceDE w:val="0"/>
      <w:autoSpaceDN w:val="0"/>
      <w:adjustRightInd w:val="0"/>
    </w:pPr>
    <w:rPr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 Знак Знак Знак Знак Знак Знак"/>
    <w:basedOn w:val="Normal"/>
    <w:uiPriority w:val="99"/>
    <w:rsid w:val="006C5327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0">
    <w:name w:val="Знак Знак Знак Знак Знак Знак"/>
    <w:basedOn w:val="Normal"/>
    <w:uiPriority w:val="99"/>
    <w:rsid w:val="006C3B61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1">
    <w:name w:val="Назва документа"/>
    <w:basedOn w:val="Normal"/>
    <w:next w:val="Normal"/>
    <w:uiPriority w:val="99"/>
    <w:rsid w:val="00513904"/>
    <w:pPr>
      <w:keepNext/>
      <w:keepLines/>
      <w:widowControl/>
      <w:autoSpaceDE/>
      <w:autoSpaceDN/>
      <w:adjustRightInd/>
      <w:spacing w:before="360" w:after="36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B06B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B2C8F"/>
    <w:rPr>
      <w:rFonts w:ascii="Tahoma" w:hAnsi="Tahoma" w:cs="Tahoma"/>
      <w:sz w:val="16"/>
      <w:szCs w:val="16"/>
    </w:rPr>
  </w:style>
  <w:style w:type="paragraph" w:customStyle="1" w:styleId="a2">
    <w:name w:val="Нормальний текст"/>
    <w:basedOn w:val="Normal"/>
    <w:link w:val="a3"/>
    <w:uiPriority w:val="99"/>
    <w:rsid w:val="003C6055"/>
    <w:pPr>
      <w:suppressAutoHyphens/>
      <w:autoSpaceDE/>
      <w:autoSpaceDN/>
      <w:adjustRightInd/>
      <w:spacing w:before="120" w:line="100" w:lineRule="atLeast"/>
      <w:ind w:firstLine="567"/>
      <w:jc w:val="both"/>
      <w:textAlignment w:val="baseline"/>
    </w:pPr>
    <w:rPr>
      <w:rFonts w:ascii="Antiqua" w:hAnsi="Antiqua" w:cs="Antiqua"/>
      <w:kern w:val="1"/>
      <w:sz w:val="26"/>
      <w:szCs w:val="26"/>
      <w:lang w:val="de-DE" w:eastAsia="fa-IR" w:bidi="fa-IR"/>
    </w:rPr>
  </w:style>
  <w:style w:type="character" w:customStyle="1" w:styleId="a3">
    <w:name w:val="Нормальний текст Знак"/>
    <w:link w:val="a2"/>
    <w:uiPriority w:val="99"/>
    <w:locked/>
    <w:rsid w:val="003C6055"/>
    <w:rPr>
      <w:rFonts w:ascii="Antiqua" w:hAnsi="Antiqua" w:cs="Antiqua"/>
      <w:kern w:val="1"/>
      <w:sz w:val="26"/>
      <w:szCs w:val="26"/>
      <w:lang w:val="de-DE" w:eastAsia="fa-IR" w:bidi="fa-IR"/>
    </w:rPr>
  </w:style>
  <w:style w:type="paragraph" w:customStyle="1" w:styleId="14">
    <w:name w:val="Знак Знак1 Знак Знак Знак Знак Знак Знак Знак Знак Знак Знак Знак Знак4"/>
    <w:basedOn w:val="Normal"/>
    <w:uiPriority w:val="99"/>
    <w:rsid w:val="008A23C7"/>
    <w:pPr>
      <w:widowControl/>
      <w:autoSpaceDE/>
      <w:autoSpaceDN/>
      <w:adjustRightInd/>
    </w:pPr>
    <w:rPr>
      <w:rFonts w:ascii="Verdana" w:hAnsi="Verdana" w:cs="Verdana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30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136</Words>
  <Characters>777</Characters>
  <Application>Microsoft Office Outlook</Application>
  <DocSecurity>0</DocSecurity>
  <Lines>0</Lines>
  <Paragraphs>0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2020-01-24T08:56:05Z</dcterms:created>
  <dcterms:modified xsi:type="dcterms:W3CDTF">2020-01-24T08:56:05Z</dcterms:modified>
</cp:coreProperties>
</file>